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42ED8AE" w14:textId="77777777" w:rsidR="00EB376E" w:rsidRPr="0033735D" w:rsidRDefault="00EB376E" w:rsidP="00EB376E">
      <w:pPr>
        <w:pStyle w:val="Title"/>
      </w:pPr>
      <w:r w:rsidRPr="0033735D">
        <w:t xml:space="preserve">Paper Template for INTERSPEECH </w:t>
      </w:r>
      <w:r w:rsidR="002E1EA8">
        <w:t>2016</w:t>
      </w:r>
    </w:p>
    <w:p w14:paraId="043B6069" w14:textId="77777777" w:rsidR="007C60BA" w:rsidRPr="0033735D" w:rsidRDefault="007C60BA" w:rsidP="007C60BA">
      <w:pPr>
        <w:pStyle w:val="Author"/>
        <w:rPr>
          <w:vertAlign w:val="superscript"/>
        </w:rPr>
      </w:pPr>
      <w:r>
        <w:t>Author Name</w:t>
      </w:r>
      <w:r w:rsidRPr="00995BF8">
        <w:t xml:space="preserve"> </w:t>
      </w:r>
      <w:r w:rsidRPr="002C46BB">
        <w:rPr>
          <w:i w:val="0"/>
          <w:szCs w:val="24"/>
          <w:vertAlign w:val="superscript"/>
        </w:rPr>
        <w:t>1</w:t>
      </w:r>
      <w:r w:rsidRPr="00995BF8">
        <w:t xml:space="preserve">, </w:t>
      </w:r>
      <w:r>
        <w:t>Co-author Name</w:t>
      </w:r>
      <w:r w:rsidRPr="002C46BB">
        <w:rPr>
          <w:i w:val="0"/>
          <w:szCs w:val="24"/>
          <w:vertAlign w:val="superscript"/>
        </w:rPr>
        <w:t>2</w:t>
      </w:r>
    </w:p>
    <w:p w14:paraId="74EE3D69" w14:textId="77777777" w:rsidR="007C60BA" w:rsidRPr="0033735D" w:rsidRDefault="007C60BA" w:rsidP="007C60BA">
      <w:pPr>
        <w:pStyle w:val="Affiliation"/>
      </w:pPr>
      <w:r w:rsidRPr="0033735D">
        <w:rPr>
          <w:szCs w:val="24"/>
          <w:vertAlign w:val="superscript"/>
        </w:rPr>
        <w:t xml:space="preserve">1 </w:t>
      </w:r>
      <w:r w:rsidRPr="00437F4F">
        <w:t>Author Affiliation</w:t>
      </w:r>
    </w:p>
    <w:p w14:paraId="72B6D7DB" w14:textId="77777777" w:rsidR="007C60BA" w:rsidRPr="0033735D" w:rsidRDefault="007C60BA" w:rsidP="007C60BA">
      <w:pPr>
        <w:pStyle w:val="Affiliation"/>
      </w:pPr>
      <w:r w:rsidRPr="0033735D">
        <w:rPr>
          <w:vertAlign w:val="superscript"/>
        </w:rPr>
        <w:t>2</w:t>
      </w:r>
      <w:r w:rsidRPr="0033735D">
        <w:t xml:space="preserve"> </w:t>
      </w:r>
      <w:r w:rsidRPr="00437F4F">
        <w:t>Co-author Affiliation</w:t>
      </w:r>
    </w:p>
    <w:p w14:paraId="6B83F05B" w14:textId="77777777" w:rsidR="00EB376E" w:rsidRPr="0033735D" w:rsidRDefault="00EB376E" w:rsidP="00EB376E">
      <w:pPr>
        <w:pStyle w:val="email"/>
      </w:pPr>
      <w:r>
        <w:t>author@university.edu</w:t>
      </w:r>
      <w:r w:rsidRPr="00995BF8">
        <w:t xml:space="preserve">, </w:t>
      </w:r>
      <w:r>
        <w:t>coauthor@company.com</w:t>
      </w:r>
    </w:p>
    <w:p w14:paraId="3FA8C061" w14:textId="77777777" w:rsidR="00EB376E" w:rsidRPr="0033735D" w:rsidRDefault="00EB376E" w:rsidP="00EB376E">
      <w:pPr>
        <w:pStyle w:val="BodyText"/>
      </w:pPr>
    </w:p>
    <w:p w14:paraId="47E923AD" w14:textId="77777777" w:rsidR="00EB376E" w:rsidRPr="0033735D" w:rsidRDefault="00EB376E" w:rsidP="00EB376E">
      <w:pPr>
        <w:pStyle w:val="Affiliation"/>
        <w:sectPr w:rsidR="00EB376E" w:rsidRPr="0033735D" w:rsidSect="009D0299">
          <w:footerReference w:type="even" r:id="rId9"/>
          <w:footnotePr>
            <w:numRestart w:val="eachPage"/>
          </w:footnotePr>
          <w:type w:val="continuous"/>
          <w:pgSz w:w="11907" w:h="16840" w:code="9"/>
          <w:pgMar w:top="1701" w:right="1134" w:bottom="1985" w:left="1134" w:header="0" w:footer="0" w:gutter="0"/>
          <w:cols w:space="544"/>
        </w:sectPr>
      </w:pPr>
    </w:p>
    <w:p w14:paraId="560A86E7" w14:textId="77777777" w:rsidR="00EB376E" w:rsidRPr="0033735D" w:rsidRDefault="00EB376E" w:rsidP="00EB376E">
      <w:pPr>
        <w:pStyle w:val="AbstractHeading"/>
      </w:pPr>
      <w:r w:rsidRPr="0033735D">
        <w:lastRenderedPageBreak/>
        <w:t>Abstract</w:t>
      </w:r>
    </w:p>
    <w:p w14:paraId="6CE62AB3" w14:textId="77777777" w:rsidR="002E1EA8" w:rsidRDefault="002E1EA8" w:rsidP="002E1E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rPr>
          <w:color w:val="000000"/>
          <w:szCs w:val="18"/>
          <w:lang w:eastAsia="it-IT"/>
        </w:rPr>
      </w:pPr>
      <w:r>
        <w:rPr>
          <w:color w:val="000000"/>
          <w:szCs w:val="18"/>
          <w:lang w:eastAsia="it-IT"/>
        </w:rPr>
        <w:t>This is the layout specification and template definition for the INTERSPEECH 2016 Conference, which will be held in San Francisco, California during September 8-12, 2016. This template has been generated from previous INTERSPEECH templates. The format is essentially the one used for IEEE ICASSP conferences. The maximum number of pages is 5. The 5</w:t>
      </w:r>
      <w:r>
        <w:rPr>
          <w:color w:val="000000"/>
          <w:sz w:val="12"/>
          <w:szCs w:val="12"/>
          <w:vertAlign w:val="superscript"/>
          <w:lang w:eastAsia="it-IT"/>
        </w:rPr>
        <w:t>th</w:t>
      </w:r>
      <w:r>
        <w:rPr>
          <w:color w:val="000000"/>
          <w:szCs w:val="18"/>
          <w:lang w:eastAsia="it-IT"/>
        </w:rPr>
        <w:t xml:space="preserve"> page may be used exclusively for references. Index terms should be included as shown below.</w:t>
      </w:r>
    </w:p>
    <w:p w14:paraId="55010C9D" w14:textId="77777777" w:rsidR="00EB376E" w:rsidRPr="0033735D" w:rsidRDefault="00EB376E" w:rsidP="00EB376E">
      <w:pPr>
        <w:pStyle w:val="Index"/>
      </w:pPr>
      <w:r w:rsidRPr="0033735D">
        <w:rPr>
          <w:b/>
        </w:rPr>
        <w:t>Index Terms</w:t>
      </w:r>
      <w:r w:rsidRPr="0033735D">
        <w:t xml:space="preserve">: </w:t>
      </w:r>
      <w:r w:rsidR="0077737A">
        <w:t>speech recognition, human-computer inter</w:t>
      </w:r>
      <w:r w:rsidR="0077737A">
        <w:softHyphen/>
        <w:t>ac</w:t>
      </w:r>
      <w:r w:rsidR="0077737A">
        <w:softHyphen/>
        <w:t>tion, computational paralinguistics</w:t>
      </w:r>
    </w:p>
    <w:p w14:paraId="244DB8FB" w14:textId="77777777" w:rsidR="00EB376E" w:rsidRPr="0033735D" w:rsidRDefault="00EB376E" w:rsidP="00EB376E">
      <w:pPr>
        <w:pStyle w:val="Heading1"/>
        <w:ind w:left="29" w:hanging="29"/>
      </w:pPr>
      <w:r w:rsidRPr="0033735D">
        <w:t>Introduction</w:t>
      </w:r>
    </w:p>
    <w:p w14:paraId="54BE35C5" w14:textId="545951BE" w:rsidR="00EB376E" w:rsidRPr="0033735D" w:rsidRDefault="00EB376E" w:rsidP="00EB376E">
      <w:pPr>
        <w:pStyle w:val="BodyText"/>
      </w:pPr>
      <w:r w:rsidRPr="0033735D">
        <w:t>This template can be found on the conferen</w:t>
      </w:r>
      <w:r>
        <w:t xml:space="preserve">ce website. </w:t>
      </w:r>
      <w:r w:rsidR="00E83061">
        <w:t xml:space="preserve">Templates are provided for Microsoft </w:t>
      </w:r>
      <w:r w:rsidRPr="0033735D">
        <w:t>Word®</w:t>
      </w:r>
      <w:r w:rsidR="00A65AA1">
        <w:t>, and</w:t>
      </w:r>
      <w:r w:rsidRPr="0033735D">
        <w:t xml:space="preserve"> LaTeX</w:t>
      </w:r>
      <w:r w:rsidR="00A65AA1">
        <w:t>. However,</w:t>
      </w:r>
      <w:r w:rsidRPr="0033735D">
        <w:t xml:space="preserve"> </w:t>
      </w:r>
      <w:r w:rsidR="00A65AA1">
        <w:t>we highly recommend using LaTeX when preparing your s</w:t>
      </w:r>
      <w:r w:rsidR="00362ED5">
        <w:t>u</w:t>
      </w:r>
      <w:r w:rsidR="00A65AA1">
        <w:t xml:space="preserve">bmission. </w:t>
      </w:r>
      <w:r w:rsidRPr="0033735D">
        <w:t xml:space="preserve">Information for full paper submission is available on the </w:t>
      </w:r>
      <w:r>
        <w:t xml:space="preserve">conference </w:t>
      </w:r>
      <w:r w:rsidRPr="0033735D">
        <w:t>web</w:t>
      </w:r>
      <w:r>
        <w:t>site</w:t>
      </w:r>
      <w:r w:rsidRPr="0033735D">
        <w:t>.</w:t>
      </w:r>
    </w:p>
    <w:p w14:paraId="2021B670" w14:textId="77777777" w:rsidR="00EB376E" w:rsidRPr="0033735D" w:rsidRDefault="00EB376E" w:rsidP="00EB376E">
      <w:pPr>
        <w:pStyle w:val="Heading1"/>
      </w:pPr>
      <w:r w:rsidRPr="0033735D">
        <w:t>Page layout and style</w:t>
      </w:r>
    </w:p>
    <w:p w14:paraId="4860A16E" w14:textId="22541230" w:rsidR="00EB376E" w:rsidRPr="0033735D" w:rsidRDefault="00EB376E" w:rsidP="00EB376E">
      <w:pPr>
        <w:pStyle w:val="BodyText"/>
      </w:pPr>
      <w:r w:rsidRPr="0033735D">
        <w:t>Authors should observe the following rules for page layout. A highly recommended way to meet these requirements is to use a given template (</w:t>
      </w:r>
      <w:bookmarkStart w:id="0" w:name="_GoBack"/>
      <w:bookmarkEnd w:id="0"/>
      <w:r w:rsidR="00F261A0">
        <w:t xml:space="preserve">Microsoft </w:t>
      </w:r>
      <w:r w:rsidRPr="0033735D">
        <w:t xml:space="preserve">Word® or LaTeX) and check details against the corresponding example </w:t>
      </w:r>
      <w:r w:rsidR="00A33F8A">
        <w:t xml:space="preserve">PDF </w:t>
      </w:r>
      <w:r w:rsidRPr="0033735D">
        <w:t>file.</w:t>
      </w:r>
    </w:p>
    <w:p w14:paraId="3E1DE263" w14:textId="77777777" w:rsidR="00EB376E" w:rsidRPr="0033735D" w:rsidRDefault="00EB376E" w:rsidP="00EB376E">
      <w:pPr>
        <w:pStyle w:val="Heading2"/>
      </w:pPr>
      <w:r w:rsidRPr="0033735D">
        <w:t>Basic layout features</w:t>
      </w:r>
    </w:p>
    <w:p w14:paraId="1B82B93F" w14:textId="77777777" w:rsidR="00EB376E" w:rsidRPr="0033735D" w:rsidRDefault="00EB376E" w:rsidP="00EB376E">
      <w:pPr>
        <w:pStyle w:val="ListBullet"/>
      </w:pPr>
      <w:r w:rsidRPr="0033735D">
        <w:t xml:space="preserve">Proceedings will be printed in </w:t>
      </w:r>
      <w:r w:rsidR="008F4C3E">
        <w:t xml:space="preserve">DIN </w:t>
      </w:r>
      <w:r w:rsidRPr="0033735D">
        <w:t>A4 format.</w:t>
      </w:r>
      <w:r w:rsidR="00C76291">
        <w:t xml:space="preserve"> Authors must </w:t>
      </w:r>
      <w:r>
        <w:t xml:space="preserve">submit their papers in </w:t>
      </w:r>
      <w:r w:rsidR="009935B9">
        <w:t xml:space="preserve">DIN </w:t>
      </w:r>
      <w:r>
        <w:t>A4 format</w:t>
      </w:r>
      <w:r w:rsidRPr="0033735D">
        <w:t>.</w:t>
      </w:r>
    </w:p>
    <w:p w14:paraId="01097218" w14:textId="77777777" w:rsidR="00EB376E" w:rsidRPr="0033735D" w:rsidRDefault="00EB376E" w:rsidP="00EB376E">
      <w:pPr>
        <w:pStyle w:val="ListBullet"/>
      </w:pPr>
      <w:r w:rsidRPr="0033735D">
        <w:t xml:space="preserve">Two columns are used except for the title </w:t>
      </w:r>
      <w:r>
        <w:t>section</w:t>
      </w:r>
      <w:r w:rsidRPr="0033735D">
        <w:t xml:space="preserve"> and </w:t>
      </w:r>
      <w:r>
        <w:t xml:space="preserve">for </w:t>
      </w:r>
      <w:r w:rsidRPr="0033735D">
        <w:t xml:space="preserve">large figures that </w:t>
      </w:r>
      <w:r>
        <w:t xml:space="preserve">may </w:t>
      </w:r>
      <w:r w:rsidRPr="0033735D">
        <w:t>need a full page width.</w:t>
      </w:r>
    </w:p>
    <w:p w14:paraId="626AABC7" w14:textId="77777777" w:rsidR="00EB376E" w:rsidRPr="0033735D" w:rsidRDefault="00EB376E" w:rsidP="00EB376E">
      <w:pPr>
        <w:pStyle w:val="ListBullet"/>
      </w:pPr>
      <w:r w:rsidRPr="0033735D">
        <w:t xml:space="preserve">Left </w:t>
      </w:r>
      <w:r w:rsidR="003663E9">
        <w:t>and right margin are</w:t>
      </w:r>
      <w:r w:rsidRPr="0033735D">
        <w:t xml:space="preserve"> 20 mm</w:t>
      </w:r>
      <w:r w:rsidR="003663E9">
        <w:t xml:space="preserve"> each</w:t>
      </w:r>
      <w:r w:rsidRPr="0033735D">
        <w:t>.</w:t>
      </w:r>
    </w:p>
    <w:p w14:paraId="314CDFD1" w14:textId="77777777" w:rsidR="00EB376E" w:rsidRPr="0033735D" w:rsidRDefault="00EB376E" w:rsidP="00EB376E">
      <w:pPr>
        <w:pStyle w:val="ListBullet"/>
      </w:pPr>
      <w:r w:rsidRPr="0033735D">
        <w:t>Column width is 80 mm.</w:t>
      </w:r>
    </w:p>
    <w:p w14:paraId="6D3310CB" w14:textId="77777777" w:rsidR="00EB376E" w:rsidRPr="0033735D" w:rsidRDefault="00EB376E" w:rsidP="00EB376E">
      <w:pPr>
        <w:pStyle w:val="ListBullet"/>
      </w:pPr>
      <w:r w:rsidRPr="0033735D">
        <w:t>Spacing between columns is 10 mm.</w:t>
      </w:r>
    </w:p>
    <w:p w14:paraId="5B181A9B" w14:textId="77777777" w:rsidR="00EB376E" w:rsidRDefault="00EB376E" w:rsidP="00EB376E">
      <w:pPr>
        <w:pStyle w:val="ListBullet"/>
      </w:pPr>
      <w:r w:rsidRPr="0033735D">
        <w:t xml:space="preserve">Top margin </w:t>
      </w:r>
      <w:r>
        <w:t>is 25</w:t>
      </w:r>
      <w:r w:rsidRPr="0033735D">
        <w:t xml:space="preserve"> mm</w:t>
      </w:r>
      <w:r>
        <w:t xml:space="preserve"> (except for the first page which is 30 mm to the title top).</w:t>
      </w:r>
    </w:p>
    <w:p w14:paraId="46C184A6" w14:textId="77777777" w:rsidR="00B76601" w:rsidRPr="0033735D" w:rsidRDefault="00B76601" w:rsidP="00EB376E">
      <w:pPr>
        <w:pStyle w:val="ListBullet"/>
      </w:pPr>
      <w:r>
        <w:t>Bottom margin is 35 mm.</w:t>
      </w:r>
    </w:p>
    <w:p w14:paraId="090AB411" w14:textId="77777777" w:rsidR="00EB376E" w:rsidRPr="0033735D" w:rsidRDefault="00EB376E" w:rsidP="00EB376E">
      <w:pPr>
        <w:pStyle w:val="ListBullet"/>
      </w:pPr>
      <w:r w:rsidRPr="0033735D">
        <w:t>Text height (without headers and footers) is maximum 235 mm.</w:t>
      </w:r>
    </w:p>
    <w:p w14:paraId="7AAAA8E5" w14:textId="48AEC6DE" w:rsidR="00EB376E" w:rsidRPr="0033735D" w:rsidRDefault="00EB376E" w:rsidP="00EB376E">
      <w:pPr>
        <w:pStyle w:val="ListBullet"/>
      </w:pPr>
      <w:r w:rsidRPr="0033735D">
        <w:t xml:space="preserve">Headers and footers should be left empty (they will be added for printing and the INTERSPEECH </w:t>
      </w:r>
      <w:r w:rsidR="005C4174">
        <w:t>2016</w:t>
      </w:r>
      <w:r w:rsidRPr="0033735D">
        <w:t xml:space="preserve"> </w:t>
      </w:r>
      <w:r>
        <w:t>media</w:t>
      </w:r>
      <w:r w:rsidRPr="0033735D">
        <w:t>).</w:t>
      </w:r>
    </w:p>
    <w:p w14:paraId="001E464B" w14:textId="77777777" w:rsidR="00EB376E" w:rsidRPr="0033735D" w:rsidRDefault="00EB376E" w:rsidP="00EB376E">
      <w:pPr>
        <w:pStyle w:val="ListBullet"/>
      </w:pPr>
      <w:r w:rsidRPr="0033735D">
        <w:t>Check indentations and spacings by comparing to this example file (in PDF).</w:t>
      </w:r>
    </w:p>
    <w:p w14:paraId="247B4A58" w14:textId="77777777" w:rsidR="00EB376E" w:rsidRPr="0033735D" w:rsidRDefault="00EB376E" w:rsidP="00EB376E">
      <w:pPr>
        <w:pStyle w:val="Heading3"/>
      </w:pPr>
      <w:r w:rsidRPr="0033735D">
        <w:lastRenderedPageBreak/>
        <w:t>Headings</w:t>
      </w:r>
    </w:p>
    <w:p w14:paraId="28DFD40F" w14:textId="77777777" w:rsidR="00EB376E" w:rsidRPr="0033735D" w:rsidRDefault="00EB376E" w:rsidP="00EB376E">
      <w:pPr>
        <w:pStyle w:val="BodyText"/>
      </w:pPr>
      <w:r w:rsidRPr="0033735D">
        <w:t xml:space="preserve">Section headings are centered in boldface with the first word capitalized and the rest of the heading in lower case. Sub- headings appear like major headings, except they start at the left margin in the column. Sub-sub-headings appear like sub-headings, except they are in italics and not boldface. See </w:t>
      </w:r>
      <w:r w:rsidR="00D339B9">
        <w:t xml:space="preserve">the </w:t>
      </w:r>
      <w:r w:rsidRPr="0033735D">
        <w:t>examples in this file. No more than 3 levels of headings should be used.</w:t>
      </w:r>
    </w:p>
    <w:p w14:paraId="2DD70D41" w14:textId="77777777" w:rsidR="00EB376E" w:rsidRPr="0033735D" w:rsidRDefault="00EB376E" w:rsidP="00EB376E">
      <w:pPr>
        <w:pStyle w:val="Heading2"/>
      </w:pPr>
      <w:r w:rsidRPr="0033735D">
        <w:t>Text font</w:t>
      </w:r>
    </w:p>
    <w:p w14:paraId="2E244D3B" w14:textId="77777777" w:rsidR="00EB376E" w:rsidRPr="0033735D" w:rsidRDefault="00EB376E" w:rsidP="00EB376E">
      <w:pPr>
        <w:pStyle w:val="BodyText"/>
      </w:pPr>
      <w:r w:rsidRPr="0033735D">
        <w:t xml:space="preserve">Times or Times Roman font is used for the main text. </w:t>
      </w:r>
      <w:r>
        <w:t>F</w:t>
      </w:r>
      <w:r w:rsidRPr="0033735D">
        <w:t xml:space="preserve">ont size </w:t>
      </w:r>
      <w:r>
        <w:t xml:space="preserve">in the </w:t>
      </w:r>
      <w:r w:rsidRPr="00EB00B5">
        <w:t>main</w:t>
      </w:r>
      <w:r>
        <w:t xml:space="preserve"> text must be</w:t>
      </w:r>
      <w:r w:rsidRPr="0033735D">
        <w:t xml:space="preserve"> 9 points</w:t>
      </w:r>
      <w:r>
        <w:t>, and in the References section 8 points</w:t>
      </w:r>
      <w:r w:rsidRPr="0033735D">
        <w:t>. Other font types may be used if needed for special purposes. It is VERY IMPORTANT that while making the final PDF file, you embed all used fonts!</w:t>
      </w:r>
    </w:p>
    <w:p w14:paraId="41B3A960" w14:textId="77777777" w:rsidR="00EB376E" w:rsidRPr="0033735D" w:rsidRDefault="00EB376E" w:rsidP="00EB376E">
      <w:pPr>
        <w:pStyle w:val="BodyTextNext"/>
      </w:pPr>
      <w:r w:rsidRPr="0033735D">
        <w:t xml:space="preserve">LaTeX users: users should use Adobe Type 1 fonts such as Times or Times Roman. These are used automatically by the </w:t>
      </w:r>
      <w:r>
        <w:t>INTERSPEECH201</w:t>
      </w:r>
      <w:r w:rsidR="002E1EA8">
        <w:t>6</w:t>
      </w:r>
      <w:r w:rsidRPr="0033735D">
        <w:t>.sty style file.</w:t>
      </w:r>
      <w:r>
        <w:t xml:space="preserve"> Authors must not use Type 3 (bitmap) fonts.</w:t>
      </w:r>
    </w:p>
    <w:p w14:paraId="247592A8" w14:textId="77777777" w:rsidR="00EB376E" w:rsidRPr="0033735D" w:rsidRDefault="00EB376E" w:rsidP="00EB376E">
      <w:pPr>
        <w:pStyle w:val="Heading2"/>
      </w:pPr>
      <w:r w:rsidRPr="0033735D">
        <w:t>Figures</w:t>
      </w:r>
    </w:p>
    <w:p w14:paraId="4D87F525" w14:textId="77777777" w:rsidR="00EB376E" w:rsidRPr="0033735D" w:rsidRDefault="00EB376E" w:rsidP="00EB376E">
      <w:pPr>
        <w:pStyle w:val="BodyText"/>
      </w:pPr>
      <w:r w:rsidRPr="0033735D">
        <w:t>All figures</w:t>
      </w:r>
      <w:r>
        <w:t xml:space="preserve"> must be centere</w:t>
      </w:r>
      <w:r w:rsidRPr="005E6B3E">
        <w:t xml:space="preserve">d </w:t>
      </w:r>
      <w:r>
        <w:t>o</w:t>
      </w:r>
      <w:r w:rsidRPr="005E6B3E">
        <w:t>n the column (or page, if t</w:t>
      </w:r>
      <w:r w:rsidRPr="005E6B3E">
        <w:rPr>
          <w:rStyle w:val="BodyTextChar"/>
        </w:rPr>
        <w:t>he figure spans both c</w:t>
      </w:r>
      <w:r w:rsidRPr="005E6B3E">
        <w:t>olumns</w:t>
      </w:r>
      <w:r w:rsidRPr="0033735D">
        <w:t xml:space="preserve">). Figure captions should follow each figure and have the format given in </w:t>
      </w:r>
      <w:r w:rsidR="00385071" w:rsidRPr="0033735D">
        <w:fldChar w:fldCharType="begin"/>
      </w:r>
      <w:r w:rsidRPr="0033735D">
        <w:instrText xml:space="preserve"> REF _Ref154289107 \h </w:instrText>
      </w:r>
      <w:r w:rsidR="00385071" w:rsidRPr="0033735D">
        <w:fldChar w:fldCharType="separate"/>
      </w:r>
      <w:r w:rsidR="000D367E" w:rsidRPr="0033735D">
        <w:t xml:space="preserve">Figure </w:t>
      </w:r>
      <w:r w:rsidR="000D367E">
        <w:rPr>
          <w:noProof/>
        </w:rPr>
        <w:t>1</w:t>
      </w:r>
      <w:r w:rsidR="00385071" w:rsidRPr="0033735D">
        <w:fldChar w:fldCharType="end"/>
      </w:r>
      <w:r w:rsidRPr="0033735D">
        <w:t>.</w:t>
      </w:r>
    </w:p>
    <w:p w14:paraId="73D47C88" w14:textId="77777777" w:rsidR="00EB376E" w:rsidRPr="0033735D" w:rsidRDefault="00EB376E" w:rsidP="00EB376E">
      <w:pPr>
        <w:pStyle w:val="BodyTextNext"/>
      </w:pPr>
      <w:r w:rsidRPr="0033735D">
        <w:t>Figures should be preferably line drawings. If they contain gray levels or colors, they should be checked to print well on a high-quality non-color laser printer.</w:t>
      </w:r>
    </w:p>
    <w:p w14:paraId="39BA636B" w14:textId="77777777" w:rsidR="00EB376E" w:rsidRPr="0033735D" w:rsidRDefault="00EB376E" w:rsidP="00EB376E">
      <w:pPr>
        <w:pStyle w:val="BodyTextNext"/>
      </w:pPr>
      <w:r w:rsidRPr="0033735D">
        <w:t>Graphics (i.</w:t>
      </w:r>
      <w:r w:rsidR="001C30BD">
        <w:t> </w:t>
      </w:r>
      <w:r w:rsidRPr="0033735D">
        <w:t>e., illustrations, figures) must not use stipple fill patterns because they will n</w:t>
      </w:r>
      <w:r w:rsidR="007E538F">
        <w:t>ot reproduce properly in Adobe</w:t>
      </w:r>
      <w:r w:rsidRPr="0033735D">
        <w:t xml:space="preserve"> PDF. Please use only SOLID FILL COLORS.</w:t>
      </w:r>
    </w:p>
    <w:p w14:paraId="3E84DD02" w14:textId="77777777" w:rsidR="00EB376E" w:rsidRPr="0033735D" w:rsidRDefault="001C30BD" w:rsidP="00EB376E">
      <w:pPr>
        <w:pStyle w:val="BodyTextNext"/>
      </w:pPr>
      <w:r>
        <w:t>Figures which span 2 columns (i. </w:t>
      </w:r>
      <w:r w:rsidR="00EB376E" w:rsidRPr="0033735D">
        <w:t>e.</w:t>
      </w:r>
      <w:r w:rsidR="00147DC4">
        <w:t>,</w:t>
      </w:r>
      <w:r w:rsidR="00EB376E" w:rsidRPr="0033735D">
        <w:t xml:space="preserve"> occupy full page width) should be placed at the top or bottom of the page.</w:t>
      </w:r>
    </w:p>
    <w:p w14:paraId="0A1F671A" w14:textId="77777777" w:rsidR="00EB376E" w:rsidRPr="0033735D" w:rsidRDefault="00EB376E" w:rsidP="00EB376E">
      <w:pPr>
        <w:pStyle w:val="Heading2"/>
      </w:pPr>
      <w:r w:rsidRPr="0033735D">
        <w:t>Tables</w:t>
      </w:r>
    </w:p>
    <w:p w14:paraId="71C30DF5" w14:textId="77777777" w:rsidR="00EB376E" w:rsidRPr="007804E4" w:rsidRDefault="00EB376E" w:rsidP="000D367E">
      <w:pPr>
        <w:pStyle w:val="Caption"/>
        <w:keepNext/>
        <w:ind w:left="0" w:right="11"/>
        <w:jc w:val="both"/>
      </w:pPr>
      <w:r w:rsidRPr="0033735D">
        <w:t xml:space="preserve">An example of a table is shown </w:t>
      </w:r>
      <w:r>
        <w:t>in</w:t>
      </w:r>
      <w:r w:rsidRPr="0033735D">
        <w:t xml:space="preserve"> </w:t>
      </w:r>
      <w:r w:rsidR="000D367E">
        <w:t>Table 1</w:t>
      </w:r>
      <w:r w:rsidR="004C0A7F">
        <w:t xml:space="preserve">. The caption </w:t>
      </w:r>
      <w:r w:rsidRPr="0033735D">
        <w:t>text may be above or below the table.</w:t>
      </w:r>
      <w:bookmarkStart w:id="1" w:name="_Ref154289059"/>
    </w:p>
    <w:p w14:paraId="62FB7513" w14:textId="77777777" w:rsidR="00EB376E" w:rsidRPr="0033735D" w:rsidRDefault="00EB376E" w:rsidP="00EB376E">
      <w:pPr>
        <w:pStyle w:val="Caption"/>
        <w:keepNext/>
        <w:rPr>
          <w:i/>
        </w:rPr>
      </w:pPr>
      <w:r w:rsidRPr="0033735D">
        <w:t xml:space="preserve">Table </w:t>
      </w:r>
      <w:r w:rsidR="005C4174">
        <w:fldChar w:fldCharType="begin"/>
      </w:r>
      <w:r w:rsidR="005C4174">
        <w:instrText xml:space="preserve"> SEQ Table \* ARABIC </w:instrText>
      </w:r>
      <w:r w:rsidR="005C4174">
        <w:fldChar w:fldCharType="separate"/>
      </w:r>
      <w:r w:rsidR="000D367E">
        <w:rPr>
          <w:noProof/>
        </w:rPr>
        <w:t>1</w:t>
      </w:r>
      <w:r w:rsidR="005C4174">
        <w:rPr>
          <w:noProof/>
        </w:rPr>
        <w:fldChar w:fldCharType="end"/>
      </w:r>
      <w:bookmarkEnd w:id="1"/>
      <w:r w:rsidRPr="0033735D">
        <w:t xml:space="preserve">. </w:t>
      </w:r>
      <w:r w:rsidRPr="0033735D">
        <w:rPr>
          <w:i/>
        </w:rPr>
        <w:t>This is an example of a table.</w:t>
      </w:r>
    </w:p>
    <w:tbl>
      <w:tblPr>
        <w:tblW w:w="0" w:type="auto"/>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A0" w:firstRow="1" w:lastRow="0" w:firstColumn="1" w:lastColumn="0" w:noHBand="0" w:noVBand="0"/>
      </w:tblPr>
      <w:tblGrid>
        <w:gridCol w:w="1113"/>
        <w:gridCol w:w="1124"/>
      </w:tblGrid>
      <w:tr w:rsidR="00EB376E" w:rsidRPr="0033735D" w14:paraId="02CF31D2" w14:textId="77777777" w:rsidTr="00273601">
        <w:trPr>
          <w:cantSplit/>
          <w:trHeight w:val="210"/>
          <w:jc w:val="center"/>
        </w:trPr>
        <w:tc>
          <w:tcPr>
            <w:tcW w:w="1113" w:type="dxa"/>
            <w:tcBorders>
              <w:bottom w:val="single" w:sz="6" w:space="0" w:color="000000"/>
            </w:tcBorders>
            <w:shd w:val="pct30" w:color="FFFF00" w:fill="FFFFFF"/>
          </w:tcPr>
          <w:p w14:paraId="63C74A85" w14:textId="77777777" w:rsidR="00EB376E" w:rsidRPr="0033735D" w:rsidRDefault="00EB376E" w:rsidP="00273601">
            <w:pPr>
              <w:ind w:right="45"/>
              <w:jc w:val="center"/>
            </w:pPr>
            <w:r w:rsidRPr="0033735D">
              <w:t>Ratio</w:t>
            </w:r>
          </w:p>
        </w:tc>
        <w:tc>
          <w:tcPr>
            <w:tcW w:w="1124" w:type="dxa"/>
            <w:tcBorders>
              <w:bottom w:val="single" w:sz="6" w:space="0" w:color="000000"/>
            </w:tcBorders>
            <w:shd w:val="pct30" w:color="FFFF00" w:fill="FFFFFF"/>
          </w:tcPr>
          <w:p w14:paraId="6F82AA61" w14:textId="77777777" w:rsidR="00EB376E" w:rsidRPr="0033735D" w:rsidRDefault="00EB376E" w:rsidP="00273601">
            <w:pPr>
              <w:ind w:right="45"/>
              <w:jc w:val="center"/>
            </w:pPr>
            <w:r w:rsidRPr="0033735D">
              <w:t>Decibels</w:t>
            </w:r>
          </w:p>
        </w:tc>
      </w:tr>
      <w:tr w:rsidR="00EB376E" w:rsidRPr="0033735D" w14:paraId="57A0585B" w14:textId="77777777" w:rsidTr="00273601">
        <w:trPr>
          <w:cantSplit/>
          <w:trHeight w:val="210"/>
          <w:jc w:val="center"/>
        </w:trPr>
        <w:tc>
          <w:tcPr>
            <w:tcW w:w="1113" w:type="dxa"/>
            <w:tcBorders>
              <w:top w:val="nil"/>
            </w:tcBorders>
          </w:tcPr>
          <w:p w14:paraId="61B6EC06" w14:textId="77777777" w:rsidR="00EB376E" w:rsidRPr="0033735D" w:rsidRDefault="00EB376E" w:rsidP="00273601">
            <w:pPr>
              <w:ind w:right="45"/>
              <w:jc w:val="center"/>
            </w:pPr>
            <w:r w:rsidRPr="0033735D">
              <w:t>1/1</w:t>
            </w:r>
          </w:p>
        </w:tc>
        <w:tc>
          <w:tcPr>
            <w:tcW w:w="1124" w:type="dxa"/>
            <w:tcBorders>
              <w:top w:val="nil"/>
            </w:tcBorders>
          </w:tcPr>
          <w:p w14:paraId="41899EDD" w14:textId="77777777" w:rsidR="00EB376E" w:rsidRPr="0033735D" w:rsidRDefault="00EB376E" w:rsidP="00273601">
            <w:pPr>
              <w:ind w:right="45"/>
              <w:jc w:val="center"/>
            </w:pPr>
            <w:r w:rsidRPr="0033735D">
              <w:t>0</w:t>
            </w:r>
          </w:p>
        </w:tc>
      </w:tr>
      <w:tr w:rsidR="00EB376E" w:rsidRPr="0033735D" w14:paraId="6C43F29C" w14:textId="77777777" w:rsidTr="00273601">
        <w:trPr>
          <w:cantSplit/>
          <w:trHeight w:val="210"/>
          <w:jc w:val="center"/>
        </w:trPr>
        <w:tc>
          <w:tcPr>
            <w:tcW w:w="1113" w:type="dxa"/>
          </w:tcPr>
          <w:p w14:paraId="3D6A6D41" w14:textId="77777777" w:rsidR="00EB376E" w:rsidRPr="0033735D" w:rsidRDefault="00EB376E" w:rsidP="00273601">
            <w:pPr>
              <w:ind w:right="45"/>
              <w:jc w:val="center"/>
            </w:pPr>
            <w:r w:rsidRPr="0033735D">
              <w:t>2/1</w:t>
            </w:r>
          </w:p>
        </w:tc>
        <w:tc>
          <w:tcPr>
            <w:tcW w:w="1124" w:type="dxa"/>
          </w:tcPr>
          <w:p w14:paraId="36EE3A6B" w14:textId="77777777" w:rsidR="00EB376E" w:rsidRPr="0033735D" w:rsidRDefault="00EB376E" w:rsidP="00273601">
            <w:pPr>
              <w:ind w:right="45"/>
              <w:jc w:val="center"/>
            </w:pPr>
            <w:r w:rsidRPr="0033735D">
              <w:sym w:font="Symbol" w:char="F0BB"/>
            </w:r>
            <w:r w:rsidRPr="0033735D">
              <w:t xml:space="preserve"> 6</w:t>
            </w:r>
          </w:p>
        </w:tc>
      </w:tr>
      <w:tr w:rsidR="00EB376E" w:rsidRPr="0033735D" w14:paraId="685E2D37" w14:textId="77777777" w:rsidTr="00273601">
        <w:trPr>
          <w:cantSplit/>
          <w:trHeight w:val="210"/>
          <w:jc w:val="center"/>
        </w:trPr>
        <w:tc>
          <w:tcPr>
            <w:tcW w:w="1113" w:type="dxa"/>
          </w:tcPr>
          <w:p w14:paraId="05BF3F6A" w14:textId="77777777" w:rsidR="00EB376E" w:rsidRPr="0033735D" w:rsidRDefault="00EB376E" w:rsidP="00273601">
            <w:pPr>
              <w:ind w:right="45"/>
              <w:jc w:val="center"/>
            </w:pPr>
            <w:r w:rsidRPr="0033735D">
              <w:t>3.16</w:t>
            </w:r>
          </w:p>
        </w:tc>
        <w:tc>
          <w:tcPr>
            <w:tcW w:w="1124" w:type="dxa"/>
          </w:tcPr>
          <w:p w14:paraId="14F078FD" w14:textId="77777777" w:rsidR="00EB376E" w:rsidRPr="0033735D" w:rsidRDefault="00EB376E" w:rsidP="00273601">
            <w:pPr>
              <w:ind w:right="45"/>
              <w:jc w:val="center"/>
            </w:pPr>
            <w:r w:rsidRPr="0033735D">
              <w:t>10</w:t>
            </w:r>
          </w:p>
        </w:tc>
      </w:tr>
      <w:tr w:rsidR="00EB376E" w:rsidRPr="0033735D" w14:paraId="36D4786F" w14:textId="77777777" w:rsidTr="00273601">
        <w:trPr>
          <w:cantSplit/>
          <w:trHeight w:val="210"/>
          <w:jc w:val="center"/>
        </w:trPr>
        <w:tc>
          <w:tcPr>
            <w:tcW w:w="1113" w:type="dxa"/>
          </w:tcPr>
          <w:p w14:paraId="7FF996BB" w14:textId="77777777" w:rsidR="00EB376E" w:rsidRPr="0033735D" w:rsidRDefault="00EB376E" w:rsidP="00273601">
            <w:pPr>
              <w:ind w:right="45"/>
              <w:jc w:val="center"/>
            </w:pPr>
            <w:r w:rsidRPr="0033735D">
              <w:t>1/10</w:t>
            </w:r>
          </w:p>
        </w:tc>
        <w:tc>
          <w:tcPr>
            <w:tcW w:w="1124" w:type="dxa"/>
          </w:tcPr>
          <w:p w14:paraId="25187886" w14:textId="77777777" w:rsidR="00EB376E" w:rsidRPr="0033735D" w:rsidRDefault="00EB376E" w:rsidP="00273601">
            <w:pPr>
              <w:ind w:right="45"/>
              <w:jc w:val="center"/>
            </w:pPr>
            <w:r w:rsidRPr="0033735D">
              <w:t>20</w:t>
            </w:r>
          </w:p>
        </w:tc>
      </w:tr>
      <w:tr w:rsidR="00EB376E" w:rsidRPr="0033735D" w14:paraId="20FFDE14" w14:textId="77777777" w:rsidTr="00273601">
        <w:trPr>
          <w:cantSplit/>
          <w:trHeight w:val="210"/>
          <w:jc w:val="center"/>
        </w:trPr>
        <w:tc>
          <w:tcPr>
            <w:tcW w:w="1113" w:type="dxa"/>
          </w:tcPr>
          <w:p w14:paraId="101D064E" w14:textId="77777777" w:rsidR="00EB376E" w:rsidRPr="0033735D" w:rsidRDefault="00EB376E" w:rsidP="00273601">
            <w:pPr>
              <w:ind w:right="45"/>
              <w:jc w:val="center"/>
            </w:pPr>
            <w:r w:rsidRPr="0033735D">
              <w:t>10/1</w:t>
            </w:r>
          </w:p>
        </w:tc>
        <w:tc>
          <w:tcPr>
            <w:tcW w:w="1124" w:type="dxa"/>
          </w:tcPr>
          <w:p w14:paraId="448798DB" w14:textId="77777777" w:rsidR="00EB376E" w:rsidRPr="0033735D" w:rsidRDefault="00EB376E" w:rsidP="00273601">
            <w:pPr>
              <w:ind w:right="45"/>
              <w:jc w:val="center"/>
            </w:pPr>
            <w:r w:rsidRPr="0033735D">
              <w:t>-20</w:t>
            </w:r>
          </w:p>
        </w:tc>
      </w:tr>
      <w:tr w:rsidR="00EB376E" w:rsidRPr="0033735D" w14:paraId="2FBC1E32" w14:textId="77777777" w:rsidTr="00273601">
        <w:trPr>
          <w:cantSplit/>
          <w:trHeight w:val="210"/>
          <w:jc w:val="center"/>
        </w:trPr>
        <w:tc>
          <w:tcPr>
            <w:tcW w:w="1113" w:type="dxa"/>
          </w:tcPr>
          <w:p w14:paraId="12F77AE9" w14:textId="77777777" w:rsidR="00EB376E" w:rsidRPr="0033735D" w:rsidRDefault="00EB376E" w:rsidP="00273601">
            <w:pPr>
              <w:ind w:right="45"/>
              <w:jc w:val="center"/>
            </w:pPr>
            <w:r w:rsidRPr="0033735D">
              <w:t>100/1</w:t>
            </w:r>
          </w:p>
        </w:tc>
        <w:tc>
          <w:tcPr>
            <w:tcW w:w="1124" w:type="dxa"/>
          </w:tcPr>
          <w:p w14:paraId="3B3307B9" w14:textId="77777777" w:rsidR="00EB376E" w:rsidRPr="0033735D" w:rsidRDefault="00EB376E" w:rsidP="00273601">
            <w:pPr>
              <w:ind w:right="45"/>
              <w:jc w:val="center"/>
            </w:pPr>
            <w:r w:rsidRPr="0033735D">
              <w:t>40</w:t>
            </w:r>
          </w:p>
        </w:tc>
      </w:tr>
      <w:tr w:rsidR="00EB376E" w:rsidRPr="0033735D" w14:paraId="16CFD23E" w14:textId="77777777" w:rsidTr="00273601">
        <w:trPr>
          <w:cantSplit/>
          <w:trHeight w:val="210"/>
          <w:jc w:val="center"/>
        </w:trPr>
        <w:tc>
          <w:tcPr>
            <w:tcW w:w="1113" w:type="dxa"/>
          </w:tcPr>
          <w:p w14:paraId="5EDF43C5" w14:textId="77777777" w:rsidR="00EB376E" w:rsidRPr="0033735D" w:rsidRDefault="00EB376E" w:rsidP="00273601">
            <w:pPr>
              <w:ind w:right="45"/>
              <w:jc w:val="center"/>
            </w:pPr>
            <w:r w:rsidRPr="0033735D">
              <w:t>1000/1</w:t>
            </w:r>
          </w:p>
        </w:tc>
        <w:tc>
          <w:tcPr>
            <w:tcW w:w="1124" w:type="dxa"/>
          </w:tcPr>
          <w:p w14:paraId="3637D414" w14:textId="77777777" w:rsidR="00EB376E" w:rsidRPr="0033735D" w:rsidRDefault="00EB376E" w:rsidP="00273601">
            <w:pPr>
              <w:ind w:right="45"/>
              <w:jc w:val="center"/>
            </w:pPr>
            <w:r w:rsidRPr="0033735D">
              <w:t>60</w:t>
            </w:r>
          </w:p>
        </w:tc>
      </w:tr>
    </w:tbl>
    <w:p w14:paraId="3DC1593C" w14:textId="77777777" w:rsidR="00EB376E" w:rsidRPr="0033735D" w:rsidRDefault="00E7616C" w:rsidP="00EB376E">
      <w:pPr>
        <w:keepNext/>
      </w:pPr>
      <w:r>
        <w:rPr>
          <w:noProof/>
        </w:rPr>
        <w:lastRenderedPageBreak/>
        <w:pict w14:anchorId="767B130D">
          <v:group id="Group 609" o:spid="_x0000_s1164" style="position:absolute;margin-left:0;margin-top:0;width:223.6pt;height:137.9pt;z-index:251660288;mso-position-horizontal-relative:char;mso-position-vertical-relative:line" coordsize="4472,2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">
            <o:lock v:ext="edit" aspectratio="t"/>
            <v:rect id="AutoShape 608" o:spid="_x0000_s1165" style="position:absolute;width:4472;height:27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rect id="Rectangle 610" o:spid="_x0000_s1166" style="position:absolute;width:4472;height:27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bUcMA&#10;AADaAAAADwAAAGRycy9kb3ducmV2LnhtbESPQWvCQBSE70L/w/IK3upGa6tEVxGh4EnbKOLxmX0m&#10;IbtvQ3bV9N93hYLHYWa+YebLzhpxo9ZXjhUMBwkI4tzpigsFh/3X2xSED8gajWNS8EselouX3hxT&#10;7e78Q7csFCJC2KeooAyhSaX0eUkW/cA1xNG7uNZiiLItpG7xHuHWyFGSfEqLFceFEhtal5TX2dUq&#10;mH6cTX2YvJ+2k93wWJNZkd9+K9V/7VYzEIG68Az/tzdawRgeV+IN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bUcMAAADaAAAADwAAAAAAAAAAAAAAAACYAgAAZHJzL2Rv&#10;d25yZXYueG1sUEsFBgAAAAAEAAQA9QAAAIgDAAAAAA==&#10;" filled="f" strokeweight="0"/>
            <v:rect id="Rectangle 611" o:spid="_x0000_s1167" style="position:absolute;left:76;top:73;width:3859;height:26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xLcMIA&#10;AADaAAAADwAAAGRycy9kb3ducmV2LnhtbESPQYvCMBSE74L/IbwFb5quaJGuUUR2QcRLrYc9Pppn&#10;W2xeShK1+uuNsLDHYWa+YZbr3rTiRs43lhV8ThIQxKXVDVcKTsXPeAHCB2SNrWVS8CAP69VwsMRM&#10;2zvndDuGSkQI+wwV1CF0mZS+rMmgn9iOOHpn6wyGKF0ltcN7hJtWTpMklQYbjgs1drStqbwcr0ZB&#10;evl21d7/7rrrI0+L4rmYTfODUqOPfvMFIlAf/sN/7Z1WMIf3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EtwwgAAANoAAAAPAAAAAAAAAAAAAAAAAJgCAABkcnMvZG93&#10;bnJldi54bWxQSwUGAAAAAAQABAD1AAAAhwMAAAAA&#10;" fillcolor="#e0e0e0" strokecolor="#e0e0e0" strokeweight="0"/>
            <v:shape id="Freeform 612" o:spid="_x0000_s1168" style="position:absolute;left:1489;top:701;width:2458;height:1019;visibility:visible;mso-wrap-style:square;v-text-anchor:top" coordsize="2458,1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MyVcMA&#10;AADaAAAADwAAAGRycy9kb3ducmV2LnhtbESPQWvCQBSE7wX/w/IKvUizqRQtqavYgMWDCJr0/si+&#10;JsHs25hdk/Tfu4LQ4zDzzTDL9Wga0VPnassK3qIYBHFhdc2lgjzbvn6AcB5ZY2OZFPyRg/Vq8rTE&#10;RNuBj9SffClCCbsEFVTet4mUrqjIoItsSxy8X9sZ9EF2pdQdDqHcNHIWx3NpsOawUGFLaUXF+XQ1&#10;CuZp+p195dPDBYvNfre45j/v7Vmpl+dx8wnC0+j/ww96pwMH9yvhBs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MyVcMAAADaAAAADwAAAAAAAAAAAAAAAACYAgAAZHJzL2Rv&#10;d25yZXYueG1sUEsFBgAAAAAEAAQA9QAAAIgDAAAAAA==&#10;" path="m2458,371l2449,368,2432,363,2407,354,2379,343,2348,332,2320,318,2295,307,2281,292,2261,273,2239,245,2211,208,2182,169,2152,132,2123,98,2087,73,2048,56,2003,42,1955,31,1910,22,1868,11,1814,3,1758,,1699,,1643,8,1593,22,1556,42,1522,73,1486,115,1452,157,1421,202,1393,245,1371,278,1340,309,1298,340,1244,374,1191,405,1135,436,1087,464,1050,487,1025,501,989,506,946,509,901,506,857,498,814,492,775,484,744,475,725,470,716,467,716,537,8,534,,810,708,807,708,923,710,920,725,912,744,900,772,889,806,875,851,864,910,855,980,844,1056,838,1129,838,1250,841,1371,850,1483,867,1564,881,1649,900,1736,926,1828,962,1885,988,1932,1007,1972,1016,2005,1019,2034,1013,2064,1002,2081,990,2098,976,2109,965,2121,954,2135,945,2152,945,2171,951,2202,962,2241,982,2289,993,2334,1002,2376,1007,2413,1010,2438,1013,2446,1013,2458,371xe" strokecolor="white" strokeweight="0">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v:shape>
            <v:polyline id="Freeform 613" o:spid="_x0000_s1169" style="position:absolute;visibility:visible;mso-wrap-style:square;v-text-anchor:top" points="3947,1072,3938,1069,3921,1064,3896,1055,3868,1044,3837,1033,3809,1019,3784,1008,3770,993,3750,974,3728,946,3700,909,3671,870,3641,833,3612,799,3576,774,3537,757,3492,743,3444,732,3399,723,3357,712,3303,704,3247,701,3188,701,3132,709,3082,723,3045,743,3011,774,2975,816,2941,858,2910,903,2882,946,2860,979,2829,1010,2787,1041,2733,1075,2680,1106,2624,1137,2576,1165,2539,1188,2514,1202,2478,1207,2435,1210,2390,1207,2346,1199,2303,1193,2264,1185,2233,1176,2214,1171,2205,1168,2205,1238,1497,1235,1489,1511,2197,1508,2197,1624,2199,1621,2214,1613,2233,1601,2261,1590,2295,1576,2340,1565,2399,1556,2469,1545,2545,1539,2618,1539,2739,1542,2860,1551,2972,1568,3053,1582,3138,1601,3225,1627,3317,1663,3374,1689,3421,1708,3461,1717,3494,1720,3523,1714,3553,1703,3570,1691,3587,1677,3598,1666,3610,1655,3624,1646,3641,1646,3660,1652,3691,1663,3730,1683,3778,1694,3823,1703,3865,1708,3902,1711,3927,1714,3935,1714" coordsize="2458,1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zn8MA&#10;AADaAAAADwAAAGRycy9kb3ducmV2LnhtbESPwWrDMBBE74H+g9hCLqGW20JanMjGDRSKT43Tg4+L&#10;tbFNpJWxlMT5+6pQyHGYmTfMtpitERea/OBYwXOSgiBunR64U/Bz+Hx6B+EDskbjmBTcyEORPyy2&#10;mGl35T1d6tCJCGGfoYI+hDGT0rc9WfSJG4mjd3STxRDl1Ek94TXCrZEvabqWFgeOCz2OtOupPdVn&#10;q8CV9enjdS2ryofvVdOkxpSVUWr5OJcbEIHmcA//t7+0gjf4uxJv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hzn8MAAADaAAAADwAAAAAAAAAAAAAAAACYAgAAZHJzL2Rv&#10;d25yZXYueG1sUEsFBgAAAAAEAAQA9QAAAIgDAAAAAA==&#10;" filled="f" strokeweight=".55pt">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v:polyline>
            <v:shape id="Freeform 614" o:spid="_x0000_s1170" style="position:absolute;left:601;top:898;width:924;height:912;visibility:visible;mso-wrap-style:square;v-text-anchor:top" coordsize="924,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5iG78A&#10;AADaAAAADwAAAGRycy9kb3ducmV2LnhtbERPTUsDMRC9C/6HMEJvNmsPRdemJQrSHkrBqux12Ew3&#10;SzeTJUm36b83B8Hj432vNtkNYqIQe88KnuYVCOLWm547Bd9fH4/PIGJCNjh4JgU3irBZ39+tsDb+&#10;yp80HVMnSgjHGhXYlMZaythachjnfiQu3MkHh6nA0EkT8FrC3SAXVbWUDnsuDRZHerfUno8Xp0A3&#10;PB2C1duDfvnZk85NftONUrOHrF9BJMrpX/zn3hkFZWu5Um6AXP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LmIbvwAAANoAAAAPAAAAAAAAAAAAAAAAAJgCAABkcnMvZG93bnJl&#10;di54bWxQSwUGAAAAAAQABAD1AAAAhAMAAAAA&#10;" path="m461,912l545,906,624,883,694,850,759,805,815,751,863,686,896,616,916,537,924,456,916,374,896,295,863,225,815,163,759,107,694,62,624,28,545,5,461,,379,5,301,28,228,62,163,107,110,163,62,225,28,295,9,374,,456,9,537,28,616,62,686,110,751,163,805,228,850,301,883,379,906,461,912xe" strokecolor="white" strokeweight="0">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polyline id="Freeform 615" o:spid="_x0000_s1171" style="position:absolute;visibility:visible;mso-wrap-style:square;v-text-anchor:top" points="1062,1810,1146,1804,1225,1781,1295,1748,1360,1703,1416,1649,1464,1584,1497,1514,1517,1435,1525,1354,1517,1272,1497,1193,1464,1123,1416,1061,1360,1005,1295,960,1225,926,1146,903,1062,898,980,903,902,926,829,960,764,1005,711,1061,663,1123,629,1193,610,1272,601,1354,610,1435,629,1514,663,1584,711,1649,764,1703,829,1748,902,1781,980,1804,1062,1810" coordsize="924,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MswMMA&#10;AADaAAAADwAAAGRycy9kb3ducmV2LnhtbESPQWvCQBSE7wX/w/IEL1I3LSiauootVL0UMRXs8ZF9&#10;yQazb9PsqvHfdwWhx2FmvmHmy87W4kKtrxwreBklIIhzpysuFRy+P5+nIHxA1lg7JgU38rBc9J7m&#10;mGp35T1dslCKCGGfogITQpNK6XNDFv3INcTRK1xrMUTZllK3eI1wW8vXJJlIixXHBYMNfRjKT9nZ&#10;KtgVa843emjWx4J/v7J3PS5+ZkoN+t3qDUSgLvyHH+2tVjCD+5V4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MswMMAAADaAAAADwAAAAAAAAAAAAAAAACYAgAAZHJzL2Rv&#10;d25yZXYueG1sUEsFBgAAAAAEAAQA9QAAAIgDAAAAAA==&#10;" filled="f" strokeweight=".55pt">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polyline>
            <v:polyline id="Freeform 616" o:spid="_x0000_s1172" style="position:absolute;visibility:visible;mso-wrap-style:square;v-text-anchor:top" points="1792,2035,1803,2032,1815,2029,1823,2021,1831,2012,1834,2004,1837,1990,1834,1978,1831,1970,1823,1959,1815,1953,1803,1947,1792,1947,1781,1947,1770,1953,1761,1959,1756,1970,1750,1978,1747,1990,1750,2004,1756,2012,1761,2021,1770,2029,1781,2032,1792,2035" coordsize="9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8yAsQA&#10;AADbAAAADwAAAGRycy9kb3ducmV2LnhtbESPTWvCQBCG74X+h2UKvdWNQqWkriJCobS9NBXtccyO&#10;STA7G7K7Me2vdw6Ctxnm/XhmsRpdqwbqQ+PZwHSSgSIuvW24MrD9eXt6ARUissXWMxn4owCr5f3d&#10;AnPrz/xNQxErJSEccjRQx9jlWoeyJodh4jtiuR197zDK2lfa9niWcNfqWZbNtcOGpaHGjjY1laci&#10;OektDvv/z+3s9zl9Dfsi7tIHpmTM48O4fgUVaYw38dX9bgVf6OUXGUA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PMgLEAAAA2wAAAA8AAAAAAAAAAAAAAAAAmAIAAGRycy9k&#10;b3ducmV2LnhtbFBLBQYAAAAABAAEAPUAAACJAwAAAAA=&#10;" filled="f" strokeweight=".55pt">
              <v:path arrowok="t" o:connecttype="custom" o:connectlocs="45,88;56,85;68,82;76,74;84,65;87,57;90,43;87,31;84,23;76,12;68,6;56,0;45,0;34,0;23,6;14,12;9,23;3,31;0,43;3,57;9,65;14,74;23,82;34,85;45,88" o:connectangles="0,0,0,0,0,0,0,0,0,0,0,0,0,0,0,0,0,0,0,0,0,0,0,0,0"/>
            </v:polyline>
            <v:polyline id="Freeform 617" o:spid="_x0000_s1173" style="position:absolute;visibility:visible;mso-wrap-style:square;v-text-anchor:top" points="1795,1832,1806,1829,1817,1824,1826,1818,1834,1810,1837,1798,1840,1787,1837,1776,1834,1765,1826,1756,1817,1750,1806,1745,1795,1742,1784,1745,1773,1750,1764,1756,1758,1765,1753,1776,1750,1787,1753,1798,1758,1810,1764,1818,1773,1824,1784,1829,1795,1832" coordsize="9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8E8AA&#10;AADbAAAADwAAAGRycy9kb3ducmV2LnhtbERPS2sCMRC+F/ofwhS8adYeiq5GacVCr7ot9Thuxs3q&#10;ZrJssg/99UYo9DYf33OW68FWoqPGl44VTCcJCOLc6ZILBd/Z53gGwgdkjZVjUnAlD+vV89MSU+16&#10;3lG3D4WIIexTVGBCqFMpfW7Iop+4mjhyJ9dYDBE2hdQN9jHcVvI1Sd6kxZJjg8GaNobyy761CrKj&#10;2frD/Ofm2tycjx/n3x0xKzV6Gd4XIAIN4V/85/7Scf4UHr/EA+Tq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af8E8AAAADbAAAADwAAAAAAAAAAAAAAAACYAgAAZHJzL2Rvd25y&#10;ZXYueG1sUEsFBgAAAAAEAAQA9QAAAIUDAAAAAA==&#10;" filled="f" strokeweight=".55pt">
              <v:path arrowok="t" o:connecttype="custom" o:connectlocs="45,90;56,87;67,82;76,76;84,68;87,56;90,45;87,34;84,23;76,14;67,8;56,3;45,0;34,3;23,8;14,14;8,23;3,34;0,45;3,56;8,68;14,76;23,82;34,87;45,90" o:connectangles="0,0,0,0,0,0,0,0,0,0,0,0,0,0,0,0,0,0,0,0,0,0,0,0,0"/>
            </v:polyline>
            <v:polyline id="Freeform 618" o:spid="_x0000_s1174" style="position:absolute;visibility:visible;mso-wrap-style:square;v-text-anchor:top" points="1792,1933,1803,1931,1815,1928,1823,1919,1831,1911,1834,1900,1837,1888,1834,1877,1831,1866,1823,1857,1815,1852,1803,1846,1792,1846,1781,1846,1770,1852,1761,1857,1756,1866,1750,1877,1747,1888,1750,1900,1756,1911,1761,1919,1770,1928,1781,1931,1792,1933"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FjZsIA&#10;AADbAAAADwAAAGRycy9kb3ducmV2LnhtbERP22oCMRB9F/oPYQp9kZpVFq2rUWql0AcRvHzAsJm9&#10;2M1kSeK6/n1TEHybw7nOct2bRnTkfG1ZwXiUgCDOra65VHA+fb9/gPABWWNjmRTcycN69TJYYqbt&#10;jQ/UHUMpYgj7DBVUIbSZlD6vyKAf2ZY4coV1BkOErpTa4S2Gm0ZOkmQqDdYcGyps6aui/Pd4NQo2&#10;Q9rMdkEXh4tL0+2+K+bpqVPq7bX/XIAI1Ien+OH+0XH+BP5/i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0WNmwgAAANsAAAAPAAAAAAAAAAAAAAAAAJgCAABkcnMvZG93&#10;bnJldi54bWxQSwUGAAAAAAQABAD1AAAAhwMAAAAA&#10;" filled="f" strokeweight=".55pt">
              <v:path arrowok="t" o:connecttype="custom" o:connectlocs="45,87;56,85;68,82;76,73;84,65;87,54;90,42;87,31;84,20;76,11;68,6;56,0;45,0;34,0;23,6;14,11;9,20;3,31;0,42;3,54;9,65;14,73;23,82;34,85;45,87" o:connectangles="0,0,0,0,0,0,0,0,0,0,0,0,0,0,0,0,0,0,0,0,0,0,0,0,0"/>
            </v:polyline>
            <v:polyline id="Freeform 619" o:spid="_x0000_s1175" style="position:absolute;visibility:visible;mso-wrap-style:square;v-text-anchor:top" points="1795,2136,1806,2136,1817,2130,1826,2125,1834,2116,1837,2105,1840,2094,1837,2083,1834,2071,1826,2063,1817,2054,1806,2052,1795,2049,1784,2052,1773,2054,1764,2063,1758,2071,1753,2083,1750,2094,1753,2105,1758,2116,1764,2125,1773,2130,1784,2136,1795,2136"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3G/cIA&#10;AADbAAAADwAAAGRycy9kb3ducmV2LnhtbERP22oCMRB9F/oPYQq+SM1Wl162RtGWgg8irPYDhs3s&#10;pd1MliSu6983guDbHM51FqvBtKIn5xvLCp6nCQjiwuqGKwU/x++nNxA+IGtsLZOCC3lYLR9GC8y0&#10;PXNO/SFUIoawz1BBHUKXSemLmgz6qe2II1daZzBE6CqpHZ5juGnlLElepMGGY0ONHX3WVPwdTkbB&#10;ZkKb113QZf7r0vRr35fv6bFXavw4rD9ABBrCXXxzb3WcP4frL/E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cb9wgAAANsAAAAPAAAAAAAAAAAAAAAAAJgCAABkcnMvZG93&#10;bnJldi54bWxQSwUGAAAAAAQABAD1AAAAhwMAAAAA&#10;" filled="f" strokeweight=".55pt">
              <v:path arrowok="t" o:connecttype="custom" o:connectlocs="45,87;56,87;67,81;76,76;84,67;87,56;90,45;87,34;84,22;76,14;67,5;56,3;45,0;34,3;23,5;14,14;8,22;3,34;0,45;3,56;8,67;14,76;23,81;34,87;45,87" o:connectangles="0,0,0,0,0,0,0,0,0,0,0,0,0,0,0,0,0,0,0,0,0,0,0,0,0"/>
            </v:polyline>
            <v:line id="Line 620" o:spid="_x0000_s1176" style="position:absolute;flip:x;visibility:visible" from="1567,2246" to="2315,2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NCsEAAADbAAAADwAAAGRycy9kb3ducmV2LnhtbERPTWvCQBC9F/wPywi91Y0irUQ3QQRF&#10;Cj00LaK3MTsmIdnZkF01+fddQehtHu9zVmlvGnGjzlWWFUwnEQji3OqKCwW/P9u3BQjnkTU2lknB&#10;QA7SZPSywljbO3/TLfOFCCHsYlRQet/GUrq8JINuYlviwF1sZ9AH2BVSd3gP4aaRsyh6lwYrDg0l&#10;trQpKa+zq1FQ7/TpdK51X38cLH5+DdwcL6zU67hfL0F46v2/+One6zB/Do9fwgE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qo0KwQAAANsAAAAPAAAAAAAAAAAAAAAA&#10;AKECAABkcnMvZG93bnJldi54bWxQSwUGAAAAAAQABAD5AAAAjwMAAAAA&#10;" strokeweight=".55pt"/>
            <v:line id="Line 621" o:spid="_x0000_s1177" style="position:absolute;flip:y;visibility:visible" from="2185,2249" to="2312,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YokcEAAADbAAAADwAAAGRycy9kb3ducmV2LnhtbERPTWvCQBC9F/wPywi91Y2CrUQ3QQRF&#10;Cj00LaK3MTsmIdnZkF01+fddQehtHu9zVmlvGnGjzlWWFUwnEQji3OqKCwW/P9u3BQjnkTU2lknB&#10;QA7SZPSywljbO3/TLfOFCCHsYlRQet/GUrq8JINuYlviwF1sZ9AH2BVSd3gP4aaRsyh6lwYrDg0l&#10;trQpKa+zq1FQ7/TpdK51X38cLH5+DdwcL6zU67hfL0F46v2/+One6zB/Do9fwgE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5iiRwQAAANsAAAAPAAAAAAAAAAAAAAAA&#10;AKECAABkcnMvZG93bnJldi54bWxQSwUGAAAAAAQABAD5AAAAjwMAAAAA&#10;" strokeweight=".55pt"/>
            <v:line id="Line 622" o:spid="_x0000_s1178" style="position:absolute;flip:y;visibility:visible" from="2118,2246" to="224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S25sIAAADbAAAADwAAAGRycy9kb3ducmV2LnhtbERPTWuDQBC9B/oflin0FtfmYIN1I6HQ&#10;Ego91IRQbxN3oqI7K+420X/fLQRym8f7nCyfTC8uNLrWsoLnKAZBXFndcq3gsH9frkE4j6yxt0wK&#10;ZnKQbx4WGabaXvmbLoWvRQhhl6KCxvshldJVDRl0kR2IA3e2o0Ef4FhLPeI1hJteruI4kQZbDg0N&#10;DvTWUNUVv0ZB96HL8tTpqXs5Wvz8mrn/ObNST4/T9hWEp8nfxTf3Tof5Cfz/Eg6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TS25sIAAADbAAAADwAAAAAAAAAAAAAA&#10;AAChAgAAZHJzL2Rvd25yZXYueG1sUEsFBgAAAAAEAAQA+QAAAJADAAAAAA==&#10;" strokeweight=".55pt"/>
            <v:line id="Line 623" o:spid="_x0000_s1179" style="position:absolute;flip:y;visibility:visible" from="2053,2246" to="2183,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gTfcAAAADbAAAADwAAAGRycy9kb3ducmV2LnhtbERPTYvCMBC9C/6HMMLeNHUPq1RjEUFZ&#10;BA+rInobm7EtbSalibX+e7MgeJvH+5x50plKtNS4wrKC8SgCQZxaXXCm4HhYD6cgnEfWWFkmBU9y&#10;kCz6vTnG2j74j9q9z0QIYRejgtz7OpbSpTkZdCNbEwfuZhuDPsAmk7rBRwg3lfyOoh9psODQkGNN&#10;q5zScn83CsqNvlyupe7Kycnidvfk6nxjpb4G3XIGwlPnP+K3+1eH+RP4/yUcIB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p4E33AAAAA2wAAAA8AAAAAAAAAAAAAAAAA&#10;oQIAAGRycy9kb3ducmV2LnhtbFBLBQYAAAAABAAEAPkAAACOAwAAAAA=&#10;" strokeweight=".55pt"/>
            <v:line id="Line 624" o:spid="_x0000_s1180" style="position:absolute;flip:y;visibility:visible" from="1992,2246" to="2121,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HD8QAAADbAAAADwAAAGRycy9kb3ducmV2LnhtbESPT2vCQBDF7wW/wzJCb3VjD22JriKC&#10;UoQempaitzE7JiHZ2ZBd8+fbdw6F3mZ4b977zXo7ukb11IXKs4HlIgFFnHtbcWHg++vw9AYqRGSL&#10;jWcyMFGA7Wb2sMbU+oE/qc9ioSSEQ4oGyhjbVOuQl+QwLHxLLNrNdw6jrF2hbYeDhLtGPyfJi3ZY&#10;sTSU2NK+pLzO7s5AfbSXy7W2Y/364/H0MXFzvrExj/NxtwIVaYz/5r/rdyv4Aiu/yAB68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54cPxAAAANsAAAAPAAAAAAAAAAAA&#10;AAAAAKECAABkcnMvZG93bnJldi54bWxQSwUGAAAAAAQABAD5AAAAkgMAAAAA&#10;" strokeweight=".55pt"/>
            <v:line id="Line 625" o:spid="_x0000_s1181" style="position:absolute;flip:y;visibility:visible" from="1933,2246" to="2062,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silMEAAADbAAAADwAAAGRycy9kb3ducmV2LnhtbERPTWvCQBC9F/wPywi91Y0ebI1uggiK&#10;FHpoWkRvY3ZMQrKzIbtq8u+7gtDbPN7nrNLeNOJGnassK5hOIhDEudUVFwp+f7ZvHyCcR9bYWCYF&#10;AzlIk9HLCmNt7/xNt8wXIoSwi1FB6X0bS+nykgy6iW2JA3exnUEfYFdI3eE9hJtGzqJoLg1WHBpK&#10;bGlTUl5nV6Og3unT6Vzrvn4/WPz8Grg5Xlip13G/XoLw1Pt/8dO912H+Ah6/hANk8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qyKUwQAAANsAAAAPAAAAAAAAAAAAAAAA&#10;AKECAABkcnMvZG93bnJldi54bWxQSwUGAAAAAAQABAD5AAAAjwMAAAAA&#10;" strokeweight=".55pt"/>
            <v:line id="Line 626" o:spid="_x0000_s1182" style="position:absolute;flip:y;visibility:visible" from="1874,2246" to="2003,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BtL0AAADbAAAADwAAAGRycy9kb3ducmV2LnhtbERPuwrCMBTdBf8hXMFNUx1UqlFEUERw&#10;8IHodm2ubWlzU5qo9e/NIDgeznu2aEwpXlS73LKCQT8CQZxYnXOq4Hxa9yYgnEfWWFomBR9ysJi3&#10;WzOMtX3zgV5Hn4oQwi5GBZn3VSylSzIy6Pq2Ig7cw9YGfYB1KnWN7xBuSjmMopE0mHNoyLCiVUZJ&#10;cXwaBcVG3273QjfF+GJxt/9weX2wUt1Os5yC8NT4v/jn3moFw7A+fAk/QM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v9QbS9AAAA2wAAAA8AAAAAAAAAAAAAAAAAoQIA&#10;AGRycy9kb3ducmV2LnhtbFBLBQYAAAAABAAEAPkAAACLAwAAAAA=&#10;" strokeweight=".55pt"/>
            <v:line id="Line 627" o:spid="_x0000_s1183" style="position:absolute;flip:y;visibility:visible" from="1812,2246" to="1941,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HkL8MAAADbAAAADwAAAGRycy9kb3ducmV2LnhtbESPT2vCQBTE7wW/w/IEb3VjDrakrlIK&#10;iggetCJ6e80+k5Ds25Bd8+fbuwXB4zAzv2EWq95UoqXGFZYVzKYRCOLU6oIzBaff9fsnCOeRNVaW&#10;ScFADlbL0dsCE207PlB79JkIEHYJKsi9rxMpXZqTQTe1NXHwbrYx6INsMqkb7ALcVDKOork0WHBY&#10;yLGmn5zS8ng3CsqNvl7/St2XH2eLu/3A1eXGSk3G/fcXCE+9f4Wf7a1WEM/g/0v4AX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x5C/DAAAA2wAAAA8AAAAAAAAAAAAA&#10;AAAAoQIAAGRycy9kb3ducmV2LnhtbFBLBQYAAAAABAAEAPkAAACRAwAAAAA=&#10;" strokeweight=".55pt"/>
            <v:line id="Line 628" o:spid="_x0000_s1184" style="position:absolute;flip:y;visibility:visible" from="1747,2246" to="1876,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N6WMIAAADbAAAADwAAAGRycy9kb3ducmV2LnhtbESPQYvCMBSE7wv+h/AEb2tqD+5STYsI&#10;iggedJdFb8/m2ZY2L6WJWv+9WRA8DjPzDTPPetOIG3WusqxgMo5AEOdWV1wo+P1ZfX6DcB5ZY2OZ&#10;FDzIQZYOPuaYaHvnPd0OvhABwi5BBaX3bSKly0sy6Ma2JQ7exXYGfZBdIXWH9wA3jYyjaCoNVhwW&#10;SmxpWVJeH65GQb3Wp9O51n399Wdxu3twc7ywUqNhv5iB8NT7d/jV3mgFcQz/X8IPk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N6WMIAAADbAAAADwAAAAAAAAAAAAAA&#10;AAChAgAAZHJzL2Rvd25yZXYueG1sUEsFBgAAAAAEAAQA+QAAAJADAAAAAA==&#10;" strokeweight=".55pt"/>
            <v:line id="Line 629" o:spid="_x0000_s1185" style="position:absolute;flip:y;visibility:visible" from="1677,2246" to="1806,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fw8MAAADbAAAADwAAAGRycy9kb3ducmV2LnhtbESPS4vCQBCE7wv+h6GFva0TFXY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v38PDAAAA2wAAAA8AAAAAAAAAAAAA&#10;AAAAoQIAAGRycy9kb3ducmV2LnhtbFBLBQYAAAAABAAEAPkAAACRAwAAAAA=&#10;" strokeweight=".55pt"/>
            <v:line id="Line 630" o:spid="_x0000_s1186" style="position:absolute;flip:y;visibility:visible" from="1612,2246" to="1742,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ZHt8MAAADbAAAADwAAAGRycy9kb3ducmV2LnhtbESPS4vCQBCE7wv+h6GFva0TRXY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GR7fDAAAA2wAAAA8AAAAAAAAAAAAA&#10;AAAAoQIAAGRycy9kb3ducmV2LnhtbFBLBQYAAAAABAAEAPkAAACRAwAAAAA=&#10;" strokeweight=".55pt"/>
            <v:line id="Line 631" o:spid="_x0000_s1187" style="position:absolute;flip:y;visibility:visible" from="1551,2246" to="1677,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riLMMAAADbAAAADwAAAGRycy9kb3ducmV2LnhtbESPS4vCQBCE7wv+h6GFva0TBXclZhQR&#10;FFnYgw9Eb22m8yCZnpAZNf57RxD2WFTVV1Qy70wtbtS60rKC4SACQZxaXXKu4LBffU1AOI+ssbZM&#10;Ch7kYD7rfSQYa3vnLd12PhcBwi5GBYX3TSylSwsy6Aa2IQ5eZluDPsg2l7rFe4CbWo6i6FsaLDks&#10;FNjQsqC02l2Ngmqtz+dLpbvq52jx9+/B9SljpT773WIKwlPn/8Pv9kYrGI3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K4izDAAAA2wAAAA8AAAAAAAAAAAAA&#10;AAAAoQIAAGRycy9kb3ducmV2LnhtbFBLBQYAAAAABAAEAPkAAACRAwAAAAA=&#10;" strokeweight=".55pt"/>
            <v:line id="Line 632" o:spid="_x0000_s1188" style="position:absolute;flip:y;visibility:visible" from="1492,2246" to="1621,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h8W8MAAADbAAAADwAAAGRycy9kb3ducmV2LnhtbESPT4vCMBTE74LfITzBm0314C5dU1kW&#10;FBE86Iro7W3z+oc2L6WJWr+9WRA8DjPzG2ax7E0jbtS5yrKCaRSDIM6srrhQcPxdTT5BOI+ssbFM&#10;Ch7kYJkOBwtMtL3znm4HX4gAYZeggtL7NpHSZSUZdJFtiYOX286gD7IrpO7wHuCmkbM4nkuDFYeF&#10;Elv6KSmrD1ejoF7ry+Wv1n39cbK43T24Oees1HjUf3+B8NT7d/jV3mgFszn8fwk/QK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YfFvDAAAA2wAAAA8AAAAAAAAAAAAA&#10;AAAAoQIAAGRycy9kb3ducmV2LnhtbFBLBQYAAAAABAAEAPkAAACRAwAAAAA=&#10;" strokeweight=".55pt"/>
            <v:line id="Line 633" o:spid="_x0000_s1189" style="position:absolute;flip:y;visibility:visible" from="1438,2246" to="1565,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TZwMMAAADbAAAADwAAAGRycy9kb3ducmV2LnhtbESPQWvCQBSE70L/w/IEb7rRg5GYVURo&#10;KUIPVRFze2afSUj2bciumvz7bqHQ4zAz3zDptjeNeFLnKssK5rMIBHFudcWFgvPpfboC4TyyxsYy&#10;KRjIwXbzNkox0fbF3/Q8+kIECLsEFZTet4mULi/JoJvZljh4d9sZ9EF2hdQdvgLcNHIRRUtpsOKw&#10;UGJL+5Ly+vgwCuoPnWW3Wvd1fLF4+Bq4ud5Zqcm4361BeOr9f/iv/akVLGL4/RJ+gN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QU2cDDAAAA2wAAAA8AAAAAAAAAAAAA&#10;AAAAoQIAAGRycy9kb3ducmV2LnhtbFBLBQYAAAAABAAEAPkAAACRAwAAAAA=&#10;" strokeweight=".55pt"/>
            <v:polyline id="Freeform 634" o:spid="_x0000_s1190" style="position:absolute;visibility:visible;mso-wrap-style:square;v-text-anchor:top" points="1789,884,1803,881,1812,878,1823,870,1829,861,1834,850,1834,839,1834,827,1829,816,1823,808,1812,802,1803,796,1789,796,1778,796,1767,802,1758,808,1753,816,1747,827,1747,839,1747,850,1753,861,1758,870,1767,878,1778,881,1789,884" coordsize="8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M238AA&#10;AADbAAAADwAAAGRycy9kb3ducmV2LnhtbERPy4rCMBTdD/gP4QpuBk0VFK1G0Yoyi9n42Li7NNe2&#10;2NyUJGr1681iYJaH816sWlOLBzlfWVYwHCQgiHOrKy4UnE+7/hSED8gaa8uk4EUeVsvO1wJTbZ98&#10;oMcxFCKGsE9RQRlCk0rp85IM+oFtiCN3tc5giNAVUjt8xnBTy1GSTKTBimNDiQ1lJeW3490o2Iyd&#10;nWy/29n+d2zPOfrs8s4qpXrddj0HEagN/+I/949WMIpj45f4A+Ty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UM238AAAADbAAAADwAAAAAAAAAAAAAAAACYAgAAZHJzL2Rvd25y&#10;ZXYueG1sUEsFBgAAAAAEAAQA9QAAAIUDAAAAAA==&#10;" filled="f" strokeweight=".55pt">
              <v:path arrowok="t" o:connecttype="custom" o:connectlocs="42,88;56,85;65,82;76,74;82,65;87,54;87,43;87,31;82,20;76,12;65,6;56,0;42,0;31,0;20,6;11,12;6,20;0,31;0,43;0,54;6,65;11,74;20,82;31,85;42,88" o:connectangles="0,0,0,0,0,0,0,0,0,0,0,0,0,0,0,0,0,0,0,0,0,0,0,0,0"/>
            </v:polyline>
            <v:line id="Line 635" o:spid="_x0000_s1191" style="position:absolute;visibility:visible" from="1497,504" to="2244,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niq78AAADbAAAADwAAAGRycy9kb3ducmV2LnhtbESPzQrCMBCE74LvEFbwZlM9iK1GEVHo&#10;xYM/D7A0a1tsNrWJWn16Iwgeh5n5hlmsOlOLB7WusqxgHMUgiHOrKy4UnE+70QyE88gaa8uk4EUO&#10;Vst+b4Gptk8+0OPoCxEg7FJUUHrfpFK6vCSDLrINcfAutjXog2wLqVt8Brip5SSOp9JgxWGhxIY2&#10;JeXX490oOOB75nRSnB3ecP/OTtekyrZKDQfdeg7CU+f/4V870wom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lniq78AAADbAAAADwAAAAAAAAAAAAAAAACh&#10;AgAAZHJzL2Rvd25yZXYueG1sUEsFBgAAAAAEAAQA+QAAAI0DAAAAAA==&#10;" strokeweight=".55pt"/>
            <v:line id="Line 636" o:spid="_x0000_s1192" style="position:absolute;flip:x;visibility:visible" from="1500,377" to="1626,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TXacAAAADbAAAADwAAAGRycy9kb3ducmV2LnhtbERPy4rCMBTdD/gP4QrupqkjOFJNRQQH&#10;EVyMiuju2tw+aHNTmqj1781iYJaH814se9OIB3WusqxgHMUgiDOrKy4UnI6bzxkI55E1NpZJwYsc&#10;LNPBxwITbZ/8S4+DL0QIYZeggtL7NpHSZSUZdJFtiQOX286gD7ArpO7wGcJNI7/ieCoNVhwaSmxp&#10;XVJWH+5GQf2jr9dbrfv6+2xxt39xc8lZqdGwX81BeOr9v/jPvdUKJmF9+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k12nAAAAA2wAAAA8AAAAAAAAAAAAAAAAA&#10;oQIAAGRycy9kb3ducmV2LnhtbFBLBQYAAAAABAAEAPkAAACOAwAAAAA=&#10;" strokeweight=".55pt"/>
            <v:line id="Line 637" o:spid="_x0000_s1193" style="position:absolute;flip:x;visibility:visible" from="1565,377" to="1691,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hy8sMAAADbAAAADwAAAGRycy9kb3ducmV2LnhtbESPT4vCMBTE74LfITxhb5q6gkptFBF2&#10;kQUPqyJ6ezavf2jzUpqs1m+/EQSPw8z8hklWnanFjVpXWlYwHkUgiFOrS84VHA9fwzkI55E11pZJ&#10;wYMcrJb9XoKxtnf+pdve5yJA2MWooPC+iaV0aUEG3cg2xMHLbGvQB9nmUrd4D3BTy88omkqDJYeF&#10;AhvaFJRW+z+joPrWl8u10l01O1n82T24Pmes1MegWy9AeOr8O/xqb7WCyRieX8IP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ocvLDAAAA2wAAAA8AAAAAAAAAAAAA&#10;AAAAoQIAAGRycy9kb3ducmV2LnhtbFBLBQYAAAAABAAEAPkAAACRAwAAAAA=&#10;" strokeweight=".55pt"/>
            <v:line id="Line 638" o:spid="_x0000_s1194" style="position:absolute;flip:x;visibility:visible" from="1629,377" to="1758,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rshcMAAADbAAAADwAAAGRycy9kb3ducmV2LnhtbESPS4vCQBCE7wv+h6GFva0TFXYlZhQR&#10;FFnYgw9Eb22m8yCZnpAZNf57RxD2WFTVV1Qy70wtbtS60rKC4SACQZxaXXKu4LBffU1AOI+ssbZM&#10;Ch7kYD7rfSQYa3vnLd12PhcBwi5GBYX3TSylSwsy6Aa2IQ5eZluDPsg2l7rFe4CbWo6i6FsaLDks&#10;FNjQsqC02l2Ngmqtz+dLpbvq52jx9+/B9SljpT773WIKwlPn/8Pv9kYrGI/g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67IXDAAAA2wAAAA8AAAAAAAAAAAAA&#10;AAAAoQIAAGRycy9kb3ducmV2LnhtbFBLBQYAAAAABAAEAPkAAACRAwAAAAA=&#10;" strokeweight=".55pt"/>
            <v:line id="Line 639" o:spid="_x0000_s1195" style="position:absolute;flip:x;visibility:visible" from="1691,377" to="182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ZJHsMAAADbAAAADwAAAGRycy9kb3ducmV2LnhtbESPS4vCQBCE7wv+h6GFva0TFVyJGUUE&#10;RRY8+ED01mY6D5LpCZlR4793Fhb2WFTVV1Sy6EwtHtS60rKC4SACQZxaXXKu4HRcf01BOI+ssbZM&#10;Cl7kYDHvfSQYa/vkPT0OPhcBwi5GBYX3TSylSwsy6Aa2IQ5eZluDPsg2l7rFZ4CbWo6iaCINlhwW&#10;CmxoVVBaHe5GQbXR1+ut0l31fbb4s3txfclYqc9+t5yB8NT5//Bfe6sVjMfw+yX8AD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72SR7DAAAA2wAAAA8AAAAAAAAAAAAA&#10;AAAAoQIAAGRycy9kb3ducmV2LnhtbFBLBQYAAAAABAAEAPkAAACRAwAAAAA=&#10;" strokeweight=".55pt"/>
            <v:line id="Line 640" o:spid="_x0000_s1196" style="position:absolute;flip:x;visibility:visible" from="1750,377" to="187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asMAAADbAAAADwAAAGRycy9kb3ducmV2LnhtbESPQYvCMBSE78L+h/AWvNl0VVypRlkE&#10;RQQPusuit2fzbEubl9JErf/eCILHYWa+Yabz1lTiSo0rLCv4imIQxKnVBWcK/n6XvTEI55E1VpZJ&#10;wZ0czGcfnSkm2t54R9e9z0SAsEtQQe59nUjp0pwMusjWxME728agD7LJpG7wFuCmkv04HkmDBYeF&#10;HGta5JSW+4tRUK708XgqdVt+/1vcbO9cHc6sVPez/ZmA8NT6d/jVXmsFgy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f0WrDAAAA2wAAAA8AAAAAAAAAAAAA&#10;AAAAoQIAAGRycy9kb3ducmV2LnhtbFBLBQYAAAAABAAEAPkAAACRAwAAAAA=&#10;" strokeweight=".55pt"/>
            <v:line id="Line 641" o:spid="_x0000_s1197" style="position:absolute;flip:x;visibility:visible" from="1809,377" to="1938,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N08cMAAADbAAAADwAAAGRycy9kb3ducmV2LnhtbESPQYvCMBSE78L+h/AWvNl0FV2pRlkE&#10;RQQPusuit2fzbEubl9JErf/eCILHYWa+Yabz1lTiSo0rLCv4imIQxKnVBWcK/n6XvTEI55E1VpZJ&#10;wZ0czGcfnSkm2t54R9e9z0SAsEtQQe59nUjp0pwMusjWxME728agD7LJpG7wFuCmkv04HkmDBYeF&#10;HGta5JSW+4tRUK708XgqdVt+/1vcbO9cHc6sVPez/ZmA8NT6d/jVXmsFgy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TdPHDAAAA2wAAAA8AAAAAAAAAAAAA&#10;AAAAoQIAAGRycy9kb3ducmV2LnhtbFBLBQYAAAAABAAEAPkAAACRAwAAAAA=&#10;" strokeweight=".55pt"/>
            <v:line id="Line 642" o:spid="_x0000_s1198" style="position:absolute;flip:x;visibility:visible" from="1871,377" to="200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HqhsMAAADbAAAADwAAAGRycy9kb3ducmV2LnhtbESPQWvCQBSE7wX/w/IEb3Wjgi3RTZBC&#10;RQQP1VLq7Zl9JiHZtyG7muTfdwWhx2FmvmHWaW9qcafWlZYVzKYRCOLM6pJzBd+nz9d3EM4ja6wt&#10;k4KBHKTJ6GWNsbYdf9H96HMRIOxiVFB438RSuqwgg25qG+LgXW1r0AfZ5lK32AW4qeU8ipbSYMlh&#10;ocCGPgrKquPNKKi2+ny+VLqv3n4s7g8D179XVmoy7jcrEJ56/x9+tndawWIJjy/hB8j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6B6obDAAAA2wAAAA8AAAAAAAAAAAAA&#10;AAAAoQIAAGRycy9kb3ducmV2LnhtbFBLBQYAAAAABAAEAPkAAACRAwAAAAA=&#10;" strokeweight=".55pt"/>
            <v:line id="Line 643" o:spid="_x0000_s1199" style="position:absolute;flip:x;visibility:visible" from="1935,377" to="206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1PHcMAAADbAAAADwAAAGRycy9kb3ducmV2LnhtbESPS4vCQBCE74L/YWhhbzpZF1SyGWUR&#10;FFnYgw9Eb72ZzoNkekJm1PjvHUHwWFTVV1Sy6EwtrtS60rKCz1EEgji1uuRcwWG/Gs5AOI+ssbZM&#10;Cu7kYDHv9xKMtb3xlq47n4sAYRejgsL7JpbSpQUZdCPbEAcvs61BH2SbS93iLcBNLcdRNJEGSw4L&#10;BTa0LCitdhejoFrr8/m/0l01PVr8/btzfcpYqY9B9/MNwlPn3+FXe6MVfE3h+SX8AD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HNTx3DAAAA2wAAAA8AAAAAAAAAAAAA&#10;AAAAoQIAAGRycy9kb3ducmV2LnhtbFBLBQYAAAAABAAEAPkAAACRAwAAAAA=&#10;" strokeweight=".55pt"/>
            <v:line id="Line 644" o:spid="_x0000_s1200" style="position:absolute;flip:x;visibility:visible" from="2006,377" to="2132,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Lbb8AAAADbAAAADwAAAGRycy9kb3ducmV2LnhtbERPy4rCMBTdD/gP4QrupqkjOFJNRQQH&#10;EVyMiuju2tw+aHNTmqj1781iYJaH814se9OIB3WusqxgHMUgiDOrKy4UnI6bzxkI55E1NpZJwYsc&#10;LNPBxwITbZ/8S4+DL0QIYZeggtL7NpHSZSUZdJFtiQOX286gD7ArpO7wGcJNI7/ieCoNVhwaSmxp&#10;XVJWH+5GQf2jr9dbrfv6+2xxt39xc8lZqdGwX81BeOr9v/jPvdUKJmFs+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BS22/AAAAA2wAAAA8AAAAAAAAAAAAAAAAA&#10;oQIAAGRycy9kb3ducmV2LnhtbFBLBQYAAAAABAAEAPkAAACOAwAAAAA=&#10;" strokeweight=".55pt"/>
            <v:line id="Line 645" o:spid="_x0000_s1201" style="position:absolute;flip:x;visibility:visible" from="2070,377" to="2199,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5+9MMAAADbAAAADwAAAGRycy9kb3ducmV2LnhtbESPQYvCMBSE78L+h/AWvNl0FXStRlkE&#10;RQQPusuit2fzbEubl9JErf/eCILHYWa+Yabz1lTiSo0rLCv4imIQxKnVBWcK/n6XvW8QziNrrCyT&#10;gjs5mM8+OlNMtL3xjq57n4kAYZeggtz7OpHSpTkZdJGtiYN3to1BH2STSd3gLcBNJftxPJQGCw4L&#10;Oda0yCkt9xejoFzp4/FU6rYc/VvcbO9cHc6sVPez/ZmA8NT6d/jVXmsFgzE8v4Qf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8efvTDAAAA2wAAAA8AAAAAAAAAAAAA&#10;AAAAoQIAAGRycy9kb3ducmV2LnhtbFBLBQYAAAAABAAEAPkAAACRAwAAAAA=&#10;" strokeweight=".55pt"/>
            <v:line id="Line 646" o:spid="_x0000_s1202" style="position:absolute;flip:x;visibility:visible" from="2135,377" to="2261,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KkFMAAAADbAAAADwAAAGRycy9kb3ducmV2LnhtbERPy4rCMBTdD/gP4QrupqmDOFJNRQQH&#10;EVyMiuju2tw+aHNTmqj1781iYJaH814se9OIB3WusqxgHMUgiDOrKy4UnI6bzxkI55E1NpZJwYsc&#10;LNPBxwITbZ/8S4+DL0QIYZeggtL7NpHSZSUZdJFtiQOX286gD7ArpO7wGcJNI7/ieCoNVhwaSmxp&#10;XVJWH+5GQf2jr9dbrfv6+2xxt39xc8lZqdGwX81BeOr9v/jPvdUKJmF9+BJ+gE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YipBTAAAAA2wAAAA8AAAAAAAAAAAAAAAAA&#10;oQIAAGRycy9kb3ducmV2LnhtbFBLBQYAAAAABAAEAPkAAACOAwAAAAA=&#10;" strokeweight=".55pt"/>
            <v:line id="Line 647" o:spid="_x0000_s1203" style="position:absolute;flip:x;visibility:visible" from="2191,377" to="2320,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Bj8MAAADbAAAADwAAAGRycy9kb3ducmV2LnhtbESPT4vCMBTE74LfITxhb5q6iEptFBF2&#10;kQUPqyJ6ezavf2jzUpqs1m+/EQSPw8z8hklWnanFjVpXWlYwHkUgiFOrS84VHA9fwzkI55E11pZJ&#10;wYMcrJb9XoKxtnf+pdve5yJA2MWooPC+iaV0aUEG3cg2xMHLbGvQB9nmUrd4D3BTy88omkqDJYeF&#10;AhvaFJRW+z+joPrWl8u10l01O1n82T24Pmes1MegWy9AeOr8O/xqb7WCyRieX8IP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uAY/DAAAA2wAAAA8AAAAAAAAAAAAA&#10;AAAAoQIAAGRycy9kb3ducmV2LnhtbFBLBQYAAAAABAAEAPkAAACRAwAAAAA=&#10;" strokeweight=".55pt"/>
            <v:line id="Line 648" o:spid="_x0000_s1204" style="position:absolute;flip:x;visibility:visible" from="2247,377" to="2374,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yf+MMAAADbAAAADwAAAGRycy9kb3ducmV2LnhtbESPS4vCQBCE7wv+h6GFva0TRXYlZhQR&#10;FFnYgw9Eb22m8yCZnpAZNf57RxD2WFTVV1Qy70wtbtS60rKC4SACQZxaXXKu4LBffU1AOI+ssbZM&#10;Ch7kYD7rfSQYa3vnLd12PhcBwi5GBYX3TSylSwsy6Aa2IQ5eZluDPsg2l7rFe4CbWo6i6FsaLDks&#10;FNjQsqC02l2Ngmqtz+dLpbvq52jx9+/B9SljpT773WIKwlPn/8Pv9kYrGI/g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8n/jDAAAA2wAAAA8AAAAAAAAAAAAA&#10;AAAAoQIAAGRycy9kb3ducmV2LnhtbFBLBQYAAAAABAAEAPkAAACRAwAAAAA=&#10;" strokeweight=".55pt"/>
            <v:polyline id="Freeform 649" o:spid="_x0000_s1205" style="position:absolute;visibility:visible;mso-wrap-style:square;v-text-anchor:top" points="1792,678,1803,678,1815,673,1823,667,1831,659,1834,647,1837,636,1834,625,1831,614,1823,605,1815,597,1803,594,1792,591,1781,594,1770,597,1761,605,1756,614,1750,625,1747,636,1750,647,1756,659,1761,667,1770,673,1781,678,1792,678"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7p4MUA&#10;AADbAAAADwAAAGRycy9kb3ducmV2LnhtbESP3WoCMRSE7wXfIRyhN6VmtYu2q1G0peBFKaz2AQ6b&#10;sz+6OVmSdN2+fSMUvBxm5htmvR1MK3pyvrGsYDZNQBAXVjdcKfg+fTy9gPABWWNrmRT8koftZjxa&#10;Y6btlXPqj6ESEcI+QwV1CF0mpS9qMuintiOOXmmdwRClq6R2eI1w08p5kiykwYbjQo0dvdVUXI4/&#10;RsH+kfbLz6DL/OzS9P2rL1/TU6/Uw2TYrUAEGsI9/N8+aAXpM9y+x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LungxQAAANsAAAAPAAAAAAAAAAAAAAAAAJgCAABkcnMv&#10;ZG93bnJldi54bWxQSwUGAAAAAAQABAD1AAAAigMAAAAA&#10;" filled="f" strokeweight=".55pt">
              <v:path arrowok="t" o:connecttype="custom" o:connectlocs="45,87;56,87;68,82;76,76;84,68;87,56;90,45;87,34;84,23;76,14;68,6;56,3;45,0;34,3;23,6;14,14;9,23;3,34;0,45;3,56;9,68;14,76;23,82;34,87;45,87" o:connectangles="0,0,0,0,0,0,0,0,0,0,0,0,0,0,0,0,0,0,0,0,0,0,0,0,0"/>
            </v:polyline>
            <v:polyline id="Freeform 650" o:spid="_x0000_s1206" style="position:absolute;visibility:visible;mso-wrap-style:square;v-text-anchor:top" points="1789,782,1803,780,1812,774,1823,768,1829,760,1834,749,1834,737,1834,726,1829,715,1823,706,1812,701,1803,695,1789,692,1778,695,1767,701,1758,706,1753,715,1747,726,1747,737,1747,749,1753,760,1758,768,1767,774,1778,780,1789,782" coordsize="8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nJacEA&#10;AADbAAAADwAAAGRycy9kb3ducmV2LnhtbESPT4vCMBTE74LfITxhb5q6ikg1ighiYU/+wfOzeTbF&#10;5qU02bb77TeC4HGYmd8w621vK9FS40vHCqaTBARx7nTJhYLr5TBegvABWWPlmBT8kYftZjhYY6pd&#10;xydqz6EQEcI+RQUmhDqV0ueGLPqJq4mj93CNxRBlU0jdYBfhtpLfSbKQFkuOCwZr2hvKn+dfq8BN&#10;s3ZxsrOuMruf4yG7XcP9/lTqa9TvViAC9eETfrczrWA+h9eX+AP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pyWnBAAAA2wAAAA8AAAAAAAAAAAAAAAAAmAIAAGRycy9kb3du&#10;cmV2LnhtbFBLBQYAAAAABAAEAPUAAACGAwAAAAA=&#10;" filled="f" strokeweight=".55pt">
              <v:path arrowok="t" o:connecttype="custom" o:connectlocs="42,90;56,88;65,82;76,76;82,68;87,57;87,45;87,34;82,23;76,14;65,9;56,3;42,0;31,3;20,9;11,14;6,23;0,34;0,45;0,57;6,68;11,76;20,82;31,88;42,90" o:connectangles="0,0,0,0,0,0,0,0,0,0,0,0,0,0,0,0,0,0,0,0,0,0,0,0,0"/>
            </v:polyline>
            <v:polyline id="Freeform 651" o:spid="_x0000_s1207" style="position:absolute;visibility:visible;mso-wrap-style:square;v-text-anchor:top" points="1792,985,1803,982,1815,979,1823,971,1831,962,1834,954,1837,940,1834,929,1831,920,1823,909,1815,903,1803,898,1792,898,1781,898,1770,903,1761,909,1756,920,1750,929,1747,940,1750,954,1756,962,1761,971,1770,979,1781,982,1792,985" coordsize="9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vUD8QA&#10;AADbAAAADwAAAGRycy9kb3ducmV2LnhtbESP3WoCMRSE7wXfIZyCN6VmLau2q1GqInhRCmof4LA5&#10;+2M3J0sS1+3bN0LBy2FmvmGW6940oiPna8sKJuMEBHFudc2lgu/z/uUNhA/IGhvLpOCXPKxXw8ES&#10;M21vfKTuFEoRIewzVFCF0GZS+rwig35sW+LoFdYZDFG6UmqHtwg3jXxNkpk0WHNcqLClbUX5z+lq&#10;FGyeaTP/DLo4Xlya7r664j09d0qNnvqPBYhAfXiE/9sHrSCdwv1L/A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L1A/EAAAA2wAAAA8AAAAAAAAAAAAAAAAAmAIAAGRycy9k&#10;b3ducmV2LnhtbFBLBQYAAAAABAAEAPUAAACJAwAAAAA=&#10;" filled="f" strokeweight=".55pt">
              <v:path arrowok="t" o:connecttype="custom" o:connectlocs="45,87;56,84;68,81;76,73;84,64;87,56;90,42;87,31;84,22;76,11;68,5;56,0;45,0;34,0;23,5;14,11;9,22;3,31;0,42;3,56;9,64;14,73;23,81;34,84;45,87" o:connectangles="0,0,0,0,0,0,0,0,0,0,0,0,0,0,0,0,0,0,0,0,0,0,0,0,0"/>
            </v:polyline>
            <v:rect id="Rectangle 652" o:spid="_x0000_s1208" style="position:absolute;left:1806;top:521;width:174;height:5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XoOMIA&#10;AADbAAAADwAAAGRycy9kb3ducmV2LnhtbESPQYvCMBSE7wv+h/AEb2uqSJFqFBEFkb3UevD4aJ5t&#10;sXkpSdTqrzcLC3scZuYbZrnuTSse5HxjWcFknIAgLq1uuFJwLvbfcxA+IGtsLZOCF3lYrwZfS8y0&#10;fXJOj1OoRISwz1BBHUKXSenLmgz6se2Io3e1zmCI0lVSO3xGuGnlNElSabDhuFBjR9uaytvpbhSk&#10;t52rjv5y6O6vPC2K93w2zX+UGg37zQJEoD78h//aB61glsLvl/gD5O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9eg4wgAAANsAAAAPAAAAAAAAAAAAAAAAAJgCAABkcnMvZG93&#10;bnJldi54bWxQSwUGAAAAAAQABAD1AAAAhwMAAAAA&#10;" fillcolor="#e0e0e0" strokecolor="#e0e0e0" strokeweight="0"/>
            <v:polyline id="Freeform 653" o:spid="_x0000_s1209" style="position:absolute;visibility:visible;mso-wrap-style:square;v-text-anchor:top" points="1921,799,1921,715,2045,715,2045,799" coordsize="12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155cMA&#10;AADbAAAADwAAAGRycy9kb3ducmV2LnhtbESP0WrCQBRE3wX/YblC33SjlihpNiJFi1AQNP2AS/Y2&#10;G5q9G7LbJP37bqHg4zBzZpj8MNlWDNT7xrGC9SoBQVw53XCt4KM8L/cgfEDW2DomBT/k4VDMZzlm&#10;2o18o+EeahFL2GeowITQZVL6ypBFv3IdcfQ+XW8xRNnXUvc4xnLbyk2SpNJiw3HBYEevhqqv+7dV&#10;8ExtvU2rt81pf00vZhzK7XtXKvW0mI4vIAJN4RH+py86cjv4+xJ/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O155cMAAADbAAAADwAAAAAAAAAAAAAAAACYAgAAZHJzL2Rv&#10;d25yZXYueG1sUEsFBgAAAAAEAAQA9QAAAIgDAAAAAA==&#10;" filled="f" strokeweight=".55pt">
              <v:path arrowok="t" o:connecttype="custom" o:connectlocs="0,84;0,0;124,0;124,84" o:connectangles="0,0,0,0"/>
            </v:polyline>
            <v:rect id="Rectangle 654" o:spid="_x0000_s1210" style="position:absolute;left:1938;top:740;width:87;height: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qam8AA&#10;AADbAAAADwAAAGRycy9kb3ducmV2LnhtbERPy4rCMBTdC/5DuII7TX0NUo0ioiA4KL721+ZOW6a5&#10;qU3Ujl9vFsIsD+c9ndemEA+qXG5ZQa8bgSBOrM45VXA+rTtjEM4jaywsk4I/cjCfNRtTjLV98oEe&#10;R5+KEMIuRgWZ92UspUsyMui6tiQO3I+tDPoAq1TqCp8h3BSyH0Vf0mDOoSHDkpYZJb/Hu1EwOux3&#10;9+HW9nar1zXhweW2rL9vSrVb9WICwlPt/8Uf90YrGIax4Uv4AXL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Cqam8AAAADbAAAADwAAAAAAAAAAAAAAAACYAgAAZHJzL2Rvd25y&#10;ZXYueG1sUEsFBgAAAAAEAAQA9QAAAIUDAAAAAA==&#10;" filled="f" strokeweight=".55pt"/>
            <v:line id="Line 655" o:spid="_x0000_s1211" style="position:absolute;visibility:visible" from="1056,1897" to="1057,2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YHC78AAADbAAAADwAAAGRycy9kb3ducmV2LnhtbESPzQrCMBCE74LvEFbwpqkiYqtRRBR6&#10;8eDPAyzN2habTW2iVp/eCILHYWa+YRar1lTiQY0rLSsYDSMQxJnVJecKzqfdYAbCeWSNlWVS8CIH&#10;q2W3s8BE2ycf6HH0uQgQdgkqKLyvEyldVpBBN7Q1cfAutjHog2xyqRt8Brip5DiKptJgyWGhwJo2&#10;BWXX490oOOB75nScnx3ecP9OT9e4TLdK9Xvteg7CU+v/4V871QomM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4YHC78AAADbAAAADwAAAAAAAAAAAAAAAACh&#10;AgAAZHJzL2Rvd25yZXYueG1sUEsFBgAAAAAEAAQA+QAAAI0DAAAAAA==&#10;" strokeweight=".55pt"/>
            <v:polyline id="Freeform 656" o:spid="_x0000_s1212" style="position:absolute;visibility:visible;mso-wrap-style:square;v-text-anchor:top" points="1022,1936,1056,1888,1087,1936" coordsize="6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x/J8EA&#10;AADbAAAADwAAAGRycy9kb3ducmV2LnhtbERPy4rCMBTdC/MP4Q6409TXMHZMiwqCjKD4WLi8NHfa&#10;YnNTmqjt308WgsvDeS/S1lTiQY0rLSsYDSMQxJnVJecKLufN4BuE88gaK8ukoCMHafLRW2Cs7ZOP&#10;9Dj5XIQQdjEqKLyvYyldVpBBN7Q1ceD+bGPQB9jkUjf4DOGmkuMo+pIGSw4NBda0Lii7ne5GQf67&#10;20Wzidmv3OE676bHbrWkUqn+Z7v8AeGp9W/xy73VCmZhffgSfoBM/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8fyfBAAAA2wAAAA8AAAAAAAAAAAAAAAAAmAIAAGRycy9kb3du&#10;cmV2LnhtbFBLBQYAAAAABAAEAPUAAACGAwAAAAA=&#10;" filled="f" strokeweight=".55pt">
              <v:path arrowok="t" o:connecttype="custom" o:connectlocs="0,48;34,0;65,48" o:connectangles="0,0,0"/>
            </v:polyline>
            <v:line id="Line 657" o:spid="_x0000_s1213" style="position:absolute;flip:x y;visibility:visible" from="1053,599" to="1056,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PGKMQAAADbAAAADwAAAGRycy9kb3ducmV2LnhtbESP3WoCMRSE7wu+QziF3hTNKq3KapRS&#10;FEVKwR+8PmyOm62bk2WTrunbm0Khl8PMfMPMl9HWoqPWV44VDAcZCOLC6YpLBafjuj8F4QOyxtox&#10;KfghD8tF72GOuXY33lN3CKVIEPY5KjAhNLmUvjBk0Q9cQ5y8i2sthiTbUuoWbwluaznKsrG0WHFa&#10;MNjQu6Hievi2Cgrz8qw352rVjSa7z9UHxi/aRqWeHuPbDESgGP7Df+2tVvA6hN8v6QfI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Y8YoxAAAANsAAAAPAAAAAAAAAAAA&#10;AAAAAKECAABkcnMvZG93bnJldi54bWxQSwUGAAAAAAQABAD5AAAAkgMAAAAA&#10;" strokeweight=".55pt"/>
            <v:polyline id="Freeform 658" o:spid="_x0000_s1214" style="position:absolute;visibility:visible;mso-wrap-style:square;v-text-anchor:top" points="1087,737,1056,788,1022,737" coordsize="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hkcEA&#10;AADbAAAADwAAAGRycy9kb3ducmV2LnhtbESP0YrCMBRE3xf8h3AF39ZUxUWrUUQQ9GVF6wdcm2tT&#10;bW5KE7X+/UYQ9nGYmTPMfNnaSjyo8aVjBYN+AoI4d7rkQsEp23xPQPiArLFyTApe5GG56HzNMdXu&#10;yQd6HEMhIoR9igpMCHUqpc8NWfR9VxNH7+IaiyHKppC6wWeE20oOk+RHWiw5LhisaW0ovx3vVsHO&#10;n8633/2BM6xGaz3aXPOpyZTqddvVDESgNvyHP+2tVjAewvt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NoZHBAAAA2wAAAA8AAAAAAAAAAAAAAAAAmAIAAGRycy9kb3du&#10;cmV2LnhtbFBLBQYAAAAABAAEAPUAAACGAwAAAAA=&#10;" filled="f" strokeweight=".55pt">
              <v:path arrowok="t" o:connecttype="custom" o:connectlocs="65,0;34,51;0,0" o:connectangles="0,0,0"/>
            </v:polyline>
            <v:line id="Line 659" o:spid="_x0000_s1215" style="position:absolute;flip:x y;visibility:visible" from="421,850" to="55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39xMQAAADbAAAADwAAAGRycy9kb3ducmV2LnhtbESP3WoCMRSE7wXfIRzBG6lZ7S9bo4go&#10;lVIKtaXXh83pZnVzsmziGt/eFAQvh5n5hpktoq1FR62vHCuYjDMQxIXTFZcKfr43dy8gfEDWWDsm&#10;BWfysJj3ezPMtTvxF3W7UIoEYZ+jAhNCk0vpC0MW/dg1xMn7c63FkGRbSt3iKcFtLadZ9iQtVpwW&#10;DDa0MlQcdkeroDAPI/32W6276fP75/oD4562UanhIC5fQQSK4Ra+trdaweM9/H9JP0D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f3ExAAAANsAAAAPAAAAAAAAAAAA&#10;AAAAAKECAABkcnMvZG93bnJldi54bWxQSwUGAAAAAAQABAD5AAAAkgMAAAAA&#10;" strokeweight=".55pt"/>
            <v:polyline id="Freeform 660" o:spid="_x0000_s1216" style="position:absolute;visibility:visible;mso-wrap-style:square;v-text-anchor:top" points="545,926,559,982,500,971" coordsize="5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p2cQA&#10;AADbAAAADwAAAGRycy9kb3ducmV2LnhtbESP3WoCMRSE7wXfIRzBu5pttUW2RvEHQbyQrvUBDpvj&#10;ZunmZE1SXd++KQheDjPzDTNbdLYRV/KhdqzgdZSBIC6drrlScPrevkxBhIissXFMCu4UYDHv92aY&#10;a3fjgq7HWIkE4ZCjAhNjm0sZSkMWw8i1xMk7O28xJukrqT3eEtw28i3LPqTFmtOCwZbWhsqf469V&#10;sGv8GTeXr2592rM5ZKvVdD8ulBoOuuUniEhdfIYf7Z1W8D6B/y/p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DKdnEAAAA2wAAAA8AAAAAAAAAAAAAAAAAmAIAAGRycy9k&#10;b3ducmV2LnhtbFBLBQYAAAAABAAEAPUAAACJAwAAAAA=&#10;" filled="f" strokeweight=".55pt">
              <v:path arrowok="t" o:connecttype="custom" o:connectlocs="45,0;59,56;0,45" o:connectangles="0,0,0"/>
            </v:polyline>
            <v:line id="Line 661" o:spid="_x0000_s1217" style="position:absolute;flip:x;visibility:visible" from="281,1365" to="472,1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yRUcMAAADbAAAADwAAAGRycy9kb3ducmV2LnhtbESPS4vCQBCE7wv+h6GFva0TBV2JGUUE&#10;RRY8+ED01mY6D5LpCZlR4793Fhb2WFTVV1Sy6EwtHtS60rKC4SACQZxaXXKu4HRcf01BOI+ssbZM&#10;Cl7kYDHvfSQYa/vkPT0OPhcBwi5GBYX3TSylSwsy6Aa2IQ5eZluDPsg2l7rFZ4CbWo6iaCINlhwW&#10;CmxoVVBaHe5GQbXR1+ut0l31fbb4s3txfclYqc9+t5yB8NT5//Bfe6sVjMfw+yX8AD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MkVHDAAAA2wAAAA8AAAAAAAAAAAAA&#10;AAAAoQIAAGRycy9kb3ducmV2LnhtbFBLBQYAAAAABAAEAPkAAACRAwAAAAA=&#10;" strokeweight=".55pt"/>
            <v:polyline id="Freeform 662" o:spid="_x0000_s1218" style="position:absolute;visibility:visible;mso-wrap-style:square;v-text-anchor:top" points="424,1331,472,1365,421,1396" coordsize="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8+IMQA&#10;AADbAAAADwAAAGRycy9kb3ducmV2LnhtbESPQWvCQBSE74X+h+UVvNVNBaVEV9FCaWjxUBW9vmSf&#10;STT7NuxuNfn3XUHwOMzMN8xs0ZlGXMj52rKCt2ECgriwuuZSwW77+foOwgdkjY1lUtCTh8X8+WmG&#10;qbZX/qXLJpQiQtinqKAKoU2l9EVFBv3QtsTRO1pnMETpSqkdXiPcNHKUJBNpsOa4UGFLHxUV582f&#10;UZD9fI3qvM/y/nu9sm5/2GrOT0oNXrrlFESgLjzC93amFYwncPsSf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PPiDEAAAA2wAAAA8AAAAAAAAAAAAAAAAAmAIAAGRycy9k&#10;b3ducmV2LnhtbFBLBQYAAAAABAAEAPUAAACJAwAAAAA=&#10;" filled="f" strokeweight=".55pt">
              <v:path arrowok="t" o:connecttype="custom" o:connectlocs="3,0;51,34;0,65" o:connectangles="0,0,0"/>
            </v:polyline>
            <v:line id="Line 663" o:spid="_x0000_s1219" style="position:absolute;flip:x;visibility:visible" from="447,1776" to="604,1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KqvcMAAADbAAAADwAAAGRycy9kb3ducmV2LnhtbESPS4vCQBCE74L/YWhhbzpZYVWyGWUR&#10;FFnYgw9Eb72ZzoNkekJm1PjvHUHwWFTVV1Sy6EwtrtS60rKCz1EEgji1uuRcwWG/Gs5AOI+ssbZM&#10;Cu7kYDHv9xKMtb3xlq47n4sAYRejgsL7JpbSpQUZdCPbEAcvs61BH2SbS93iLcBNLcdRNJEGSw4L&#10;BTa0LCitdhejoFrr8/m/0l01PVr8/btzfcpYqY9B9/MNwlPn3+FXe6MVfE3h+SX8AD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Sqr3DAAAA2wAAAA8AAAAAAAAAAAAA&#10;AAAAoQIAAGRycy9kb3ducmV2LnhtbFBLBQYAAAAABAAEAPkAAACRAwAAAAA=&#10;" strokeweight=".55pt"/>
            <v:polyline id="Freeform 664" o:spid="_x0000_s1220" style="position:absolute;visibility:visible;mso-wrap-style:square;v-text-anchor:top" points="553,1767,612,1770,587,1824" coordsize="5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VXGL8A&#10;AADbAAAADwAAAGRycy9kb3ducmV2LnhtbERPTYvCMBC9C/6HMIIX0VTBdqlGEZeFvXjYuuB1aMa2&#10;2ExKE7X+e+ewsMfH+97uB9eqB/Wh8WxguUhAEZfeNlwZ+D1/zT9AhYhssfVMBl4UYL8bj7aYW//k&#10;H3oUsVISwiFHA3WMXa51KGtyGBa+Ixbu6nuHUWBfadvjU8Jdq1dJkmqHDUtDjR0daypvxd0ZWOvi&#10;sMzcPTtfPm02O11SfW1TY6aT4bABFWmI/+I/97cVn4yVL/ID9O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VVcYvwAAANsAAAAPAAAAAAAAAAAAAAAAAJgCAABkcnMvZG93bnJl&#10;di54bWxQSwUGAAAAAAQABAD1AAAAhAMAAAAA&#10;" filled="f" strokeweight=".55pt">
              <v:path arrowok="t" o:connecttype="custom" o:connectlocs="0,0;59,3;34,57" o:connectangles="0,0,0"/>
            </v:polyline>
            <v:shape id="Freeform 665" o:spid="_x0000_s1221" style="position:absolute;left:2657;top:1002;width:1250;height:456;visibility:visible;mso-wrap-style:square;v-text-anchor:top" coordsize="125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tcEA&#10;AADbAAAADwAAAGRycy9kb3ducmV2LnhtbESPQYvCMBSE74L/ITzBm6aKK1qNIqKuJ2HVg8dH8myr&#10;zUtpotZ/v1kQ9jjMzDfMfNnYUjyp9oVjBYN+AoJYO1NwpuB82vYmIHxANlg6JgVv8rBctFtzTI17&#10;8Q89jyETEcI+RQV5CFUqpdc5WfR9VxFH7+pqiyHKOpOmxleE21IOk2QsLRYcF3KsaJ2Tvh8fVsHO&#10;r0bf+3GpE97oNU9u4XI5GKW6nWY1AxGoCf/hT3tvFHxN4e9L/A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Gb7XBAAAA2wAAAA8AAAAAAAAAAAAAAAAAmAIAAGRycy9kb3du&#10;cmV2LnhtbFBLBQYAAAAABAAEAPUAAACGAwAAAAA=&#10;" path="m1073,456l1141,430,1231,450,1250,293,1248,287,1239,276,1222,259,1200,239,1172,225,1130,211,1082,194,1031,172,984,146,944,118,913,98,871,76,823,56,773,36,722,22,680,8,649,3,613,,568,,514,3,464,6,419,14,385,22,326,48,267,79,208,110,180,124,146,141,113,163,79,183,48,203,23,219,6,231,,236,197,166,200,166,214,166,234,163,264,157,307,149,360,138,408,135,453,138,503,138,537,143,582,152,632,169,683,186,728,208,770,228,798,245,815,259,837,279,868,301,902,326,936,352,969,377,1003,402,1028,425,1051,442,1068,453,1073,456xe" fillcolor="#e0e0e0" strokecolor="#e0e0e0" strokeweight="0">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polyline id="Freeform 666" o:spid="_x0000_s1222" style="position:absolute;visibility:visible;mso-wrap-style:square;v-text-anchor:top" points="3730,1458,3798,1432,3888,1452,3907,1295,3905,1289,3896,1278,3879,1261,3857,1241,3829,1227,3787,1213,3739,1196,3688,1174,3641,1148,3601,1120,3570,1100,3528,1078,3480,1058,3430,1038,3379,1024,3337,1010,3306,1005,3270,1002,3225,1002,3171,1005,3121,1008,3076,1016,3042,1024,2983,1050,2924,1081,2865,1112,2837,1126,2803,1143,2770,1165,2736,1185,2705,1205,2680,1221,2663,1233,2657,1238,2854,1168,2857,1168,2871,1168,2891,1165,2921,1159,2964,1151,3017,1140,3065,1137,3110,1140,3160,1140,3194,1145,3239,1154,3289,1171,3340,1188,3385,1210,3427,1230,3455,1247,3472,1261,3494,1281,3525,1303,3559,1328,3593,1354,3626,1379,3660,1404,3685,1427,3708,1444,3725,1455,3730,1458" coordsize="1250,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NzHcEA&#10;AADbAAAADwAAAGRycy9kb3ducmV2LnhtbERPz2vCMBS+D/Y/hDfwpqmiotUoQxSdeNiqF2/P5tmU&#10;NS+lidr99+Yg7Pjx/Z4vW1uJOzW+dKyg30tAEOdOl1woOB033QkIH5A1Vo5JwR95WC7e3+aYavfg&#10;H7pnoRAxhH2KCkwIdSqlzw1Z9D1XE0fu6hqLIcKmkLrBRwy3lRwkyVhaLDk2GKxpZSj/zW5WwXq3&#10;5WF/NN2b7+na+Ow8+brUB6U6H+3nDESgNvyLX+6dVjCO6+OX+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Tcx3BAAAA2wAAAA8AAAAAAAAAAAAAAAAAmAIAAGRycy9kb3du&#10;cmV2LnhtbFBLBQYAAAAABAAEAPUAAACGAwAAAAA=&#10;" filled="f" strokeweight=".55pt">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polyline>
            <v:polyline id="Freeform 667" o:spid="_x0000_s1223" style="position:absolute;visibility:visible;mso-wrap-style:square;v-text-anchor:top" points="2284,1978,2374,1978,2374,1970,2376,1950,2379,1928,2382,1911,2388,1891,2396,1874,2410,1857,2430,1852,2433,1852,2435,1855,2441,1857,2447,1860,2452,1869,2461,1877,2464,1886,2472,1905,2475,1928,2478,1950,2480,1967,2480,1976,2559,1976" coordsize="275,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u0MYA&#10;AADbAAAADwAAAGRycy9kb3ducmV2LnhtbESPT2vCQBTE7wW/w/IKvdWN9Q9t6irFElE8iNYeentk&#10;X5Ng9m3YXWP89q4geBxm5jfMdN6ZWrTkfGVZwaCfgCDOra64UHD4yV7fQfiArLG2TAou5GE+6z1N&#10;MdX2zDtq96EQEcI+RQVlCE0qpc9LMuj7tiGO3r91BkOUrpDa4TnCTS3fkmQiDVYcF0psaFFSftyf&#10;jIJ2s1stx+3f98htR4eP9W+2GA4zpV6eu69PEIG68Ajf2yutYDKA25f4A+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Hu0MYAAADbAAAADwAAAAAAAAAAAAAAAACYAgAAZHJz&#10;L2Rvd25yZXYueG1sUEsFBgAAAAAEAAQA9QAAAIsDAAAAAA==&#10;" filled="f" strokeweight=".55pt">
              <v:path arrowok="t" o:connecttype="custom" o:connectlocs="0,126;90,126;90,118;92,98;95,76;98,59;104,39;112,22;126,5;146,0;149,0;151,3;157,5;163,8;168,17;177,25;180,34;188,53;191,76;194,98;196,115;196,124;275,124" o:connectangles="0,0,0,0,0,0,0,0,0,0,0,0,0,0,0,0,0,0,0,0,0,0,0"/>
            </v:polyline>
            <v:polyline id="Freeform 668" o:spid="_x0000_s1224" style="position:absolute;visibility:visible;mso-wrap-style:square;v-text-anchor:top" points="4017,1905,4059,1905,4098,1905,4104,1905,4107,1902,4110,1897,4112,1891,4112,1883,4112,1874,4115,1866,4118,1826,4126,1784,4126,1773,4129,1762,4132,1750,4135,1739,4138,1790,4141,1841,4143,1883,4146,1914,4152,1945,4157,1984,4160,1945,4163,1914,4169,1880,4174,1841,4174,1866,4183,1891,4194,1919,4205,1905,4208,1888,4214,1869,4214,1880,4216,1891,4222,1902,4228,1911,4225,1905,4228,1897,4230,1891,4233,1886,4236,1880,4239,1886,4242,1891,4244,1897,4250,1902,4256,1908,4261,1908,4267,1902,4273,1897,4275,1891,4278,1883,4278,1877,4278,1874,4292,1810,4301,1745,4306,1796,4309,1846,4312,1894,4315,1931,4320,1956,4323,1984,4326,1950,4326,1922,4326,1888,4332,1852,4334,1860,4340,1877,4346,1897,4351,1911,4351,1919,4360,1914,4362,1897,4365,1880,4368,1863,4371,1877,4371,1888,4374,1897,4374,1905,4376,1900,4376,1897,4382,1894,4385,1888,4388,1886,4388,1880,4391,1883,4393,1888,4393,1891,4396,1894,4399,1897,4405,1897" coordsize="388,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mMcMA&#10;AADbAAAADwAAAGRycy9kb3ducmV2LnhtbESP3WoCMRSE7wXfIRzBG6lZpYhsjSJCQQRL/bs/3Zxu&#10;opuTZZOu69s3hYKXw8x8wyxWnatES02wnhVMxhkI4sJry6WC8+n9ZQ4iRGSNlWdS8KAAq2W/t8Bc&#10;+zsfqD3GUiQIhxwVmBjrXMpQGHIYxr4mTt63bxzGJJtS6gbvCe4qOc2ymXRoOS0YrGljqLgdf5yC&#10;q88+Rl+1LVrcmcmn3Y72l1dSajjo1m8gInXxGf5vb7WC2RT+vqQf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umMcMAAADbAAAADwAAAAAAAAAAAAAAAACYAgAAZHJzL2Rv&#10;d25yZXYueG1sUEsFBgAAAAAEAAQA9QAAAIgDAAAAAA==&#10;" filled="f" strokeweight=".55pt">
              <v:path arrowok="t"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v:polyline>
            <v:shape id="Freeform 669" o:spid="_x0000_s1225" style="position:absolute;left:3947;top:704;width:1;height:368;visibility:visible;mso-wrap-style:square;v-text-anchor:top" coordsize="1,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nxIcUA&#10;AADbAAAADwAAAGRycy9kb3ducmV2LnhtbESPQWvCQBSE74X+h+UJvdWNFqKkbkIpWjxYUGMpuT2y&#10;r0lo9m3MbjX++64geBxm5htmkQ2mFSfqXWNZwWQcgSAurW64UnDIV89zEM4ja2wtk4ILOcjSx4cF&#10;JtqeeUenva9EgLBLUEHtfZdI6cqaDLqx7YiD92N7gz7IvpK6x3OAm1ZOoyiWBhsOCzV29F5T+bv/&#10;Mwq+pDkWm+n30hSzvPikePuxPlZKPY2Gt1cQngZ/D9/aa60gfoHrl/ADZ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qfEhxQAAANsAAAAPAAAAAAAAAAAAAAAAAJgCAABkcnMv&#10;ZG93bnJldi54bWxQSwUGAAAAAAQABAD1AAAAigMAAAAA&#10;" path="m0,368l0,,,368xe" fillcolor="#e0e0e0" strokecolor="#e0e0e0" strokeweight="0">
              <v:path arrowok="t" o:connecttype="custom" o:connectlocs="0,368;0,0;0,368" o:connectangles="0,0,0"/>
            </v:shape>
            <v:line id="Line 670" o:spid="_x0000_s1226" style="position:absolute;flip:y;visibility:visible" from="3947,704" to="3948,1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z+d8MAAADbAAAADwAAAGRycy9kb3ducmV2LnhtbESPQWvCQBSE7wX/w/IEb3WjiC3RTZBC&#10;RQQP1VLq7Zl9JiHZtyG7muTfdwWhx2FmvmHWaW9qcafWlZYVzKYRCOLM6pJzBd+nz9d3EM4ja6wt&#10;k4KBHKTJ6GWNsbYdf9H96HMRIOxiVFB438RSuqwgg25qG+LgXW1r0AfZ5lK32AW4qeU8ipbSYMlh&#10;ocCGPgrKquPNKKi2+ny+VLqv3n4s7g8D179XVmoy7jcrEJ56/x9+tndawXIBjy/hB8j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s/nfDAAAA2wAAAA8AAAAAAAAAAAAA&#10;AAAAoQIAAGRycy9kb3ducmV2LnhtbFBLBQYAAAAABAAEAPkAAACRAwAAAAA=&#10;" strokeweight=".55pt"/>
            <v:shape id="Freeform 671" o:spid="_x0000_s1227" style="position:absolute;left:3935;top:1714;width:1;height:388;visibility:visible;mso-wrap-style:square;v-text-anchor:top" coordsize="1,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MkcMUA&#10;AADbAAAADwAAAGRycy9kb3ducmV2LnhtbESP3WrCQBSE74W+w3IKvdNNC5UQXUW0oT8iaPQBDtlj&#10;EsyeDbtbjX36riB4OczMN8x03ptWnMn5xrKC11ECgri0uuFKwWGfD1MQPiBrbC2Tgit5mM+eBlPM&#10;tL3wjs5FqESEsM9QQR1Cl0npy5oM+pHtiKN3tM5giNJVUju8RLhp5VuSjKXBhuNCjR0taypPxa9R&#10;sC3cdZV/5+l+9Sn/0o/N+kdu1kq9PPeLCYhAfXiE7+0vrWD8Drcv8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oyRwxQAAANsAAAAPAAAAAAAAAAAAAAAAAJgCAABkcnMv&#10;ZG93bnJldi54bWxQSwUGAAAAAAQABAD1AAAAigMAAAAA&#10;" path="m0,0l0,388,,0xe" fillcolor="#e0e0e0" strokecolor="#e0e0e0" strokeweight="0">
              <v:path arrowok="t" o:connecttype="custom" o:connectlocs="0,0;0,388;0,0" o:connectangles="0,0,0"/>
            </v:shape>
            <v:line id="Line 672" o:spid="_x0000_s1228" style="position:absolute;visibility:visible" from="3935,1714" to="3936,2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zPGb8AAADbAAAADwAAAGRycy9kb3ducmV2LnhtbESPzQrCMBCE74LvEFbwZlM9FK1GEVHo&#10;xYM/D7A0a1tsNrWJWn16Iwgeh5n5hlmsOlOLB7WusqxgHMUgiHOrKy4UnE+70RSE88gaa8uk4EUO&#10;Vst+b4Gptk8+0OPoCxEg7FJUUHrfpFK6vCSDLrINcfAutjXog2wLqVt8Brip5SSOE2mw4rBQYkOb&#10;kvLr8W4UHPA9dXpWnB3ecP/OTtdZlW2VGg669RyEp87/w792phUk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azPGb8AAADbAAAADwAAAAAAAAAAAAAAAACh&#10;AgAAZHJzL2Rvd25yZXYueG1sUEsFBgAAAAAEAAQA+QAAAI0DAAAAAA==&#10;" strokeweight=".55pt"/>
            <v:rect id="Rectangle 673" o:spid="_x0000_s1229" style="position:absolute;left:1483;top:1244;width:48;height:2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JbCcQA&#10;AADbAAAADwAAAGRycy9kb3ducmV2LnhtbESPQWvCQBSE74X+h+UVvDUbS4kaXaW0BISCkDTm/Mg+&#10;k2D2bchuNe2v7wpCj8PMfMNsdpPpxYVG11lWMI9iEMS11R03Csqv7HkJwnlkjb1lUvBDDnbbx4cN&#10;ptpeOadL4RsRIOxSVNB6P6RSurolgy6yA3HwTnY06IMcG6lHvAa46eVLHCfSYMdhocWB3luqz8W3&#10;UdBVq/r3MzsW1HycDz7v4+o1K5WaPU1vaxCeJv8fvrf3WkGygNuX8AP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SWwnEAAAA2wAAAA8AAAAAAAAAAAAAAAAAmAIAAGRycy9k&#10;b3ducmV2LnhtbFBLBQYAAAAABAAEAPUAAACJAwAAAAA=&#10;" strokecolor="white" strokeweight="0"/>
            <v:shape id="Freeform 674" o:spid="_x0000_s1230" style="position:absolute;left:933;top:1199;width:25;height:82;visibility:visible;mso-wrap-style:square;v-text-anchor:top" coordsize="2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K+d8EA&#10;AADbAAAADwAAAGRycy9kb3ducmV2LnhtbERPz2vCMBS+C/sfwhvspumEFa3GIgXHwF3shOHt2Tzb&#10;YvPSJVnt/vvlIHj8+H6v89F0YiDnW8sKXmcJCOLK6pZrBcev3XQBwgdkjZ1lUvBHHvLN02SNmbY3&#10;PtBQhlrEEPYZKmhC6DMpfdWQQT+zPXHkLtYZDBG6WmqHtxhuOjlPklQabDk2NNhT0VB1LX+Ngurb&#10;7T+N0cMyKYv3/fLnlJ6Pb0q9PI/bFYhAY3iI7+4PrSCNY+OX+APk5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SvnfBAAAA2wAAAA8AAAAAAAAAAAAAAAAAmAIAAGRycy9kb3du&#10;cmV2LnhtbFBLBQYAAAAABAAEAPUAAACGAwAAAAA=&#10;" path="m16,0l16,67,16,73,16,76,19,76,19,79,22,79,25,79,25,82,,82,,79,2,79,5,79,5,76,8,73,8,67,8,20,8,14,8,8,5,8,5,6,2,6,,6,14,,16,0xe" fillcolor="black" strokeweight="0">
              <v:path arrowok="t" o:connecttype="custom" o:connectlocs="16,0;16,67;16,73;16,76;19,76;19,79;22,79;25,79;25,82;0,82;0,79;2,79;5,79;5,76;5,76;8,73;8,67;8,20;8,14;8,8;5,8;5,6;5,6;2,6;2,6;0,6;0,6;14,0;16,0" o:connectangles="0,0,0,0,0,0,0,0,0,0,0,0,0,0,0,0,0,0,0,0,0,0,0,0,0,0,0,0,0"/>
            </v:shape>
            <v:shape id="Freeform 675" o:spid="_x0000_s1231" style="position:absolute;left:964;top:1227;width:56;height:54;visibility:visible;mso-wrap-style:square;v-text-anchor:top" coordsize="56,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1DQMMA&#10;AADbAAAADwAAAGRycy9kb3ducmV2LnhtbESPQWvCQBSE74L/YXmF3nRjkaDRVSRg1dpLY6HXR/a5&#10;Cc2+DdlV03/vFgSPw8x8wyzXvW3ElTpfO1YwGScgiEunazYKvk/b0QyED8gaG8ek4I88rFfDwRIz&#10;7W78RdciGBEh7DNUUIXQZlL6siKLfuxa4uidXWcxRNkZqTu8Rbht5FuSpNJizXGhwpbyisrf4mIV&#10;7Hcfx+n7IeSTndmY+sfnKX3mSr2+9JsFiEB9eIYf7b1WkM7h/0v8AX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1DQMMAAADbAAAADwAAAAAAAAAAAAAAAACYAgAAZHJzL2Rv&#10;d25yZXYueG1sUEsFBgAAAAAEAAQA9QAAAIgDAAAAAA==&#10;" path="m47,0l47,31,47,39,47,42,47,45,50,45,50,48,53,48,53,45,56,48,39,54,39,42,30,48,28,51,22,54,19,54,16,54,11,51,8,48,8,45,5,39,5,34,5,8,5,6,5,3,2,3,,,16,,16,34,16,39,19,45,22,45,25,45,28,45,30,45,33,42,39,39,39,8,36,6,36,3,33,3,30,,47,0xe" fillcolor="black" strokeweight="0">
              <v:path arrowok="t" o:connecttype="custom" o:connectlocs="47,0;47,31;47,39;47,42;47,45;50,45;50,48;50,48;53,48;53,45;56,48;39,54;39,54;39,42;30,48;28,51;22,54;19,54;16,54;11,51;8,48;8,45;5,39;5,34;5,8;5,6;5,6;5,3;2,3;2,3;0,0;0,0;16,0;16,34;16,39;19,45;22,45;25,45;28,45;30,45;33,42;39,39;39,8;36,6;36,3;33,3;30,0;30,0;47,0" o:connectangles="0,0,0,0,0,0,0,0,0,0,0,0,0,0,0,0,0,0,0,0,0,0,0,0,0,0,0,0,0,0,0,0,0,0,0,0,0,0,0,0,0,0,0,0,0,0,0,0,0"/>
            </v:shape>
            <v:shape id="Freeform 676" o:spid="_x0000_s1232" style="position:absolute;left:1022;top:1227;width:57;height:54;visibility:visible;mso-wrap-style:square;v-text-anchor:top" coordsize="5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e6AMAA&#10;AADbAAAADwAAAGRycy9kb3ducmV2LnhtbERPS27CMBDdV+IO1iB1V2xQadqAQbRNpbIk9ADTeEgi&#10;4nEUO5/evl4gsXx6/+1+so0YqPO1Yw3LhQJBXDhTc6nh5/z19ArCB2SDjWPS8Ece9rvZwxZT40Y+&#10;0ZCHUsQQ9ilqqEJoUyl9UZFFv3AtceQurrMYIuxKaTocY7ht5EqpF2mx5thQYUsfFRXXvLca1m/y&#10;OVkP7XtWHv2vU1nffyrS+nE+HTYgAk3hLr65v42GJK6PX+IPkL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je6AMAAAADbAAAADwAAAAAAAAAAAAAAAACYAgAAZHJzL2Rvd25y&#10;ZXYueG1sUEsFBgAAAAAEAAQA9QAAAIUDAAAAAA==&#10;" path="m17,11l23,3,29,,34,,40,,43,,45,3,48,8,48,11,48,17,48,39,48,45,48,48,51,48,51,51,54,51,57,51,57,54,31,54,31,51,34,51,37,51,37,48,37,45,40,45,40,39,40,20,37,14,37,8,34,6,31,6,23,8,17,14,17,39,17,45,17,48,20,51,23,51,23,54,,54,,51,3,51,6,48,6,45,6,39,6,20,6,14,6,8,6,6,3,6,,6,15,,17,,17,11xe" fillcolor="black" strokeweight="0">
              <v:path arrowok="t"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v:shape>
            <v:shape id="Freeform 677" o:spid="_x0000_s1233" style="position:absolute;left:1081;top:1227;width:54;height:79;visibility:visible;mso-wrap-style:square;v-text-anchor:top" coordsize="5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wE7cMA&#10;AADbAAAADwAAAGRycy9kb3ducmV2LnhtbESPzWrDMBCE74G8g9hAb7GcHFrjRgklP9Bjm+SS22Jt&#10;LTfSykhK7Pbpq0Khx2FmvmFWm9FZcacQO88KFkUJgrjxuuNWwfl0mFcgYkLWaD2Tgi+KsFlPJyus&#10;tR/4ne7H1IoM4VijApNSX0sZG0MOY+F74ux9+OAwZRlaqQMOGe6sXJblo3TYcV4w2NPWUHM93pyC&#10;t9O1DMNu1/n95btKn/ZAprJKPczGl2cQicb0H/5rv2oFTwv4/ZJ/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wE7cMAAADbAAAADwAAAAAAAAAAAAAAAACYAgAAZHJzL2Rv&#10;d25yZXYueG1sUEsFBgAAAAAEAAQA9QAAAIgDAAAAAA==&#10;" path="m15,34l12,31,9,28,6,23,6,17,6,11,12,6,17,,26,,34,,40,3,51,3,54,3,54,6,51,6,43,6,45,11,48,17,45,25,43,31,34,34,26,37,23,34,17,34,15,37,12,39,12,42,15,42,17,45,20,45,26,45,34,45,43,45,45,45,51,48,51,54,54,56,51,62,48,70,40,73,34,76,23,79,15,76,6,73,3,70,,68,,65,3,65,3,62,6,59,9,56,12,51,9,51,6,48,6,45,6,42,9,37,15,34xm26,0l20,3,17,6,15,8,15,14,17,23,20,28,23,31,26,34,31,31,34,31,37,25,37,20,37,11,34,6,29,3,26,0xm15,54l12,56,9,59,9,62,9,65,12,68,20,70,29,70,37,70,45,68,48,62,48,59,48,56,45,56,43,54,34,54,23,54,15,54xe" fillcolor="black" strokeweight="0">
              <v:path arrowok="t"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o:lock v:ext="edit" verticies="t"/>
            </v:shape>
            <v:shape id="Freeform 678" o:spid="_x0000_s1234" style="position:absolute;left:1143;top:1227;width:37;height:54;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N7L0A&#10;AADbAAAADwAAAGRycy9kb3ducmV2LnhtbESPwQrCMBBE74L/EFbwpqkiVqpRVBC9idUPWJq1rTab&#10;0kStf28EweMwM2+Yxao1lXhS40rLCkbDCARxZnXJuYLLeTeYgXAeWWNlmRS8ycFq2e0sMNH2xSd6&#10;pj4XAcIuQQWF93UipcsKMuiGtiYO3tU2Bn2QTS51g68AN5UcR9FUGiw5LBRY07ag7J4+jAI3IRv7&#10;2WhTHm823e3ju5bbSKl+r13PQXhq/T/8ax+0gngM3y/hB8jl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BN7L0AAADbAAAADwAAAAAAAAAAAAAAAACYAgAAZHJzL2Rvd25yZXYu&#10;eG1sUEsFBgAAAAAEAAQA9QAAAIIDAAAAAA==&#10;" path="m31,0l31,17,28,11,26,6,20,3,17,3,12,3,9,6,6,8,9,11,9,14,12,17,14,20,23,23,31,28,34,31,37,37,34,45,31,48,23,54,17,54,12,54,6,51,3,51,,54,,37,3,42,9,45,12,48,17,51,23,48,26,48,26,45,26,42,26,39,26,37,20,34,14,28,6,25,3,23,,17,,14,,8,3,3,9,,17,,20,,23,,26,,28,,31,0xe" fillcolor="black" strokeweight="0">
              <v:path arrowok="t"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v:shape>
            <v:shape id="Freeform 679" o:spid="_x0000_s1235" style="position:absolute;left:1567;top:729;width:88;height:121;visibility:visible;mso-wrap-style:square;v-text-anchor:top" coordsize="88,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ysdcUA&#10;AADbAAAADwAAAGRycy9kb3ducmV2LnhtbESPQWsCMRSE7wX/Q3iCl6JZLbRlNUoRxCLtQauU3p6b&#10;52bp5mVJ4rr990YQehxm5htmtuhsLVryoXKsYDzKQBAXTldcKth/rYavIEJE1lg7JgV/FGAx7z3M&#10;MNfuwltqd7EUCcIhRwUmxiaXMhSGLIaRa4iTd3LeYkzSl1J7vCS4reUky56lxYrTgsGGloaK393Z&#10;KlivfKlPn9vNT9jszSMf/Md3e1Rq0O/epiAidfE/fG+/awUvT3D7kn6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DKx1xQAAANsAAAAPAAAAAAAAAAAAAAAAAJgCAABkcnMv&#10;ZG93bnJldi54bWxQSwUGAAAAAAQABAD1AAAAigMAAAAA&#10;" path="m26,0l26,76,48,59,54,53,57,51,57,48,54,45,51,45,51,42,82,42,82,45,76,45,71,48,68,51,62,53,40,70,62,98,68,104,71,107,73,110,76,112,79,115,82,115,88,115,88,121,51,121,51,118,54,118,57,115,54,112,51,107,26,76,26,101,29,110,29,112,29,115,31,118,34,118,37,118,37,121,,121,,118,6,118,9,115,12,115,12,112,12,110,12,101,12,31,12,22,12,17,12,14,12,11,9,8,6,8,3,11,,8,23,,26,0xe" fillcolor="black" strokeweight="0">
              <v:path arrowok="t" o:connecttype="custom" o:connectlocs="26,76;54,53;57,51;57,48;54,45;51,42;82,45;71,48;62,53;62,98;71,107;76,112;82,115;88,121;51,118;54,118;57,115;51,107;26,101;29,112;31,118;37,118;0,121;6,118;12,115;12,110;12,31;12,17;12,11;9,8;6,8;0,8;26,0" o:connectangles="0,0,0,0,0,0,0,0,0,0,0,0,0,0,0,0,0,0,0,0,0,0,0,0,0,0,0,0,0,0,0,0,0"/>
            </v:shape>
            <v:shape id="Freeform 680" o:spid="_x0000_s1236" style="position:absolute;left:1579;top:1109;width:129;height:79;visibility:visible;mso-wrap-style:square;v-text-anchor:top" coordsize="12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mJR8QA&#10;AADbAAAADwAAAGRycy9kb3ducmV2LnhtbESPT2vCQBTE70K/w/IK3symIqaNrlIVwUPon1jvr9nX&#10;JJh9G7KrSb99tyB4HGZ+M8xyPZhGXKlztWUFT1EMgriwuuZSwddxP3kG4TyyxsYyKfglB+vVw2iJ&#10;qbY9f9I196UIJexSVFB536ZSuqIigy6yLXHwfmxn0AfZlVJ32Idy08hpHM+lwZrDQoUtbSsqzvnF&#10;KEg+su99cuzPp/fd24tpWszKzVyp8ePwugDhafD38I0+6MDN4P9L+A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5iUfEAAAA2wAAAA8AAAAAAAAAAAAAAAAAmAIAAGRycy9k&#10;b3ducmV2LnhtbFBLBQYAAAAABAAEAPUAAACJAwAAAAA=&#10;" path="m25,17l31,14,33,8,36,8,39,5,42,3,47,3,53,,59,3,64,5,70,11,73,17,78,8,87,5,92,3,98,,104,3,109,3,115,8,118,14,118,20,120,28,120,62,120,67,120,73,120,76,123,76,126,79,129,79,95,79,98,79,101,76,104,73,104,70,104,67,104,62,104,31,104,22,104,17,98,14,92,11,87,11,84,14,78,17,73,22,73,25,73,62,73,70,73,73,73,76,76,76,78,79,84,79,47,79,50,79,53,76,56,73,56,70,59,67,59,62,59,31,56,22,56,17,50,14,45,11,39,11,36,14,31,17,25,22,25,62,25,70,25,73,28,76,31,79,36,79,,79,2,79,5,76,8,76,8,73,11,67,11,62,11,34,11,22,11,17,8,14,8,11,5,11,2,11,,11,22,,25,,25,17xe" fillcolor="black" strokeweight="0">
              <v:path arrowok="t"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v:shape>
            <v:shape id="Freeform 681" o:spid="_x0000_s1237" style="position:absolute;left:2090;top:729;width:79;height:121;visibility:visible;mso-wrap-style:square;v-text-anchor:top" coordsize="79,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h4WcQA&#10;AADbAAAADwAAAGRycy9kb3ducmV2LnhtbESPQWvCQBSE70L/w/IK3nSjYFuiq4igeBCKxlJ6e2Zf&#10;N6HZt0l21fjvXaHgcZiZb5jZorOVuFDrS8cKRsMEBHHudMlGwTFbDz5A+ICssXJMCm7kYTF/6c0w&#10;1e7Ke7ocghERwj5FBUUIdSqlzwuy6IeuJo7er2sthihbI3WL1wi3lRwnyZu0WHJcKLCmVUH53+Fs&#10;FTTj2tmv701zzMrsZ+c/zck1Rqn+a7ecggjUhWf4v73VCt4n8PgSf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4eFnEAAAA2wAAAA8AAAAAAAAAAAAAAAAAmAIAAGRycy9k&#10;b3ducmV2LnhtbFBLBQYAAAAABAAEAPUAAACJAwAAAAA=&#10;" path="m25,56l34,48,42,42,50,42,56,42,65,45,70,51,76,59,79,67,79,79,79,90,73,101,65,110,56,118,48,121,39,121,31,121,25,118,17,115,11,112,11,31,11,25,11,17,11,14,8,11,8,8,6,8,3,8,,11,,8,22,,25,,25,56xm25,62l25,107,28,112,34,115,39,115,45,115,50,115,59,107,62,101,65,93,65,84,65,76,62,67,59,62,50,56,42,53,39,53,34,56,31,59,25,62xe" fillcolor="black" strokeweight="0">
              <v:path arrowok="t"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o:lock v:ext="edit" verticies="t"/>
            </v:shape>
            <v:shape id="Freeform 682" o:spid="_x0000_s1238" style="position:absolute;left:2275;top:1365;width:85;height:79;visibility:visible;mso-wrap-style:square;v-text-anchor:top" coordsize="8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UTVsUA&#10;AADbAAAADwAAAGRycy9kb3ducmV2LnhtbESPT2vCQBTE7wW/w/KEXopu2kMs0U0QacFCqdQ/90f2&#10;mUSzb7fZjcZv3xUKPQ4z8xtmUQymFRfqfGNZwfM0AUFcWt1wpWC/e5+8gvABWWNrmRTcyEORjx4W&#10;mGl75W+6bEMlIoR9hgrqEFwmpS9rMuin1hFH72g7gyHKrpK6w2uEm1a+JEkqDTYcF2p0tKqpPG97&#10;o+CzX982u5/yq8cnO1seTu7tI3VKPY6H5RxEoCH8h//aa61glsL9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dRNWxQAAANsAAAAPAAAAAAAAAAAAAAAAAJgCAABkcnMv&#10;ZG93bnJldi54bWxQSwUGAAAAAAQABAD1AAAAigMAAAAA&#10;" path="m73,0l73,45,73,53,73,59,73,62,76,65,76,67,79,67,82,67,85,67,85,70,62,79,59,79,59,62,54,67,48,73,42,76,40,76,31,79,26,76,20,73,17,70,14,65,12,56,12,48,12,14,12,8,12,6,9,3,6,,,,26,,26,51,28,59,31,65,34,67,40,67,42,67,48,65,54,62,59,56,59,14,59,8,57,3,54,3,48,,73,0xe" fillcolor="black" strokeweight="0">
              <v:path arrowok="t"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v:shape>
            <v:shape id="Freeform 683" o:spid="_x0000_s1239" style="position:absolute;left:2374;top:1418;width:59;height:88;visibility:visible;mso-wrap-style:square;v-text-anchor:top" coordsize="5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DYcUA&#10;AADbAAAADwAAAGRycy9kb3ducmV2LnhtbESPUWvCQBCE3wv9D8cW+iJ6sZRqo6dUiSAIhaoUH5fc&#10;Ngnm9kJujem/9wpCH4eZ+YaZL3tXq47aUHk2MB4loIhzbysuDBwPm+EUVBBki7VnMvBLAZaLx4c5&#10;ptZf+Yu6vRQqQjikaKAUaVKtQ16SwzDyDXH0fnzrUKJsC21bvEa4q/VLkrxphxXHhRIbWpeUn/cX&#10;Z2D3+r77dKdB0UnWZ6Kz8+p7lRnz/NR/zEAJ9fIfvre31sBkAn9f4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V8NhxQAAANsAAAAPAAAAAAAAAAAAAAAAAJgCAABkcnMv&#10;ZG93bnJldi54bWxQSwUGAAAAAAQABAD1AAAAigMAAAAA&#10;" path="m16,40l11,37,8,31,5,26,5,23,8,14,11,6,19,3,28,,36,,42,6,56,6,59,6,59,9,56,9,47,9,50,14,50,20,50,29,45,34,39,40,28,40,25,40,19,40,16,43,14,45,14,48,16,51,19,51,22,51,28,51,39,51,45,51,50,54,56,57,59,60,59,65,56,71,50,79,45,85,36,88,25,88,14,88,5,82,2,79,,76,2,74,2,71,5,65,8,65,11,60,8,57,5,57,5,54,5,51,8,48,11,43,16,40xm28,3l22,3,19,6,16,12,16,17,16,29,19,34,25,37,28,37,33,37,36,34,39,31,42,23,39,14,36,9,33,3,28,3xm16,60l14,62,11,65,11,68,8,71,11,74,14,76,22,79,31,79,42,79,47,76,53,71,53,68,53,65,50,62,45,62,39,62,25,60,16,60xe" fillcolor="black" strokeweight="0">
              <v:path arrowok="t"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o:lock v:ext="edit" verticies="t"/>
            </v:shape>
            <v:shape id="Freeform 684" o:spid="_x0000_s1240" style="position:absolute;left:4149;top:1030;width:65;height:62;visibility:visible;mso-wrap-style:square;v-text-anchor:top" coordsize="6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UUHMAA&#10;AADbAAAADwAAAGRycy9kb3ducmV2LnhtbERPz2vCMBS+D/wfwhO8zbQiW6nGooPBZKdpUbw9mmdb&#10;bF5KktX635vDYMeP7/e6GE0nBnK+tawgnScgiCurW64VlMfP1wyED8gaO8uk4EEeis3kZY25tnf+&#10;oeEQahFD2OeooAmhz6X0VUMG/dz2xJG7WmcwROhqqR3eY7jp5CJJ3qTBlmNDgz19NFTdDr9GweIU&#10;3HeG2126Xw5Yni/V46q9UrPpuF2BCDSGf/Gf+0sreI9j45f4A+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UUHMAAAADbAAAADwAAAAAAAAAAAAAAAACYAgAAZHJzL2Rvd25y&#10;ZXYueG1sUEsFBgAAAAAEAAQA9QAAAIUDAAAAAA==&#10;" path="m20,11l28,6,34,,42,,45,,51,3,53,6,56,8,56,14,56,23,56,48,56,54,59,56,59,59,62,59,65,59,65,62,36,62,36,59,39,59,42,59,45,56,45,54,45,48,45,23,45,17,42,11,39,8,36,8,28,11,20,17,20,48,20,54,20,56,22,59,25,59,28,59,28,62,,62,,59,6,59,6,56,8,54,8,48,8,25,8,17,8,11,8,8,6,8,6,6,3,8,,8,,6,17,,20,,20,11xe" fillcolor="black" strokeweight="0">
              <v:path arrowok="t"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v:shape>
            <v:shape id="Freeform 685" o:spid="_x0000_s1241" style="position:absolute;left:4157;top:1553;width:104;height:62;visibility:visible;mso-wrap-style:square;v-text-anchor:top" coordsize="10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aKncUA&#10;AADbAAAADwAAAGRycy9kb3ducmV2LnhtbESPQWvCQBSE7wX/w/IEb3XTHmyNrqJCRQ891IjB22v2&#10;NVmafRuya5L++26h4HGYmW+Y5Xqwteio9caxgqdpAoK4cNpwqeCcvT2+gvABWWPtmBT8kIf1avSw&#10;xFS7nj+oO4VSRAj7FBVUITSplL6oyKKfuoY4el+utRiibEupW+wj3NbyOUlm0qLhuFBhQ7uKiu/T&#10;zSrIWZr3ZJP5zuXbyz7/vBrXH5WajIfNAkSgIdzD/+2DVvAyh78v8Q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oqdxQAAANsAAAAPAAAAAAAAAAAAAAAAAJgCAABkcnMv&#10;ZG93bnJldi54bWxQSwUGAAAAAAQABAD1AAAAigMAAAAA&#10;" path="m23,15l26,9,28,6,31,3,37,3,40,,43,,48,,54,3,57,9,59,15,65,6,71,3,76,,79,,85,,87,3,93,6,96,12,96,15,96,23,96,48,96,54,96,57,99,60,102,62,104,62,76,62,79,62,82,60,85,60,85,57,85,54,85,48,85,23,85,17,82,15,79,9,73,9,71,9,68,12,62,15,59,17,59,20,59,48,59,54,59,57,59,60,62,60,65,62,68,62,40,62,43,62,45,60,48,57,48,54,48,48,48,23,48,17,45,15,43,9,37,9,34,9,31,12,26,15,23,17,23,48,23,54,23,57,23,60,26,60,26,62,31,62,,62,6,62,6,60,9,60,9,57,9,54,9,48,9,26,9,17,9,12,9,9,6,9,3,9,,9,20,,23,,23,15xe" fillcolor="black" strokeweight="0">
              <v:path arrowok="t"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v:shape>
            <v:shape id="Freeform 686" o:spid="_x0000_s1242" style="position:absolute;left:4056;top:977;width:82;height:78;visibility:visible;mso-wrap-style:square;v-text-anchor:top" coordsize="8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zMQ78A&#10;AADbAAAADwAAAGRycy9kb3ducmV2LnhtbERPzYrCMBC+C75DGMGL2FRZFumaShGKXlxY9QGGZrbp&#10;bjOpTdT69uYgePz4/tebwbbiRr1vHCtYJCkI4srphmsF51M5X4HwAVlj65gUPMjDJh+P1phpd+cf&#10;uh1DLWII+wwVmBC6TEpfGbLoE9cRR+7X9RZDhH0tdY/3GG5buUzTT2mx4dhgsKOtoer/eLUKdn+X&#10;gnfl7LAPpkNZuIX7+C6Vmk6G4gtEoCG8xS/3XitYxfXxS/wBMn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DMxDvwAAANsAAAAPAAAAAAAAAAAAAAAAAJgCAABkcnMvZG93bnJl&#10;di54bWxQSwUGAAAAAAQABAD1AAAAhAMAAAAA&#10;" path="m70,0l70,45,73,53,73,59,73,61,73,64,73,67,76,67,79,67,82,67,82,70,62,78,56,78,56,61,51,67,45,73,42,76,37,76,31,78,26,76,20,73,14,70,11,64,11,56,11,47,11,14,9,8,9,5,9,2,6,2,3,,,,26,,26,50,26,59,28,64,34,67,37,67,42,67,45,64,51,61,56,56,56,14,56,8,56,2,51,2,45,,70,0xe" fillcolor="black" strokeweight="0">
              <v:path arrowok="t"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v:shape>
            <v:shape id="Freeform 687" o:spid="_x0000_s1243" style="position:absolute;left:4065;top:1492;width:84;height:78;visibility:visible;mso-wrap-style:square;v-text-anchor:top" coordsize="8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0vMQA&#10;AADbAAAADwAAAGRycy9kb3ducmV2LnhtbESPQWsCMRSE74X+h/AK3mp2FapsjUurrJTe1FJ6fCSv&#10;m6Wbl2UTdfXXN4LgcZiZb5hFObhWHKkPjWcF+TgDQay9abhW8LWvnucgQkQ22HomBWcKUC4fHxZY&#10;GH/iLR13sRYJwqFABTbGrpAyaEsOw9h3xMn79b3DmGRfS9PjKcFdKydZ9iIdNpwWLHa0sqT/dgen&#10;QFf63a4vofI/frO+fM6m9rueKjV6Gt5eQUQa4j18a38YBfMcrl/SD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AdLzEAAAA2wAAAA8AAAAAAAAAAAAAAAAAmAIAAGRycy9k&#10;b3ducmV2LnhtbFBLBQYAAAAABAAEAPUAAACJAwAAAAA=&#10;" path="m73,0l73,45,73,53,73,59,73,61,73,64,76,67,78,67,81,67,84,67,61,78,59,78,59,61,53,67,47,73,42,76,36,76,31,78,25,76,19,73,17,70,14,64,11,56,11,47,11,14,11,8,11,5,8,2,5,,,,25,,25,50,28,59,31,64,33,64,39,67,42,67,47,64,53,61,59,56,59,14,59,5,56,2,53,,47,,73,0xe" fillcolor="black" strokeweight="0">
              <v:path arrowok="t"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v:shape>
            <v:shape id="Freeform 688" o:spid="_x0000_s1244" style="position:absolute;left:972;top:1393;width:84;height:115;visibility:visible;mso-wrap-style:square;v-text-anchor:top" coordsize="8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1VYsMA&#10;AADbAAAADwAAAGRycy9kb3ducmV2LnhtbESP3YrCMBSE74V9h3AWvNNUBXGrUcqygiAI/sDi3aE5&#10;ttXmpCRR27c3wsJeDjPzDbNYtaYWD3K+sqxgNExAEOdWV1woOB3XgxkIH5A11pZJQUceVsuP3gJT&#10;bZ+8p8chFCJC2KeooAyhSaX0eUkG/dA2xNG7WGcwROkKqR0+I9zUcpwkU2mw4rhQYkPfJeW3w90o&#10;uJO9ZqHdTey2+HI/00mX/Z47pfqfbTYHEagN/+G/9kYrmI3h/SX+AL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1VYsMAAADbAAAADwAAAAAAAAAAAAAAAACYAgAAZHJzL2Rv&#10;d25yZXYueG1sUEsFBgAAAAAEAAQA9QAAAIgDAAAAAA==&#10;" path="m6,9l28,,31,,31,17,36,9,42,3,48,,56,,62,,70,3,76,9,79,17,84,25,84,37,84,51,79,59,73,70,65,76,59,79,48,79,42,79,36,79,34,76,31,73,31,99,31,104,31,110,34,113,36,113,39,115,,115,3,115,8,113,11,113,14,110,14,104,14,99,14,23,14,17,14,14,14,11,11,9,8,9,6,11,6,9xm31,23l31,51,31,59,31,62,34,68,36,70,42,73,48,76,56,73,62,68,67,62,70,54,70,45,70,34,67,25,62,17,56,14,48,11,45,11,39,14,36,17,31,23xe" fillcolor="black" strokeweight="0">
              <v:path arrowok="t" o:connecttype="custom" o:connectlocs="28,0;31,17;42,3;56,0;70,3;79,17;84,37;79,59;65,76;48,79;36,79;31,73;31,104;31,110;36,113;39,115;0,115;8,113;14,110;14,104;14,23;14,14;14,11;8,9;6,11;31,23;31,59;34,68;42,73;56,73;67,62;70,45;67,25;56,14;45,11;36,17" o:connectangles="0,0,0,0,0,0,0,0,0,0,0,0,0,0,0,0,0,0,0,0,0,0,0,0,0,0,0,0,0,0,0,0,0,0,0,0"/>
              <o:lock v:ext="edit" verticies="t"/>
            </v:shape>
            <v:shape id="Freeform 689" o:spid="_x0000_s1245" style="position:absolute;left:1067;top:1478;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XvMIA&#10;AADbAAAADwAAAGRycy9kb3ducmV2LnhtbESPQWsCMRSE70L/Q3gFb5qoUGRrlGKpevBgV+35uXlu&#10;lm5elk3U9d83QsHjMDPfMLNF52pxpTZUnjWMhgoEceFNxaWGw/5rMAURIrLB2jNpuFOAxfylN8PM&#10;+Bt/0zWPpUgQDhlqsDE2mZShsOQwDH1DnLyzbx3GJNtSmhZvCe5qOVbqTTqsOC1YbGhpqfjNL06D&#10;Wh/Y7n623f14WqlPRln4XGrdf+0+3kFE6uIz/N/eGA3TCTy+pB8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he8wgAAANsAAAAPAAAAAAAAAAAAAAAAAJgCAABkcnMvZG93&#10;bnJldi54bWxQSwUGAAAAAAQABAD1AAAAhwMAAAAA&#10;" path="m40,0l40,19,37,19,34,11,29,8,26,5,20,2,17,2,14,5,14,8,14,11,14,14,17,14,20,16,29,22,37,28,43,33,43,36,45,42,45,47,43,53,40,56,34,61,29,61,23,61,17,61,9,61,6,59,6,61,3,61,,61,,42,3,42,6,50,12,53,17,59,23,59,26,59,29,56,31,56,31,53,31,50,29,47,26,45,20,39,12,33,6,30,,25,,16,,11,6,5,12,,20,,26,,31,2,34,2,37,,40,0xe" fillcolor="black" strokeweight="0">
              <v:path arrowok="t" o:connecttype="custom" o:connectlocs="40,19;34,11;26,5;17,2;14,8;14,11;17,14;29,22;43,33;45,42;43,53;34,61;23,61;9,61;6,59;3,61;0,42;6,50;17,59;26,59;31,56;31,50;26,45;12,33;0,25;0,11;12,0;26,0;31,2;34,2;37,0;40,0" o:connectangles="0,0,0,0,0,0,0,0,0,0,0,0,0,0,0,0,0,0,0,0,0,0,0,0,0,0,0,0,0,0,0,0"/>
            </v:shape>
            <v:line id="Line 690" o:spid="_x0000_s1246" style="position:absolute;flip:y;visibility:visible" from="1806,504" to="1807,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AYjcMAAADbAAAADwAAAGRycy9kb3ducmV2LnhtbESPT4vCMBTE7wt+h/AEb2vqIq5UUxFh&#10;RQQPqyJ6ezavf2jzUpqo9dtvBGGPw8z8hpkvOlOLO7WutKxgNIxAEKdWl5wrOB5+PqcgnEfWWFsm&#10;BU9ysEh6H3OMtX3wL933PhcBwi5GBYX3TSylSwsy6Ia2IQ5eZluDPsg2l7rFR4CbWn5F0UQaLDks&#10;FNjQqqC02t+MgmqtL5drpbvq+2Rxu3tyfc5YqUG/W85AeOr8f/jd3mgF0zG8voQfI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gGI3DAAAA2wAAAA8AAAAAAAAAAAAA&#10;AAAAoQIAAGRycy9kb3ducmV2LnhtbFBLBQYAAAAABAAEAPkAAACRAwAAAAA=&#10;" strokeweight=".55pt"/>
            <v:line id="Line 691" o:spid="_x0000_s1247" style="position:absolute;visibility:visible" from="1806,678" to="1807,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K3lL8AAADbAAAADwAAAGRycy9kb3ducmV2LnhtbESPzQrCMBCE74LvEFbwpqmCUqtRRBR6&#10;8eDPAyzN2habTW2iVp/eCILHYWa+YRar1lTiQY0rLSsYDSMQxJnVJecKzqfdIAbhPLLGyjIpeJGD&#10;1bLbWWCi7ZMP9Dj6XAQIuwQVFN7XiZQuK8igG9qaOHgX2xj0QTa51A0+A9xUchxFU2mw5LBQYE2b&#10;grLr8W4UHPAdOz3Lzw5vuH+np+us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XK3lL8AAADbAAAADwAAAAAAAAAAAAAAAACh&#10;AgAAZHJzL2Rvd25yZXYueG1sUEsFBgAAAAAEAAQA+QAAAI0DAAAAAA==&#10;" strokeweight=".55pt"/>
            <v:line id="Line 692" o:spid="_x0000_s1248" style="position:absolute;visibility:visible" from="1806,780" to="1807,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Ap478AAADbAAAADwAAAGRycy9kb3ducmV2LnhtbESPzQrCMBCE74LvEFbwZlM9SK1GEVHo&#10;xYM/D7A0a1tsNrWJWn16Iwgeh5n5hlmsOlOLB7WusqxgHMUgiHOrKy4UnE+7UQLCeWSNtWVS8CIH&#10;q2W/t8BU2ycf6HH0hQgQdikqKL1vUildXpJBF9mGOHgX2xr0QbaF1C0+A9zUchLHU2mw4rBQYkOb&#10;kvLr8W4UHPCdOD0rzg5vuH9np+usyrZKDQfdeg7CU+f/4V870wqSK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aAp478AAADbAAAADwAAAAAAAAAAAAAAAACh&#10;AgAAZHJzL2Rvd25yZXYueG1sUEsFBgAAAAAEAAQA+QAAAI0DAAAAAA==&#10;" strokeweight=".55pt"/>
            <v:line id="Line 693" o:spid="_x0000_s1249" style="position:absolute;visibility:visible" from="1806,881" to="1807,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yMeL8AAADbAAAADwAAAGRycy9kb3ducmV2LnhtbESPzQrCMBCE74LvEFbwpqketFajiCj0&#10;4sGfB1iatS02m9pErT69EQSPw8x8wyxWranEgxpXWlYwGkYgiDOrS84VnE+7QQzCeWSNlWVS8CIH&#10;q2W3s8BE2ycf6HH0uQgQdgkqKLyvEyldVpBBN7Q1cfAutjHog2xyqRt8Brip5DiKJtJgyWGhwJo2&#10;BWXX490oOOA7dnqWnx3ecP9OT9dZmW6V6vfa9RyEp9b/w792qhXEU/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uyMeL8AAADbAAAADwAAAAAAAAAAAAAAAACh&#10;AgAAZHJzL2Rvd25yZXYueG1sUEsFBgAAAAAEAAQA+QAAAI0DAAAAAA==&#10;" strokeweight=".55pt"/>
            <v:line id="Line 694" o:spid="_x0000_s1250" style="position:absolute;visibility:visible" from="1806,985" to="1807,1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YCrwAAADbAAAADwAAAGRycy9kb3ducmV2LnhtbERPSwrCMBDdC94hjOBOU11IraYiotCN&#10;Cz8HGJqxLW0mtYlaPb1ZCC4f77/e9KYRT+pcZVnBbBqBIM6trrhQcL0cJjEI55E1NpZJwZscbNLh&#10;YI2Jti8+0fPsCxFC2CWooPS+TaR0eUkG3dS2xIG72c6gD7ArpO7wFcJNI+dRtJAGKw4NJba0Kymv&#10;zw+j4ISf2OllcXV4x+Mnu9TLKtsrNR712xUIT73/i3/uTCuIw9j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D3MYCrwAAADbAAAADwAAAAAAAAAAAAAAAAChAgAA&#10;ZHJzL2Rvd25yZXYueG1sUEsFBgAAAAAEAAQA+QAAAIoDAAAAAA==&#10;" strokeweight=".55pt"/>
            <v:line id="Line 695" o:spid="_x0000_s1251" style="position:absolute;visibility:visible" from="1980,509" to="198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9kb8AAADbAAAADwAAAGRycy9kb3ducmV2LnhtbESPzQrCMBCE74LvEFbwpqkepK1GEVHo&#10;xYM/D7A0a1tsNrWJWn16Iwgeh5n5hlmsOlOLB7WusqxgMo5AEOdWV1woOJ92oxiE88gaa8uk4EUO&#10;Vst+b4Gptk8+0OPoCxEg7FJUUHrfpFK6vCSDbmwb4uBdbGvQB9kWUrf4DHBTy2kUzaTBisNCiQ1t&#10;Ssqvx7tRcMB37HRSnB3ecP/OTtekyrZKDQfdeg7CU+f/4V870wriBL5fwg+Qy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D+9kb8AAADbAAAADwAAAAAAAAAAAAAAAACh&#10;AgAAZHJzL2Rvd25yZXYueG1sUEsFBgAAAAAEAAQA+QAAAI0DAAAAAA==&#10;" strokeweight=".55pt"/>
            <v:line id="Line 696" o:spid="_x0000_s1252" style="position:absolute;visibility:visible" from="1980,794" to="1981,1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yC0bwAAADbAAAADwAAAGRycy9kb3ducmV2LnhtbERPSwrCMBDdC94hjOBOU12IraYiotCN&#10;Cz8HGJqxLW0mtYlaPb1ZCC4f77/e9KYRT+pcZVnBbBqBIM6trrhQcL0cJksQziNrbCyTgjc52KTD&#10;wRoTbV98oufZFyKEsEtQQel9m0jp8pIMuqltiQN3s51BH2BXSN3hK4SbRs6jaCENVhwaSmxpV1Je&#10;nx9GwQk/S6fj4urwjsdPdqnjKtsrNR712xUIT73/i3/uTCuIw/r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dNyC0bwAAADbAAAADwAAAAAAAAAAAAAAAAChAgAA&#10;ZHJzL2Rvd25yZXYueG1sUEsFBgAAAAAEAAQA+QAAAIoDAAAAAA==&#10;" strokeweight=".55pt"/>
            <v:shape id="Freeform 697" o:spid="_x0000_s1253" style="position:absolute;left:1806;top:1652;width:177;height:577;visibility:visible;mso-wrap-style:square;v-text-anchor:top" coordsize="177,5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UsdsQA&#10;AADbAAAADwAAAGRycy9kb3ducmV2LnhtbESPQWvCQBSE70L/w/IKvYhu1FJs6iqtkCreTLXnR/Y1&#10;m5p9G7JbE/+9WxA8DjPzDbNY9bYWZ2p95VjBZJyAIC6crrhUcPjKRnMQPiBrrB2Tggt5WC0fBgtM&#10;tet4T+c8lCJC2KeowITQpFL6wpBFP3YNcfR+XGsxRNmWUrfYRbit5TRJXqTFiuOCwYbWhopT/mcV&#10;yE1h/PfvZth9rj9Os2mGz9lxp9TTY//+BiJQH+7hW3urFbxO4P9L/A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lLHbEAAAA2wAAAA8AAAAAAAAAAAAAAAAAmAIAAGRycy9k&#10;b3ducmV2LnhtbFBLBQYAAAAABAAEAPUAAACJAwAAAAA=&#10;" path="m174,577l177,,,,,577,174,577xe" fillcolor="#e0e0e0" strokecolor="#e0e0e0" strokeweight="0">
              <v:path arrowok="t" o:connecttype="custom" o:connectlocs="174,577;177,0;0,0;0,577;174,577" o:connectangles="0,0,0,0,0"/>
            </v:shape>
            <v:rect id="Rectangle 698" o:spid="_x0000_s1254" style="position:absolute;left:1941;top:1891;width:87;height: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KBNsUA&#10;AADbAAAADwAAAGRycy9kb3ducmV2LnhtbESP3WrCQBSE7wXfYTmCd2bjT0ubuoqIgqBYtO39afaY&#10;BLNnY3bV6NO7QqGXw8x8w4ynjSnFhWpXWFbQj2IQxKnVBWcKvr+WvTcQziNrLC2Tghs5mE7arTEm&#10;2l55R5e9z0SAsEtQQe59lUjp0pwMushWxME72NqgD7LOpK7xGuCmlIM4fpUGCw4LOVY0zyk97s9G&#10;wcvuc3serW1/u7j/pjz8Oc2bzUmpbqeZfYDw1Pj/8F97pRW8D+D5JfwAO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ooE2xQAAANsAAAAPAAAAAAAAAAAAAAAAAJgCAABkcnMv&#10;ZG93bnJldi54bWxQSwUGAAAAAAQABAD1AAAAigMAAAAA&#10;" filled="f" strokeweight=".55pt"/>
            <v:polyline id="Freeform 699" o:spid="_x0000_s1255" style="position:absolute;visibility:visible;mso-wrap-style:square;v-text-anchor:top" points="1919,1953,1919,1869,2048,1866,2048,1953" coordsize="129,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58aMQA&#10;AADbAAAADwAAAGRycy9kb3ducmV2LnhtbESP0YrCMBRE3xf8h3AFX0RTFRatRhFFcFexWP2AS3Nt&#10;i81NaaJ2/34jLOzjMDNnmMWqNZV4UuNKywpGwwgEcWZ1ybmC62U3mIJwHlljZZkU/JCD1bLzscBY&#10;2xef6Zn6XAQIuxgVFN7XsZQuK8igG9qaOHg32xj0QTa51A2+AtxUchxFn9JgyWGhwJo2BWX39GEU&#10;lMm2f7lPHnXS/7odRnhMo+/TRqlet13PQXhq/X/4r73XCmYTeH8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ufGjEAAAA2wAAAA8AAAAAAAAAAAAAAAAAmAIAAGRycy9k&#10;b3ducmV2LnhtbFBLBQYAAAAABAAEAPUAAACJAwAAAAA=&#10;" filled="f" strokeweight=".55pt">
              <v:path arrowok="t" o:connecttype="custom" o:connectlocs="0,87;0,3;129,0;129,87" o:connectangles="0,0,0,0"/>
            </v:polyline>
            <v:line id="Line 700" o:spid="_x0000_s1256" style="position:absolute;visibility:visible" from="1806,1655" to="1807,1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E0r8AAADbAAAADwAAAGRycy9kb3ducmV2LnhtbESPzQrCMBCE74LvEFbwpqkiYqtRRBR6&#10;8eDPAyzN2habTW2iVp/eCILHYWa+YRar1lTiQY0rLSsYDSMQxJnVJecKzqfdYAbCeWSNlWVS8CIH&#10;q2W3s8BE2ycf6HH0uQgQdgkqKLyvEyldVpBBN7Q1cfAutjHog2xyqRt8Brip5DiKptJgyWGhwJo2&#10;BWXX490oOOB75nScnx3ecP9OT9e4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eE0r8AAADbAAAADwAAAAAAAAAAAAAAAACh&#10;AgAAZHJzL2Rvd25yZXYueG1sUEsFBgAAAAAEAAQA+QAAAI0DAAAAAA==&#10;" strokeweight=".55pt"/>
            <v:line id="Line 701" o:spid="_x0000_s1257" style="position:absolute;visibility:visible" from="1806,1829" to="1807,18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shSb8AAADbAAAADwAAAGRycy9kb3ducmV2LnhtbESPzQrCMBCE74LvEFbwpqmCYqtRRBR6&#10;8eDPAyzN2habTW2iVp/eCILHYWa+YRar1lTiQY0rLSsYDSMQxJnVJecKzqfdYAbCeWSNlWVS8CIH&#10;q2W3s8BE2ycf6HH0uQgQdgkqKLyvEyldVpBBN7Q1cfAutjHog2xyqRt8Brip5DiKptJgyWGhwJo2&#10;BWXX490oOOB75nScnx3ecP9OT9e4TLdK9Xvteg7CU+v/4V871Qri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KshSb8AAADbAAAADwAAAAAAAAAAAAAAAACh&#10;AgAAZHJzL2Rvd25yZXYueG1sUEsFBgAAAAAEAAQA+QAAAI0DAAAAAA==&#10;" strokeweight=".55pt"/>
            <v:line id="Line 702" o:spid="_x0000_s1258" style="position:absolute;visibility:visible" from="1806,1928" to="1807,1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Pr8AAADbAAAADwAAAGRycy9kb3ducmV2LnhtbESPzQrCMBCE74LvEFbwZlM9iK1GEVHo&#10;xYM/D7A0a1tsNrWJWn16Iwgeh5n5hlmsOlOLB7WusqxgHMUgiHOrKy4UnE+70QyE88gaa8uk4EUO&#10;Vst+b4Gptk8+0OPoCxEg7FJUUHrfpFK6vCSDLrINcfAutjXog2wLqVt8Brip5SSOp9JgxWGhxIY2&#10;JeXX490oOOB75nRSnB3ecP/OTtekyrZKDQfdeg7CU+f/4V870wqSK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Hm/Pr8AAADbAAAADwAAAAAAAAAAAAAAAACh&#10;AgAAZHJzL2Rvd25yZXYueG1sUEsFBgAAAAAEAAQA+QAAAI0DAAAAAA==&#10;" strokeweight=".55pt"/>
            <v:line id="Line 703" o:spid="_x0000_s1259" style="position:absolute;visibility:visible" from="1806,2035" to="1807,2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apb8AAADbAAAADwAAAGRycy9kb3ducmV2LnhtbESPzQrCMBCE74LvEFbwpqke1FajiCj0&#10;4sGfB1iatS02m9pErT69EQSPw8x8wyxWranEgxpXWlYwGkYgiDOrS84VnE+7wQyE88gaK8uk4EUO&#10;VstuZ4GJtk8+0OPocxEg7BJUUHhfJ1K6rCCDbmhr4uBdbGPQB9nkUjf4DHBTyXEUTaTBksNCgTVt&#10;Csqux7tRcMD3zOk4Pzu84f6dnq5xmW6V6vfa9RyEp9b/w792qhXEU/h+CT9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Uapb8AAADbAAAADwAAAAAAAAAAAAAAAACh&#10;AgAAZHJzL2Rvd25yZXYueG1sUEsFBgAAAAAEAAQA+QAAAI0DAAAAAA==&#10;" strokeweight=".55pt"/>
            <v:line id="Line 704" o:spid="_x0000_s1260" style="position:absolute;visibility:visible" from="1806,2136" to="1807,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qO17wAAADbAAAADwAAAGRycy9kb3ducmV2LnhtbERPSwrCMBDdC94hjOBOU12IraYiotCN&#10;Cz8HGJqxLW0mtYlaPb1ZCC4f77/e9KYRT+pcZVnBbBqBIM6trrhQcL0cJksQziNrbCyTgjc52KTD&#10;wRoTbV98oufZFyKEsEtQQel9m0jp8pIMuqltiQN3s51BH2BXSN3hK4SbRs6jaCENVhwaSmxpV1Je&#10;nx9GwQk/S6fj4urwjsdPdqnjKtsrNR712xUIT73/i3/uTCuIw9jwJfwAmX4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iqqO17wAAADbAAAADwAAAAAAAAAAAAAAAAChAgAA&#10;ZHJzL2Rvd25yZXYueG1sUEsFBgAAAAAEAAQA+QAAAIoDAAAAAA==&#10;" strokeweight=".55pt"/>
            <v:line id="Line 705" o:spid="_x0000_s1261" style="position:absolute;visibility:visible" from="1983,1655" to="1984,1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YrTL8AAADbAAAADwAAAGRycy9kb3ducmV2LnhtbESPzQrCMBCE74LvEFbwZlM9iK1GEVHo&#10;xYM/D7A0a1tsNrWJWn16Iwgeh5n5hlmsOlOLB7WusqxgHMUgiHOrKy4UnE+70QyE88gaa8uk4EUO&#10;Vst+b4Gptk8+0OPoCxEg7FJUUHrfpFK6vCSDLrINcfAutjXog2wLqVt8Brip5SSOp9JgxWGhxIY2&#10;JeXX490oOOB75nRSnB3ecP/OTtekyrZKDQfdeg7CU+f/4V870wqSBL5fwg+Qy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eYrTL8AAADbAAAADwAAAAAAAAAAAAAAAACh&#10;AgAAZHJzL2Rvd25yZXYueG1sUEsFBgAAAAAEAAQA+QAAAI0DAAAAAA==&#10;" strokeweight=".55pt"/>
            <v:line id="Line 706" o:spid="_x0000_s1262" style="position:absolute;visibility:visible" from="1983,1945" to="1984,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Hb5sEAAADcAAAADwAAAGRycy9kb3ducmV2LnhtbESPzarCQAyF9xd8hyGCu+tUF6LVUUQU&#10;unHhzwOETmyLnUztjFp9erMQ3CWck3O+LFadq9WD2lB5NjAaJqCIc28rLgycT7v/KagQkS3WnsnA&#10;iwKslr2/BabWP/lAj2MslIRwSNFAGWOTah3ykhyGoW+IRbv41mGUtS20bfEp4a7W4ySZaIcVS0OJ&#10;DW1Kyq/HuzNwwPc02FlxDnjD/Ts7XWdVtjVm0O/Wc1CRuvgzf68zK/iJ4MszMoFe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sdvmwQAAANwAAAAPAAAAAAAAAAAAAAAA&#10;AKECAABkcnMvZG93bnJldi54bWxQSwUGAAAAAAQABAD5AAAAjwMAAAAA&#10;" strokeweight=".55pt"/>
            <v:polyline id="Freeform 707" o:spid="_x0000_s1263" style="position:absolute;visibility:visible;mso-wrap-style:square;v-text-anchor:top" points="2483,1976,2573,1976,2573,1967,2576,1947,2579,1925,2582,1908,2587,1891,2598,1872,2610,1857,2632,1849,2632,1852,2635,1852,2641,1855,2646,1860,2655,1866,2660,1874,2666,1883,2671,1902,2674,1928,2680,1950,2680,1967,2680,1973,2758,1973" coordsize="275,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qh/8MA&#10;AADcAAAADwAAAGRycy9kb3ducmV2LnhtbERPS2vCQBC+F/wPywi91U0KthJdRYSA9lKaVvA4ZMck&#10;mJ1Nd9c8/n23UOhtPr7nbHajaUVPzjeWFaSLBARxaXXDlYKvz/xpBcIHZI2tZVIwkYfddvawwUzb&#10;gT+oL0IlYgj7DBXUIXSZlL6syaBf2I44clfrDIYIXSW1wyGGm1Y+J8mLNNhwbKixo0NN5a24GwXn&#10;8+rVvX2fCn7vq3EKl1O+9EulHufjfg0i0Bj+xX/uo47zkxR+n4kX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qh/8MAAADcAAAADwAAAAAAAAAAAAAAAACYAgAAZHJzL2Rv&#10;d25yZXYueG1sUEsFBgAAAAAEAAQA9QAAAIgDAAAAAA==&#10;" filled="f" strokeweight=".55pt">
              <v:path arrowok="t" o:connecttype="custom" o:connectlocs="0,127;90,127;90,118;93,98;96,76;99,59;104,42;115,23;127,8;149,0;149,3;152,3;158,6;163,11;172,17;177,25;183,34;188,53;191,79;197,101;197,118;197,124;275,124" o:connectangles="0,0,0,0,0,0,0,0,0,0,0,0,0,0,0,0,0,0,0,0,0,0,0"/>
            </v:polyline>
            <v:polyline id="Freeform 708" o:spid="_x0000_s1264" style="position:absolute;visibility:visible;mso-wrap-style:square;v-text-anchor:top" points="2683,1973,2773,1973,2773,1964,2775,1947,2778,1925,2781,1905,2787,1888,2795,1869,2809,1855,2829,1849,2832,1849,2834,1849,2840,1852,2846,1857,2851,1863,2860,1872,2865,1883,2871,1902,2874,1925,2876,1947,2879,1964,2879,1970,2958,1970" coordsize="275,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SrIcMA&#10;AADcAAAADwAAAGRycy9kb3ducmV2LnhtbERPPWvDMBDdC/0P4gLdajkZWuNECcEQaEo7NPGQ8ZAu&#10;thPrZCQldv99VSh0u8f7vNVmsr24kw+dYwXzLAdBrJ3puFFQH3fPBYgQkQ32jknBNwXYrB8fVlga&#10;N/IX3Q+xESmEQ4kK2hiHUsqgW7IYMjcQJ+7svMWYoG+k8TimcNvLRZ6/SIsdp4YWB6pa0tfDzSrY&#10;j1pXn7uuaOr3S1UUzp/qj1elnmbTdgki0hT/xX/uN5Pm5wv4fSZd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SrIcMAAADcAAAADwAAAAAAAAAAAAAAAACYAgAAZHJzL2Rv&#10;d25yZXYueG1sUEsFBgAAAAAEAAQA9QAAAIgDAAAAAA==&#10;" filled="f" strokeweight=".55pt">
              <v:path arrowok="t" o:connecttype="custom" o:connectlocs="0,124;90,124;90,115;92,98;95,76;98,56;104,39;112,20;126,6;146,0;149,0;151,0;157,3;163,8;168,14;177,23;182,34;188,53;191,76;193,98;196,115;196,121;275,121" o:connectangles="0,0,0,0,0,0,0,0,0,0,0,0,0,0,0,0,0,0,0,0,0,0,0"/>
            </v:polyline>
            <v:shape id="Freeform 709" o:spid="_x0000_s1265" style="position:absolute;left:1778;top:1359;width:51;height:79;visibility:visible;mso-wrap-style:square;v-text-anchor:top" coordsize="5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X/cAA&#10;AADcAAAADwAAAGRycy9kb3ducmV2LnhtbERPS2sCMRC+F/ofwgjearIVRFajiNCql0J93IfNmF3c&#10;TJYk6vrvjVDobT6+58yXvWvFjUJsPGsoRgoEceVNw1bD8fD1MQURE7LB1jNpeFCE5eL9bY6l8Xf+&#10;pds+WZFDOJaooU6pK6WMVU0O48h3xJk7++AwZRisNAHvOdy18lOpiXTYcG6osaN1TdVlf3Ua1On7&#10;Z7M7WTmuiumm2RWTgw2o9XDQr2YgEvXpX/zn3po8X43h9Uy+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nX/cAAAADcAAAADwAAAAAAAAAAAAAAAACYAgAAZHJzL2Rvd25y&#10;ZXYueG1sUEsFBgAAAAAEAAQA9QAAAIUDAAAAAA==&#10;" path="m11,34l9,31,6,28,3,23,3,17,3,12,9,6,14,,23,,31,,37,3,48,3,51,3,51,6,48,6,42,6,42,12,45,17,42,26,39,31,31,34,23,37,20,37,14,34,11,37,11,40,9,43,11,43,11,45,14,45,17,45,23,45,34,45,39,45,42,48,48,51,51,54,51,57,48,65,45,71,37,73,31,76,23,79,11,76,3,73,,71,,68,,65,,62,3,59,6,57,9,54,6,51,3,48,3,45,6,43,9,40,11,34xm23,3l20,3,14,6,14,9,11,17,14,23,17,28,20,34,25,34,28,34,31,31,34,26,34,20,34,12,31,6,28,3,23,3xm11,54l9,57,9,59,6,59,6,62,6,65,9,68,17,71,25,71,37,71,42,68,45,65,48,59,45,57,39,54,31,54,20,54,11,54xe" fillcolor="black" strokeweight="0">
              <v:path arrowok="t"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o:lock v:ext="edit" verticies="t"/>
            </v:shape>
            <v:shape id="Freeform 710" o:spid="_x0000_s1266" style="position:absolute;left:1837;top:1331;width:23;height:82;visibility:visible;mso-wrap-style:square;v-text-anchor:top" coordsize="2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jEsQA&#10;AADcAAAADwAAAGRycy9kb3ducmV2LnhtbESP0WoCMRBF34X+Q5hCX6RmLVLKapRSKbb6IK5+wLAZ&#10;N4ubyZKkbvr3jSD0bYZ75547i1WynbiSD61jBdNJAYK4drrlRsHp+Pn8BiJEZI2dY1LwSwFWy4fR&#10;AkvtBj7QtYqNyCEcSlRgYuxLKUNtyGKYuJ44a2fnLca8+kZqj0MOt518KYpXabHlTDDY04eh+lL9&#10;2AypU7Pbrzc8+G3ajNtodt9Ho9TTY3qfg4iU4r/5fv2lc/1iBrdn8gR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hIxLEAAAA3AAAAA8AAAAAAAAAAAAAAAAAmAIAAGRycy9k&#10;b3ducmV2LnhtbFBLBQYAAAAABAAEAPUAAACJAwAAAAA=&#10;" path="m17,0l17,68,17,73,17,76,17,79,20,79,23,79,23,82,,82,,79,3,79,6,79,6,76,6,73,6,68,6,23,6,14,6,9,6,6,3,6,,6,14,,17,0xe" fillcolor="black" strokeweight="0">
              <v:path arrowok="t" o:connecttype="custom" o:connectlocs="17,0;17,68;17,73;17,76;17,79;20,79;20,79;23,79;23,82;0,82;0,79;3,79;3,79;6,79;6,76;6,73;6,68;6,23;6,14;6,9;6,9;6,6;3,6;3,6;0,6;0,6;0,6;14,0;17,0" o:connectangles="0,0,0,0,0,0,0,0,0,0,0,0,0,0,0,0,0,0,0,0,0,0,0,0,0,0,0,0,0"/>
            </v:shape>
            <v:shape id="Freeform 711" o:spid="_x0000_s1267" style="position:absolute;left:1868;top:1359;width:51;height:54;visibility:visible;mso-wrap-style:square;v-text-anchor:top" coordsize="5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nI98IA&#10;AADcAAAADwAAAGRycy9kb3ducmV2LnhtbERP3WrCMBS+H/gO4Qi7W5MNNrQzigrT3anVBzhrzppi&#10;c1KaaOuefhkMvDsf3++ZLQbXiCt1ofas4TlTIIhLb2quNJyOH08TECEiG2w8k4YbBVjMRw8zzI3v&#10;+UDXIlYihXDIUYONsc2lDKUlhyHzLXHivn3nMCbYVdJ02Kdw18gXpd6kw5pTg8WW1pbKc3FxGrbn&#10;4qtfTa1a/mxaGkqz2x/CTuvH8bB8BxFpiHfxv/vTpPnqFf6eSR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2cj3wgAAANwAAAAPAAAAAAAAAAAAAAAAAJgCAABkcnMvZG93&#10;bnJldi54bWxQSwUGAAAAAAQABAD1AAAAhwMAAAAA&#10;" path="m25,0l34,,39,3,45,9,48,17,51,26,51,34,48,40,42,45,37,51,31,54,25,54,17,54,11,51,6,45,,37,,28,,20,3,14,8,6,14,3,20,,25,0xm22,3l20,3,17,6,14,9,11,12,11,17,8,23,11,34,14,43,20,48,28,51,31,48,37,45,39,40,39,31,39,23,37,14,34,9,28,6,22,3xe" fillcolor="black" strokeweight="0">
              <v:path arrowok="t" o:connecttype="custom" o:connectlocs="25,0;34,0;39,3;45,9;48,17;51,26;51,34;48,40;42,45;37,51;31,54;25,54;17,54;11,51;6,45;0,37;0,28;0,20;3,14;8,6;14,3;20,0;25,0;22,3;20,3;17,6;14,9;11,12;11,17;8,23;11,34;14,43;20,48;28,51;31,48;37,45;39,40;39,31;39,23;37,14;34,9;28,6;22,3" o:connectangles="0,0,0,0,0,0,0,0,0,0,0,0,0,0,0,0,0,0,0,0,0,0,0,0,0,0,0,0,0,0,0,0,0,0,0,0,0,0,0,0,0,0,0"/>
              <o:lock v:ext="edit" verticies="t"/>
            </v:shape>
            <v:shape id="Freeform 712" o:spid="_x0000_s1268" style="position:absolute;left:1924;top:1342;width:31;height:71;visibility:visible;mso-wrap-style:square;v-text-anchor:top" coordsize="3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sS7sQA&#10;AADcAAAADwAAAGRycy9kb3ducmV2LnhtbERPPW/CMBDdK/EfrENiAxuGqEoxqAVaGNpKUIaOp/iI&#10;A/E5ik1I/31dCanbPb3Pmy97V4uO2lB51jCdKBDEhTcVlxqOX6/jRxAhIhusPZOGHwqwXAwe5pgb&#10;f+M9dYdYihTCIUcNNsYmlzIUlhyGiW+IE3fyrcOYYFtK0+IthbtazpTKpMOKU4PFhlaWisvh6jSc&#10;3z+v35uKs9P27WP9Yju1312OWo+G/fMTiEh9/Bff3TuT5qsM/p5JF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bEu7EAAAA3AAAAA8AAAAAAAAAAAAAAAAAmAIAAGRycy9k&#10;b3ducmV2LnhtbFBLBQYAAAAABAAEAPUAAACJAwAAAAA=&#10;" path="m17,0l17,17,31,17,31,20,17,20,17,57,17,60,20,62,23,65,25,62,28,62,31,60,28,65,25,68,23,71,17,71,14,71,11,68,9,65,9,62,9,57,9,20,,20,3,17,6,14,9,12,11,9,14,6,17,0xe" fillcolor="black" strokeweight="0">
              <v:path arrowok="t" o:connecttype="custom" o:connectlocs="17,0;17,17;31,17;31,20;17,20;17,57;17,60;20,62;20,62;23,65;25,62;25,62;28,62;31,60;31,60;28,65;25,68;23,71;17,71;14,71;14,71;11,68;9,65;9,62;9,57;9,20;0,20;0,20;3,17;6,14;9,12;11,9;14,6;17,0;17,0" o:connectangles="0,0,0,0,0,0,0,0,0,0,0,0,0,0,0,0,0,0,0,0,0,0,0,0,0,0,0,0,0,0,0,0,0,0,0"/>
            </v:shape>
            <v:shape id="Freeform 713" o:spid="_x0000_s1269" style="position:absolute;left:1955;top:1342;width:34;height:71;visibility:visible;mso-wrap-style:square;v-text-anchor:top" coordsize="3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e+lsMA&#10;AADcAAAADwAAAGRycy9kb3ducmV2LnhtbERPTWvCQBC9C/6HZYReRDct1Ep0FREUC700as5jdswG&#10;s7NpdjXpv+8WCr3N433Oct3bWjyo9ZVjBc/TBARx4XTFpYLTcTeZg/ABWWPtmBR8k4f1ajhYYqpd&#10;x5/0yEIpYgj7FBWYEJpUSl8YsuinriGO3NW1FkOEbSl1i10Mt7V8SZKZtFhxbDDY0NZQccvuVsH5&#10;9WNmstv78bLpxvnp/JVjts+Vehr1mwWIQH34F/+5DzrOT97g95l4gV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e+lsMAAADcAAAADwAAAAAAAAAAAAAAAACYAgAAZHJzL2Rv&#10;d25yZXYueG1sUEsFBgAAAAAEAAQA9QAAAIgDAAAAAA==&#10;" path="m20,0l20,17,31,17,31,20,20,20,20,57,20,60,23,62,25,65,28,62,31,62,31,60,34,60,31,65,28,68,25,71,20,71,17,71,14,71,11,68,11,65,11,62,9,57,9,20,,20,6,17,9,14,11,12,14,9,17,6,20,0xe" fillcolor="black" strokeweight="0">
              <v:path arrowok="t" o:connecttype="custom" o:connectlocs="20,0;20,17;31,17;31,20;20,20;20,57;20,60;23,62;23,62;25,65;28,62;28,62;31,62;31,60;34,60;31,65;28,68;25,71;20,71;17,71;14,71;11,68;11,65;11,62;9,57;9,20;0,20;0,20;6,17;9,14;11,12;14,9;17,6;20,0;20,0" o:connectangles="0,0,0,0,0,0,0,0,0,0,0,0,0,0,0,0,0,0,0,0,0,0,0,0,0,0,0,0,0,0,0,0,0,0,0"/>
            </v:shape>
            <v:shape id="Freeform 714" o:spid="_x0000_s1270" style="position:absolute;left:1994;top:1331;width:26;height:82;visibility:visible;mso-wrap-style:square;v-text-anchor:top" coordsize="2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9lGMUA&#10;AADcAAAADwAAAGRycy9kb3ducmV2LnhtbESPzW7CQAyE75V4h5WRuJUNPSAUWFAFVEpPiF/1aGXd&#10;JCXrTbMLhD59fUDiZmvGM59ni87V6kptqDwbGA0TUMS5txUXBg77j9cJqBCRLdaeycCdAizmvZcZ&#10;ptbfeEvXXSyUhHBI0UAZY5NqHfKSHIahb4hF+/atwyhrW2jb4k3CXa3fkmSsHVYsDSU2tCwpP+8u&#10;zsDWH9anbLMM/rI6YvY7+fv8wh9jBv3ufQoqUhef5sd1ZgU/EVp5Rib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H2UYxQAAANwAAAAPAAAAAAAAAAAAAAAAAJgCAABkcnMv&#10;ZG93bnJldi54bWxQSwUGAAAAAAQABAD1AAAAigMAAAAA&#10;" path="m12,0l14,,17,3,20,6,17,9,17,11,14,11,12,14,9,11,6,11,6,9,6,6,6,3,9,,12,0xm17,28l17,68,17,73,17,76,20,79,23,79,26,79,26,82,,82,,79,3,79,6,79,6,76,9,73,9,68,9,51,9,42,6,37,6,34,3,34,,34,14,28,17,28xe" fillcolor="black" strokeweight="0">
              <v:path arrowok="t" o:connecttype="custom" o:connectlocs="12,0;14,0;17,3;17,3;20,6;17,9;17,11;14,11;12,14;9,11;6,11;6,9;6,6;6,3;6,3;9,0;12,0;17,28;17,68;17,73;17,76;20,79;20,79;23,79;26,79;26,82;0,82;0,79;3,79;6,79;6,79;6,76;9,73;9,68;9,51;9,42;6,37;6,37;6,34;6,34;3,34;3,34;0,34;0,34;14,28;17,28" o:connectangles="0,0,0,0,0,0,0,0,0,0,0,0,0,0,0,0,0,0,0,0,0,0,0,0,0,0,0,0,0,0,0,0,0,0,0,0,0,0,0,0,0,0,0,0,0,0"/>
              <o:lock v:ext="edit" verticies="t"/>
            </v:shape>
            <v:shape id="Freeform 715" o:spid="_x0000_s1271" style="position:absolute;left:2028;top:1359;width:37;height:54;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r8A&#10;AADcAAAADwAAAGRycy9kb3ducmV2LnhtbERPzYrCMBC+C75DGMGbJi6yam0UFcS9LVYfYGjGtraZ&#10;lCar9e03Cwve5uP7nXTb20Y8qPOVYw2zqQJBnDtTcaHhejlOliB8QDbYOCYNL/Kw3QwHKSbGPflM&#10;jywUIoawT1BDGUKbSOnzkiz6qWuJI3dzncUQYVdI0+EzhttGfij1KS1WHBtKbOlQUl5nP1aDn5Nb&#10;hOVsX33fXXY8LWojD0rr8ajfrUEE6sNb/O/+MnG+WsHfM/ECufk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j+f6vwAAANwAAAAPAAAAAAAAAAAAAAAAAJgCAABkcnMvZG93bnJl&#10;di54bWxQSwUGAAAAAAQABAD1AAAAhAMAAAAA&#10;" path="m34,0l34,17,31,17,28,12,25,6,23,3,17,3,14,3,11,6,9,9,9,12,9,14,11,17,17,20,25,23,31,28,34,34,37,40,34,45,31,51,25,54,20,54,14,54,9,54,6,51,3,51,3,54,,54,,37,3,37,6,43,9,48,14,51,20,51,23,51,25,48,28,45,28,43,28,40,25,37,20,34,14,28,9,26,3,23,,20,,14,3,9,6,3,11,,17,,20,,25,,28,3,31,,34,0xe" fillcolor="black" strokeweight="0">
              <v:path arrowok="t"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v:shape>
            <v:shape id="Freeform 716" o:spid="_x0000_s1272" style="position:absolute;left:2826;top:1399;width:56;height:53;visibility:visible;mso-wrap-style:square;v-text-anchor:top" coordsize="5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P3xsYA&#10;AADcAAAADwAAAGRycy9kb3ducmV2LnhtbESPT2vCQBDF7wW/wzJCb3WjUNHUVaooWAoF/1DwNmSn&#10;2WB2NmRXE79951DobYb35r3fLFa9r9Wd2lgFNjAeZaCIi2ArLg2cT7uXGaiYkC3WgcnAgyKsloOn&#10;BeY2dHyg+zGVSkI45mjApdTkWsfCkcc4Cg2xaD+h9ZhkbUttW+wk3Nd6kmVT7bFiaXDY0MZRcT3e&#10;vAG8fM/mj6vdT1+33frrI+uby6cz5nnYv7+BStSnf/Pf9d4K/lj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P3xsYAAADcAAAADwAAAAAAAAAAAAAAAACYAgAAZHJz&#10;L2Rvd25yZXYueG1sUEsFBgAAAAAEAAQA9QAAAIsDAAAAAA==&#10;" path="m0,0l25,,22,,22,3,20,3,20,5,20,8,20,11,31,39,42,8,45,5,45,3,42,3,42,,39,,56,,53,3,50,3,48,5,48,8,31,53,25,53,8,8,8,5,6,5,6,3,3,3,,0xe" fillcolor="black" strokeweight="0">
              <v:path arrowok="t" o:connecttype="custom" o:connectlocs="0,0;25,0;25,0;22,0;22,3;20,3;20,3;20,5;20,8;20,11;31,39;42,8;45,5;45,3;45,3;45,3;42,3;42,3;42,0;39,0;39,0;56,0;56,0;53,3;50,3;48,5;48,8;31,53;25,53;8,8;8,5;6,5;6,3;3,3;3,3;0,0;0,0" o:connectangles="0,0,0,0,0,0,0,0,0,0,0,0,0,0,0,0,0,0,0,0,0,0,0,0,0,0,0,0,0,0,0,0,0,0,0,0,0"/>
            </v:shape>
            <v:shape id="Freeform 717" o:spid="_x0000_s1273" style="position:absolute;left:2885;top:1399;width:50;height:53;visibility:visible;mso-wrap-style:square;v-text-anchor:top" coordsize="5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uDd8IA&#10;AADcAAAADwAAAGRycy9kb3ducmV2LnhtbERPTWuDQBC9B/oflinklqwG0ojNGkpLbOgtUch1cKcq&#10;urPibqP9991AoLd5vM/ZH2bTixuNrrWsIF5HIIgrq1uuFZTFcZWAcB5ZY2+ZFPySg0P2tNhjqu3E&#10;Z7pdfC1CCLsUFTTeD6mUrmrIoFvbgThw33Y06AMca6lHnEK46eUmil6kwZZDQ4MDvTdUdZcfo6DS&#10;3eljTsptvNu6r6TA/POab5RaPs9vryA8zf5f/HCfdJgfx3B/Jlw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C4N3wgAAANwAAAAPAAAAAAAAAAAAAAAAAJgCAABkcnMvZG93&#10;bnJldi54bWxQSwUGAAAAAAQABAD1AAAAhwMAAAAA&#10;" path="m25,0l34,,39,3,45,8,50,17,50,25,50,31,48,39,45,45,39,50,34,53,25,53,20,53,11,48,8,45,3,36,,25,3,19,6,11,8,5,14,3,20,,25,0xm25,3l22,3,20,3,17,5,14,11,11,17,11,22,11,33,17,42,22,48,28,50,34,48,39,45,42,39,42,31,42,19,39,14,36,8,31,3,25,3xe" fillcolor="black" strokeweight="0">
              <v:path arrowok="t" o:connecttype="custom" o:connectlocs="25,0;34,0;39,3;45,8;50,17;50,25;50,31;48,39;45,45;39,50;34,53;25,53;20,53;11,48;8,45;3,36;0,25;3,19;6,11;8,5;14,3;20,0;25,0;25,3;22,3;20,3;17,5;14,11;11,17;11,22;11,33;17,42;22,48;28,50;34,48;39,45;42,39;42,31;42,19;39,14;36,8;31,3;25,3" o:connectangles="0,0,0,0,0,0,0,0,0,0,0,0,0,0,0,0,0,0,0,0,0,0,0,0,0,0,0,0,0,0,0,0,0,0,0,0,0,0,0,0,0,0,0"/>
              <o:lock v:ext="edit" verticies="t"/>
            </v:shape>
            <v:shape id="Freeform 718" o:spid="_x0000_s1274" style="position:absolute;left:2944;top:1399;width:45;height:53;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ej/8MA&#10;AADcAAAADwAAAGRycy9kb3ducmV2LnhtbERPyWrDMBC9F/IPYgK5NbJ9KMWNHJJAIIdQWjfQ9jZY&#10;44VYI2PJS/L1VaHQ2zzeOpvtbFoxUu8aywridQSCuLC64UrB5eP4+AzCeWSNrWVScCMH22zxsMFU&#10;24nfacx9JUIIuxQV1N53qZSuqMmgW9uOOHCl7Q36APtK6h6nEG5amUTRkzTYcGiosaNDTcU1H4yC&#10;4dT5vPz8Rne/v36Z89txf6BYqdVy3r2A8DT7f/Gf+6TD/DiB32fCB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ej/8MAAADcAAAADwAAAAAAAAAAAAAAAACYAgAAZHJzL2Rv&#10;d25yZXYueG1sUEsFBgAAAAAEAAQA9QAAAIgDAAAAAA==&#10;" path="m45,31l42,42,36,48,31,50,22,53,14,50,8,45,5,39,3,33,,25,3,19,5,11,8,5,17,,25,,34,,39,3,42,5,42,11,42,14,39,14,39,17,36,14,34,14,34,11,31,8,31,5,31,3,28,3,25,3,20,3,17,5,11,14,11,19,11,28,17,36,22,42,28,45,34,42,39,39,42,36,45,31xe" fillcolor="black" strokeweight="0">
              <v:path arrowok="t" o:connecttype="custom" o:connectlocs="45,31;42,42;36,48;31,50;22,53;14,50;8,45;5,39;3,33;0,25;3,19;5,11;8,5;17,0;25,0;34,0;39,3;42,5;42,11;42,14;42,14;39,14;39,17;36,14;34,14;34,11;31,8;31,5;31,3;28,3;25,3;20,3;17,5;11,14;11,19;11,28;17,36;22,42;28,45;34,42;39,39;42,36;45,31;45,31" o:connectangles="0,0,0,0,0,0,0,0,0,0,0,0,0,0,0,0,0,0,0,0,0,0,0,0,0,0,0,0,0,0,0,0,0,0,0,0,0,0,0,0,0,0,0,0"/>
            </v:shape>
            <v:shape id="Freeform 719" o:spid="_x0000_s1275" style="position:absolute;left:2997;top:1399;width:48;height:53;visibility:visible;mso-wrap-style:square;v-text-anchor:top" coordsize="4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fNFsQA&#10;AADcAAAADwAAAGRycy9kb3ducmV2LnhtbESPQWsCMRCF7wX/Qxiht5rdCkVWo4hokR5aql68DZsx&#10;WdxMlk1c479vCoXeZnjvffNmsUquFQP1ofGsoJwUIIhrrxs2Ck7H3csMRIjIGlvPpOBBAVbL0dMC&#10;K+3v/E3DIRqRIRwqVGBj7CopQ23JYZj4jjhrF987jHntjdQ93jPctfK1KN6kw4bzBYsdbSzV18PN&#10;Zcru5uzHLJXmsT2v34fz8JnMl1LP47Seg4iU4r/5L73XuX45hd9n8gR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XzRbEAAAA3AAAAA8AAAAAAAAAAAAAAAAAmAIAAGRycy9k&#10;b3ducmV2LnhtbFBLBQYAAAAABAAEAPUAAACJAwAAAAA=&#10;" path="m31,45l26,48,23,50,20,50,17,53,14,53,9,53,6,50,3,45,,39,,36,3,33,6,31,11,25,20,22,31,17,31,8,28,5,26,3,20,3,17,3,14,5,14,8,14,11,14,14,11,17,9,17,6,17,3,14,3,11,6,8,9,3,14,,23,,28,,34,,37,3,40,5,40,11,40,17,40,33,40,39,40,42,42,45,45,45,48,42,48,45,42,50,37,53,34,53,31,50,31,48,31,45xm31,39l31,22,23,25,20,25,14,28,11,31,11,33,11,36,11,39,14,42,17,45,20,45,26,45,31,39xe" fillcolor="black" strokeweight="0">
              <v:path arrowok="t" o:connecttype="custom" o:connectlocs="26,48;20,50;14,53;6,50;0,39;3,33;11,25;31,17;31,8;26,3;17,3;14,5;14,11;11,17;9,17;6,17;3,11;9,3;23,0;34,0;40,5;40,17;40,39;42,45;42,45;45,45;45,45;48,45;37,53;31,50;31,45;31,22;20,25;11,31;11,36;14,42;20,45;31,39" o:connectangles="0,0,0,0,0,0,0,0,0,0,0,0,0,0,0,0,0,0,0,0,0,0,0,0,0,0,0,0,0,0,0,0,0,0,0,0,0,0"/>
              <o:lock v:ext="edit" verticies="t"/>
            </v:shape>
            <v:shape id="Freeform 720" o:spid="_x0000_s1276" style="position:absolute;left:3053;top:1371;width:23;height:81;visibility:visible;mso-wrap-style:square;v-text-anchor:top" coordsize="2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1sOcEA&#10;AADcAAAADwAAAGRycy9kb3ducmV2LnhtbERP3WrCMBS+H+wdwhnsbqaOoVs1ipTJ9Gqs6wMcmmNT&#10;bE5qEm339kYQdnc+vt+zXI+2ExfyoXWsYDrJQBDXTrfcKKh+ty/vIEJE1tg5JgV/FGC9enxYYq7d&#10;wD90KWMjUgiHHBWYGPtcylAbshgmridO3MF5izFB30jtcUjhtpOvWTaTFltODQZ7KgzVx/JsFYxD&#10;lZnquP86fX7P8cN6XxRyrtTz07hZgIg0xn/x3b3Taf70DW7PpAv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9bDnBAAAA3AAAAA8AAAAAAAAAAAAAAAAAmAIAAGRycy9kb3du&#10;cmV2LnhtbFBLBQYAAAAABAAEAPUAAACGAwAAAAA=&#10;" path="m17,0l17,67,17,73,17,76,20,78,23,78,23,81,,81,,78,3,78,6,76,6,73,6,67,6,19,6,14,6,8,6,5,3,5,,5,14,,17,0xe" fillcolor="black" strokeweight="0">
              <v:path arrowok="t" o:connecttype="custom" o:connectlocs="17,0;17,67;17,73;17,76;17,76;20,78;20,78;23,78;23,81;0,81;0,78;3,78;3,78;6,76;6,76;6,73;6,67;6,19;6,14;6,8;6,8;6,5;3,5;3,5;0,5;0,5;0,5;14,0;17,0" o:connectangles="0,0,0,0,0,0,0,0,0,0,0,0,0,0,0,0,0,0,0,0,0,0,0,0,0,0,0,0,0"/>
            </v:shape>
            <v:shape id="Freeform 721" o:spid="_x0000_s1277" style="position:absolute;left:3110;top:1382;width:33;height:70;visibility:visible;mso-wrap-style:square;v-text-anchor:top" coordsize="3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eUJ8QA&#10;AADcAAAADwAAAGRycy9kb3ducmV2LnhtbERPS2vCQBC+C/6HZYTedKPUElJXkYA0vdT6oL0O2WkS&#10;zM6G7Nak+fVdQfA2H99zVpve1OJKrassK5jPIhDEudUVFwrOp900BuE8ssbaMin4Iweb9Xi0wkTb&#10;jg90PfpChBB2CSoovW8SKV1ekkE3sw1x4H5sa9AH2BZSt9iFcFPLRRS9SIMVh4YSG0pLyi/HX6Ng&#10;OLz5tPnU3x/V+37olvr56xRnSj1N+u0rCE+9f4jv7kyH+fMl3J4JF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lCfEAAAA3AAAAA8AAAAAAAAAAAAAAAAAmAIAAGRycy9k&#10;b3ducmV2LnhtbFBLBQYAAAAABAAEAPUAAACJAwAAAAA=&#10;" path="m19,0l19,17,31,17,31,20,19,20,19,53,19,59,19,62,22,62,25,62,28,62,31,62,31,59,33,59,31,65,28,67,22,70,19,70,16,70,14,67,11,67,11,65,8,62,8,56,8,20,,20,2,17,8,14,11,11,14,8,14,5,16,,19,0xe" fillcolor="black" strokeweight="0">
              <v:path arrowok="t" o:connecttype="custom" o:connectlocs="19,0;19,17;31,17;31,20;19,20;19,53;19,59;19,62;22,62;25,62;25,62;28,62;31,62;31,59;33,59;31,65;28,67;22,70;19,70;16,70;14,67;11,67;11,65;8,62;8,56;8,20;0,20;0,20;2,17;8,14;11,11;14,8;14,5;16,0;19,0" o:connectangles="0,0,0,0,0,0,0,0,0,0,0,0,0,0,0,0,0,0,0,0,0,0,0,0,0,0,0,0,0,0,0,0,0,0,0"/>
            </v:shape>
            <v:shape id="Freeform 722" o:spid="_x0000_s1278" style="position:absolute;left:3143;top:1399;width:40;height:53;visibility:visible;mso-wrap-style:square;v-text-anchor:top" coordsize="4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q8G8MA&#10;AADcAAAADwAAAGRycy9kb3ducmV2LnhtbERPS2vCQBC+F/wPywje6iY+QomuIqJQemm17X3IjsmS&#10;7GzIrib113cLBW/z8T1nvR1sI27UeeNYQTpNQBAXThsuFXx9Hp9fQPiArLFxTAp+yMN2M3paY65d&#10;zye6nUMpYgj7HBVUIbS5lL6oyKKfupY4chfXWQwRdqXUHfYx3DZyliSZtGg4NlTY0r6ioj5frYKL&#10;PBrzXafvi+X9ML8vFx919tYrNRkPuxWIQEN4iP/drzrOTzP4eyZe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q8G8MAAADcAAAADwAAAAAAAAAAAAAAAACYAgAAZHJzL2Rv&#10;d25yZXYueG1sUEsFBgAAAAAEAAQA9QAAAIgDAAAAAA==&#10;" path="m17,0l17,11,23,5,28,,31,,34,,37,,40,3,40,5,40,8,37,11,34,11,31,8,28,8,26,8,23,8,20,11,17,17,17,39,20,45,20,48,23,50,26,50,28,50,28,53,,53,,50,3,50,6,50,9,48,9,45,9,39,9,19,9,14,9,8,6,5,3,5,,5,17,0xe" fillcolor="black" strokeweight="0">
              <v:path arrowok="t" o:connecttype="custom" o:connectlocs="17,0;17,11;23,5;28,0;31,0;34,0;37,0;40,3;40,5;40,8;37,11;37,11;34,11;34,11;31,8;28,8;26,8;26,8;23,8;20,11;17,17;17,39;20,45;20,48;20,48;23,50;26,50;28,50;28,53;0,53;0,50;3,50;6,50;9,48;9,45;9,45;9,39;9,19;9,14;9,8;9,8;6,5;6,5;6,5;3,5;3,5;0,5;17,0;17,0" o:connectangles="0,0,0,0,0,0,0,0,0,0,0,0,0,0,0,0,0,0,0,0,0,0,0,0,0,0,0,0,0,0,0,0,0,0,0,0,0,0,0,0,0,0,0,0,0,0,0,0,0"/>
            </v:shape>
            <v:shape id="Freeform 723" o:spid="_x0000_s1279" style="position:absolute;left:3185;top:1399;width:48;height:53;visibility:visible;mso-wrap-style:square;v-text-anchor:top" coordsize="48,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zLFcQA&#10;AADcAAAADwAAAGRycy9kb3ducmV2LnhtbESPQWsCMRCF7wX/Qxiht5rdHqysRhHRIj20VL14GzZj&#10;sriZLJu4xn/fFAq9zfDe++bNYpVcKwbqQ+NZQTkpQBDXXjdsFJyOu5cZiBCRNbaeScGDAqyWo6cF&#10;Vtrf+ZuGQzQiQzhUqMDG2FVShtqSwzDxHXHWLr53GPPaG6l7vGe4a+VrUUylw4bzBYsdbSzV18PN&#10;Zcru5uzHLJXmsT2v34fz8JnMl1LP47Seg4iU4r/5L73XuX75Br/P5An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syxXEAAAA3AAAAA8AAAAAAAAAAAAAAAAAmAIAAGRycy9k&#10;b3ducmV2LnhtbFBLBQYAAAAABAAEAPUAAACJAwAAAAA=&#10;" path="m31,45l26,48,23,50,20,50,17,53,15,53,9,53,3,50,3,45,,39,,36,3,33,6,31,12,25,20,22,31,17,29,8,29,5,26,3,20,3,17,3,15,5,15,8,15,11,12,14,12,17,9,17,6,17,3,14,3,11,6,8,9,3,15,,23,,29,,34,,37,3,40,5,40,11,40,17,40,33,40,39,40,42,40,45,43,45,45,45,48,42,48,45,43,50,37,53,34,53,31,50,31,48,31,45xm31,39l31,22,23,25,20,25,15,28,12,31,12,33,12,36,12,39,15,42,17,45,20,45,23,45,31,39xe" fillcolor="black" strokeweight="0">
              <v:path arrowok="t" o:connecttype="custom" o:connectlocs="26,48;20,50;15,53;3,50;0,39;3,33;12,25;31,17;29,8;26,3;17,3;15,5;15,11;12,17;9,17;6,17;3,11;9,3;23,0;34,0;40,5;40,17;40,39;40,45;43,45;43,45;45,45;48,45;37,53;31,50;31,45;31,22;20,25;12,31;12,36;15,42;20,45;31,39" o:connectangles="0,0,0,0,0,0,0,0,0,0,0,0,0,0,0,0,0,0,0,0,0,0,0,0,0,0,0,0,0,0,0,0,0,0,0,0,0,0"/>
              <o:lock v:ext="edit" verticies="t"/>
            </v:shape>
            <v:shape id="Freeform 724" o:spid="_x0000_s1280" style="position:absolute;left:3239;top:1399;width:45;height:53;visibility:visible;mso-wrap-style:square;v-text-anchor:top" coordsize="45,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UFcUA&#10;AADcAAAADwAAAGRycy9kb3ducmV2LnhtbESPQWvCQBCF7wX/wzKCt7qJBynRVVQQPJRiU0G9Ddkx&#10;CWZnQ3bV6K/vHAq9zfDevPfNfNm7Rt2pC7VnA+k4AUVceFtzaeDws33/ABUissXGMxl4UoDlYvA2&#10;x8z6B3/TPY+lkhAOGRqoYmwzrUNRkcMw9i2xaBffOYyydqW2HT4k3DV6kiRT7bBmaaiwpU1FxTW/&#10;OQO3XRvzy/GM4fX6OrnP/Xa9odSY0bBfzUBF6uO/+e96ZwU/FVp5Rib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35QVxQAAANwAAAAPAAAAAAAAAAAAAAAAAJgCAABkcnMv&#10;ZG93bnJldi54bWxQSwUGAAAAAAQABAD1AAAAigMAAAAA&#10;" path="m45,31l42,42,36,48,28,50,22,53,14,50,5,45,3,39,,33,,25,,19,3,11,8,5,14,,25,,31,,36,3,39,5,42,11,42,14,39,14,36,17,34,14,31,11,31,8,31,5,28,3,25,3,22,3,17,3,14,5,11,14,11,19,11,28,14,36,19,42,28,45,31,42,36,39,39,36,42,31,45,31xe" fillcolor="black" strokeweight="0">
              <v:path arrowok="t" o:connecttype="custom" o:connectlocs="45,31;42,42;36,48;28,50;22,53;14,50;5,45;3,39;0,33;0,25;0,19;3,11;8,5;14,0;25,0;31,0;36,3;39,5;42,11;42,14;39,14;39,14;36,17;34,14;34,14;31,11;31,8;31,5;28,3;25,3;22,3;17,3;14,5;11,14;11,19;11,28;14,36;19,42;28,45;31,42;36,39;39,36;42,31;45,31" o:connectangles="0,0,0,0,0,0,0,0,0,0,0,0,0,0,0,0,0,0,0,0,0,0,0,0,0,0,0,0,0,0,0,0,0,0,0,0,0,0,0,0,0,0,0,0"/>
            </v:shape>
            <v:shape id="Freeform 725" o:spid="_x0000_s1281" style="position:absolute;left:3289;top:1382;width:31;height:70;visibility:visible;mso-wrap-style:square;v-text-anchor:top" coordsize="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fH8AA&#10;AADcAAAADwAAAGRycy9kb3ducmV2LnhtbERPS4vCMBC+L/gfwgjeNFVxWatRfCB4EJat4nloxrba&#10;TGoTtf57Iwh7m4/vOdN5Y0pxp9oVlhX0exEI4tTqgjMFh/2m+wPCeWSNpWVS8CQH81nra4qxtg/+&#10;o3viMxFC2MWoIPe+iqV0aU4GXc9WxIE72dqgD7DOpK7xEcJNKQdR9C0NFhwacqxolVN6SW5GwdKe&#10;cXjg5PgrTSHPI3vdpWtUqtNuFhMQnhr/L/64tzrM74/h/Uy4QM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udfH8AAAADcAAAADwAAAAAAAAAAAAAAAACYAgAAZHJzL2Rvd25y&#10;ZXYueG1sUEsFBgAAAAAEAAQA9QAAAIUDAAAAAA==&#10;" path="m17,0l17,17,28,17,28,20,17,20,17,53,17,59,20,62,23,62,26,62,28,62,28,59,31,59,28,65,26,67,23,70,17,70,14,70,12,67,9,65,9,62,9,56,9,20,,20,3,17,6,14,9,11,12,8,14,5,17,0xe" fillcolor="black" strokeweight="0">
              <v:path arrowok="t" o:connecttype="custom" o:connectlocs="17,0;17,17;28,17;28,20;17,20;17,53;17,59;20,62;20,62;23,62;26,62;26,62;28,62;28,59;31,59;28,65;26,67;23,70;17,70;14,70;12,67;12,67;9,65;9,62;9,56;9,20;0,20;0,20;3,17;6,14;9,11;12,8;14,5;17,0;17,0" o:connectangles="0,0,0,0,0,0,0,0,0,0,0,0,0,0,0,0,0,0,0,0,0,0,0,0,0,0,0,0,0,0,0,0,0,0,0"/>
            </v:shape>
            <v:shape id="Freeform 726" o:spid="_x0000_s1282" style="position:absolute;left:3014;top:892;width:56;height:54;visibility:visible;mso-wrap-style:square;v-text-anchor:top" coordsize="56,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avsMQA&#10;AADcAAAADwAAAGRycy9kb3ducmV2LnhtbESPS2vDMBCE74X8B7GB3Bo5oYTiRgnBkGd7yQN6Xayt&#10;bGqtjKUmzr/PHgK97TKzM9/Ol71v1JW6WAc2MBlnoIjLYGt2Bi7n9es7qJiQLTaBycCdIiwXg5c5&#10;5jbc+EjXU3JKQjjmaKBKqc21jmVFHuM4tMSi/YTOY5K1c9p2eJNw3+hpls20x5qlocKWiorK39Of&#10;N7DbHj7fNvtUTLZu5ervWMzoqzBmNOxXH6AS9enf/LzeWcGfCr48IxPo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Wr7DEAAAA3AAAAA8AAAAAAAAAAAAAAAAAmAIAAGRycy9k&#10;b3ducmV2LnhtbFBLBQYAAAAABAAEAPUAAACJAwAAAAA=&#10;" path="m17,11l23,6,28,3,34,,39,,42,3,45,6,48,9,48,14,48,20,48,42,48,45,48,51,51,51,53,54,56,54,31,54,34,54,37,51,37,48,39,45,39,42,39,20,37,14,37,11,34,9,31,9,23,9,17,14,17,42,17,48,17,51,20,51,20,54,23,54,,54,3,54,6,51,6,48,6,42,6,23,6,14,6,11,6,9,3,9,3,6,,9,,6,14,,17,,17,11xe" fillcolor="black" strokeweight="0">
              <v:path arrowok="t"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v:shape>
            <v:shape id="Freeform 727" o:spid="_x0000_s1283" style="position:absolute;left:3073;top:892;width:48;height:56;visibility:visible;mso-wrap-style:square;v-text-anchor:top" coordsize="4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CVoMEA&#10;AADcAAAADwAAAGRycy9kb3ducmV2LnhtbERPS2vCQBC+F/oflin0VjfxUEt0I1Io9CZVizmO2cmD&#10;7s6G7FTjv3eFQm/z8T1ntZ68U2caYx/YQD7LQBHXwfbcGjjsP17eQEVBtugCk4ErRViXjw8rLGy4&#10;8Bedd9KqFMKxQAOdyFBoHeuOPMZZGIgT14TRoyQ4ttqOeEnh3ul5lr1qjz2nhg4Heu+o/tn9egPV&#10;Yuvzbb6RqufmuMfTt5ODM+b5adosQQlN8i/+c3/aNH+ew/2ZdIE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glaDBAAAA3AAAAA8AAAAAAAAAAAAAAAAAmAIAAGRycy9kb3du&#10;cmV2LnhtbFBLBQYAAAAABAAEAPUAAACGAwAAAAA=&#10;" path="m31,45l25,51,23,54,20,54,17,54,14,56,9,54,6,51,3,48,,42,3,40,3,37,6,31,11,28,20,25,31,20,31,17,31,11,28,9,25,6,23,3,17,6,14,9,14,11,14,14,14,17,11,20,9,20,6,20,3,17,3,14,6,9,9,6,14,3,23,,28,,34,3,37,6,39,9,39,11,39,17,39,37,39,42,42,45,42,48,45,48,45,45,48,45,48,48,42,54,37,56,34,54,31,51,31,45xm31,42l31,23,23,25,20,28,17,31,14,34,11,37,11,40,11,42,14,45,17,48,20,48,25,48,31,42xe" fillcolor="black" strokeweight="0">
              <v:path arrowok="t" o:connecttype="custom" o:connectlocs="25,51;20,54;14,56;6,51;0,42;3,37;11,28;31,20;31,11;25,6;17,6;14,9;14,14;11,20;9,20;6,20;3,14;9,6;23,0;34,3;39,9;39,17;39,42;42,45;42,48;45,48;45,45;48,48;37,56;34,54;31,45;31,23;20,28;14,34;11,40;14,45;20,48;31,42" o:connectangles="0,0,0,0,0,0,0,0,0,0,0,0,0,0,0,0,0,0,0,0,0,0,0,0,0,0,0,0,0,0,0,0,0,0,0,0,0,0"/>
              <o:lock v:ext="edit" verticies="t"/>
            </v:shape>
            <v:shape id="Freeform 728" o:spid="_x0000_s1284" style="position:absolute;left:3129;top:892;width:37;height:56;visibility:visible;mso-wrap-style:square;v-text-anchor:top" coordsize="3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I48IA&#10;AADcAAAADwAAAGRycy9kb3ducmV2LnhtbERP3WrCMBS+H/gO4Qi7m6ndkNGZFhEEN3ahdQ9waM6a&#10;YnNSklQ7n34ZDLw7H9/vWVeT7cWFfOgcK1guMhDEjdMdtwq+TrunVxAhImvsHZOCHwpQlbOHNRba&#10;XflIlzq2IoVwKFCBiXEopAyNIYth4QbixH07bzEm6FupPV5TuO1lnmUrabHj1GBwoK2h5lyPVsGx&#10;vXm//Dw8v8Rp/DD7FdfvN1bqcT5t3kBEmuJd/O/e6zQ/z+HvmXSBL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E0jjwgAAANwAAAAPAAAAAAAAAAAAAAAAAJgCAABkcnMvZG93&#10;bnJldi54bWxQSwUGAAAAAAQABAD1AAAAhwMAAAAA&#10;" path="m31,0l31,20,28,11,26,9,23,6,17,3,14,6,12,6,9,9,9,11,9,14,9,17,12,20,17,20,26,25,31,28,34,34,37,40,34,45,31,51,26,54,17,56,14,54,6,54,3,54,3,56,,56,,37,3,37,3,42,9,48,14,51,17,51,23,51,26,48,28,42,26,40,26,37,20,34,14,31,6,25,3,23,,20,,14,3,9,6,6,12,3,17,,20,,26,3,28,3,31,3,31,0xe" fillcolor="black" strokeweight="0">
              <v:path arrowok="t"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v:shape>
            <v:shape id="Freeform 729" o:spid="_x0000_s1285" style="position:absolute;left:3171;top:892;width:48;height:56;visibility:visible;mso-wrap-style:square;v-text-anchor:top" coordsize="4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6uTMEA&#10;AADcAAAADwAAAGRycy9kb3ducmV2LnhtbERPTWvCQBC9C/0PyxS86SYKtqRugghCb1K11OM0Oyah&#10;u7MhO9X037uFQm/zeJ+zrkbv1JWG2AU2kM8zUMR1sB03Bk7H3ewZVBRkiy4wGfihCFX5MFljYcON&#10;3+h6kEalEI4FGmhF+kLrWLfkMc5DT5y4Sxg8SoJDo+2AtxTunV5k2Up77Dg1tNjTtqX66/DtDZyf&#10;9j7f5xs5d3z5OOLnu5OTM2b6OG5eQAmN8i/+c7/aNH+xhN9n0gW6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rkzBAAAA3AAAAA8AAAAAAAAAAAAAAAAAmAIAAGRycy9kb3du&#10;cmV2LnhtbFBLBQYAAAAABAAEAPUAAACGAwAAAAA=&#10;" path="m31,45l26,51,23,54,20,54,17,54,14,56,9,54,6,51,3,48,,42,3,40,3,37,6,31,12,28,20,25,31,20,31,17,31,11,29,9,26,6,20,3,17,6,14,9,14,11,14,14,14,17,12,20,9,20,6,20,3,17,3,14,6,9,9,6,14,3,23,,29,,34,3,37,6,40,9,40,11,40,17,40,37,40,42,43,45,43,48,45,48,45,45,48,45,48,48,43,54,37,56,34,54,31,51,31,45xm31,42l31,23,23,25,20,28,17,31,14,34,12,37,12,40,12,42,14,45,17,48,20,48,26,48,31,42xe" fillcolor="black" strokeweight="0">
              <v:path arrowok="t" o:connecttype="custom" o:connectlocs="26,51;20,54;14,56;6,51;0,42;3,37;12,28;31,20;31,11;26,6;17,6;14,9;14,14;12,20;9,20;6,20;3,14;9,6;23,0;34,3;40,9;40,17;40,42;43,45;43,48;45,48;45,45;48,48;37,56;34,54;31,45;31,23;20,28;14,34;12,40;14,45;20,48;31,42" o:connectangles="0,0,0,0,0,0,0,0,0,0,0,0,0,0,0,0,0,0,0,0,0,0,0,0,0,0,0,0,0,0,0,0,0,0,0,0,0,0"/>
              <o:lock v:ext="edit" verticies="t"/>
            </v:shape>
            <v:shape id="Freeform 730" o:spid="_x0000_s1286" style="position:absolute;left:3228;top:864;width:22;height:82;visibility:visible;mso-wrap-style:square;v-text-anchor:top" coordsize="2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8kJ78A&#10;AADcAAAADwAAAGRycy9kb3ducmV2LnhtbERP24rCMBB9X/Afwgi+LJpYRaQaRReFffXyAUMztsVm&#10;UpJou39vhAXf5nCus972thFP8qF2rGE6USCIC2dqLjVcL8fxEkSIyAYbx6ThjwJsN4OvNebGdXyi&#10;5zmWIoVwyFFDFWObSxmKiiyGiWuJE3dz3mJM0JfSeOxSuG1kptRCWqw5NVTY0k9Fxf38sBpms/uB&#10;svm024XrvlPfXqrbUWo9Gva7FYhIffyI/92/Js3P5vB+Jl0gN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3yQnvwAAANwAAAAPAAAAAAAAAAAAAAAAAJgCAABkcnMvZG93bnJl&#10;di54bWxQSwUGAAAAAAQABAD1AAAAhAMAAAAA&#10;" path="m16,0l16,70,16,73,16,76,16,79,19,79,19,82,22,82,,82,2,82,2,79,5,79,5,76,5,73,5,70,5,23,5,14,5,11,5,8,2,8,,8,,6,14,,16,0xe" fillcolor="black" strokeweight="0">
              <v:path arrowok="t" o:connecttype="custom" o:connectlocs="16,0;16,70;16,73;16,76;16,79;19,79;19,82;22,82;22,82;0,82;0,82;2,82;2,79;5,79;5,76;5,73;5,70;5,23;5,14;5,11;5,8;5,8;2,8;2,8;2,8;0,8;0,6;14,0;16,0" o:connectangles="0,0,0,0,0,0,0,0,0,0,0,0,0,0,0,0,0,0,0,0,0,0,0,0,0,0,0,0,0"/>
            </v:shape>
            <v:shape id="Freeform 731" o:spid="_x0000_s1287" style="position:absolute;left:3284;top:878;width:33;height:70;visibility:visible;mso-wrap-style:square;v-text-anchor:top" coordsize="3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temsIA&#10;AADcAAAADwAAAGRycy9kb3ducmV2LnhtbERPS4vCMBC+L/gfwgje1lRRka5RRBDdi48qu9ehmW2L&#10;zaQ00Xb99UYQvM3H95zZojWluFHtCssKBv0IBHFqdcGZgvNp/TkF4TyyxtIyKfgnB4t552OGsbYN&#10;H+mW+EyEEHYxKsi9r2IpXZqTQde3FXHg/mxt0AdYZ1LX2IRwU8phFE2kwYJDQ44VrXJKL8nVKLgf&#10;N35VHfTvrvje35uxHv2cplulet12+QXCU+vf4pd7q8P84Riez4QL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u16awgAAANwAAAAPAAAAAAAAAAAAAAAAAJgCAABkcnMvZG93&#10;bnJldi54bWxQSwUGAAAAAAQABAD1AAAAhwMAAAAA&#10;" path="m19,0l19,17,31,17,31,20,19,20,19,54,19,56,19,59,22,62,25,62,28,62,31,59,33,59,31,62,28,68,22,68,19,70,17,68,14,68,11,65,8,59,8,56,8,20,,20,,17,3,17,8,14,11,11,14,6,14,3,17,,19,0xe" fillcolor="black" strokeweight="0">
              <v:path arrowok="t" o:connecttype="custom" o:connectlocs="19,0;19,17;31,17;31,20;19,20;19,54;19,56;19,59;22,62;25,62;25,62;28,62;31,59;31,59;33,59;31,62;28,68;22,68;19,70;17,68;14,68;11,65;11,65;8,59;8,56;8,20;0,20;0,17;3,17;8,14;11,11;14,6;14,3;17,0;19,0" o:connectangles="0,0,0,0,0,0,0,0,0,0,0,0,0,0,0,0,0,0,0,0,0,0,0,0,0,0,0,0,0,0,0,0,0,0,0"/>
            </v:shape>
            <v:shape id="Freeform 732" o:spid="_x0000_s1288" style="position:absolute;left:3317;top:892;width:40;height:54;visibility:visible;mso-wrap-style:square;v-text-anchor:top" coordsize="4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KQ8IA&#10;AADcAAAADwAAAGRycy9kb3ducmV2LnhtbERPTWvCQBC9F/wPywje6kQPWlJXKWKhB0FqC71Os2MS&#10;m50Nu6uJ/vquIHibx/ucxaq3jTqzD7UTDZNxBoqlcKaWUsP31/vzC6gQSQw1TljDhQOsloOnBeXG&#10;dfLJ530sVQqRkJOGKsY2RwxFxZbC2LUsiTs4bykm6Es0nroUbhucZtkMLdWSGipqeV1x8bc/WQ0o&#10;x58j+u2ENrv5qevwEK6/O61Hw/7tFVTkPj7Ed/eHSfOnM7g9ky7A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F0pDwgAAANwAAAAPAAAAAAAAAAAAAAAAAJgCAABkcnMvZG93&#10;bnJldi54bWxQSwUGAAAAAAQABAD1AAAAhwMAAAAA&#10;" path="m20,0l20,14,23,6,29,3,31,,34,,37,3,40,6,40,9,40,11,37,14,34,14,31,11,29,9,26,9,26,11,23,14,20,20,20,42,20,45,20,48,20,51,23,51,26,54,29,54,,54,6,54,6,51,9,51,9,48,9,45,9,42,9,23,9,14,9,11,9,9,6,9,6,6,3,9,,6,17,,20,0xe" fillcolor="black" strokeweight="0">
              <v:path arrowok="t" o:connecttype="custom" o:connectlocs="20,0;20,14;23,6;29,3;31,0;34,0;37,3;40,6;40,9;40,11;40,11;37,14;34,14;34,14;31,11;29,9;26,9;26,9;26,11;23,14;20,20;20,42;20,45;20,48;20,51;23,51;26,54;29,54;29,54;0,54;0,54;6,54;6,51;9,51;9,48;9,45;9,42;9,23;9,14;9,11;9,9;9,9;6,9;6,6;3,9;3,9;0,6;17,0;20,0" o:connectangles="0,0,0,0,0,0,0,0,0,0,0,0,0,0,0,0,0,0,0,0,0,0,0,0,0,0,0,0,0,0,0,0,0,0,0,0,0,0,0,0,0,0,0,0,0,0,0,0,0"/>
            </v:shape>
            <v:shape id="Freeform 733" o:spid="_x0000_s1289" style="position:absolute;left:3360;top:892;width:47;height:56;visibility:visible;mso-wrap-style:square;v-text-anchor:top" coordsize="4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9XMMA&#10;AADcAAAADwAAAGRycy9kb3ducmV2LnhtbERPTWvCQBC9F/oflhF6azbmUG10lVYQvFQxVryO2WkS&#10;zM7G7Fajv94VBG/zeJ8znnamFidqXWVZQT+KQRDnVldcKPjdzN+HIJxH1lhbJgUXcjCdvL6MMdX2&#10;zGs6Zb4QIYRdigpK75tUSpeXZNBFtiEO3J9tDfoA20LqFs8h3NQyieMPabDi0FBiQ7OS8kP2bxR8&#10;XherItns17w7/Gxn9jtbHl2m1Fuv+xqB8NT5p/jhXugwPxnA/ZlwgZ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9XMMAAADcAAAADwAAAAAAAAAAAAAAAACYAgAAZHJzL2Rv&#10;d25yZXYueG1sUEsFBgAAAAAEAAQA9QAAAIgDAAAAAA==&#10;" path="m31,45l25,51,22,54,19,54,16,54,14,56,8,54,5,51,2,48,,42,,40,2,37,5,31,11,28,19,25,31,20,31,17,31,11,28,9,25,6,19,3,16,6,14,6,14,9,14,11,14,14,14,17,11,20,8,20,5,20,2,17,2,14,5,9,8,6,14,3,22,,28,,33,3,36,6,39,9,39,11,39,17,39,37,39,42,39,45,42,45,42,48,45,48,45,45,47,45,47,48,42,54,36,56,33,54,31,54,31,51,31,45xm31,42l31,23,22,25,19,28,14,31,14,34,11,37,11,40,11,42,14,45,16,48,19,48,25,48,31,42xe" fillcolor="black" strokeweight="0">
              <v:path arrowok="t" o:connecttype="custom" o:connectlocs="25,51;19,54;14,56;5,51;0,42;2,37;11,28;31,20;31,11;25,6;16,6;14,9;14,14;11,20;8,20;5,20;2,14;8,6;22,0;33,3;39,9;39,17;39,42;42,45;42,48;45,48;45,45;47,48;36,56;31,54;31,45;31,23;19,28;14,34;11,40;14,45;19,48;31,42" o:connectangles="0,0,0,0,0,0,0,0,0,0,0,0,0,0,0,0,0,0,0,0,0,0,0,0,0,0,0,0,0,0,0,0,0,0,0,0,0,0"/>
              <o:lock v:ext="edit" verticies="t"/>
            </v:shape>
            <v:shape id="Freeform 734" o:spid="_x0000_s1290" style="position:absolute;left:3413;top:892;width:45;height:56;visibility:visible;mso-wrap-style:square;v-text-anchor:top" coordsize="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DwR8YA&#10;AADcAAAADwAAAGRycy9kb3ducmV2LnhtbESPT2vCQBDF74V+h2UKvRTdNAcp0VVEKXiwgn9Aj0N2&#10;TILZ2XR3G9Nv3zkIvc3w3rz3m9licK3qKcTGs4H3cQaKuPS24crA6fg5+gAVE7LF1jMZ+KUIi/nz&#10;0wwL6++8p/6QKiUhHAs0UKfUFVrHsiaHcew7YtGuPjhMsoZK24B3CXetzrNsoh02LA01drSqqbwd&#10;fpyBbU7nvguX83rjv49funpbb5c7Y15fhuUUVKIh/Zsf1xsr+LnQyjMygZ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NDwR8YAAADcAAAADwAAAAAAAAAAAAAAAACYAgAAZHJz&#10;L2Rvd25yZXYueG1sUEsFBgAAAAAEAAQA9QAAAIsDAAAAAA==&#10;" path="m45,34l42,42,37,51,31,54,22,56,14,54,6,48,3,42,,37,,28,,20,3,14,8,9,17,3,25,,31,3,37,6,42,9,42,14,42,17,39,17,37,17,34,17,34,14,31,14,31,11,31,9,28,6,25,6,22,3,20,6,14,9,11,14,11,23,11,31,14,40,20,45,28,45,34,45,37,42,39,40,42,31,45,34xe" fillcolor="black" strokeweight="0">
              <v:path arrowok="t" o:connecttype="custom" o:connectlocs="45,34;42,42;37,51;31,54;22,56;14,54;6,48;3,42;0,37;0,28;0,20;3,14;8,9;17,3;25,0;31,3;37,6;42,9;42,14;42,14;42,17;39,17;37,17;34,17;34,14;31,14;31,11;31,9;28,6;25,6;22,3;20,6;14,9;11,14;11,23;11,31;14,40;20,45;28,45;34,45;37,42;39,40;42,31;45,34" o:connectangles="0,0,0,0,0,0,0,0,0,0,0,0,0,0,0,0,0,0,0,0,0,0,0,0,0,0,0,0,0,0,0,0,0,0,0,0,0,0,0,0,0,0,0,0"/>
            </v:shape>
            <v:shape id="Freeform 735" o:spid="_x0000_s1291" style="position:absolute;left:3464;top:878;width:30;height:70;visibility:visible;mso-wrap-style:square;v-text-anchor:top" coordsize="3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M28IA&#10;AADcAAAADwAAAGRycy9kb3ducmV2LnhtbERP22rCQBB9L/gPyxR8q5sGsZq6ihUEW+iDlw8YsmM2&#10;NDsTstsY/fpuodC3OZzrLNeDb1RPXaiFDTxPMlDEpdiaKwPn0+5pDipEZIuNMBm4UYD1avSwxMLK&#10;lQ/UH2OlUgiHAg24GNtC61A68hgm0hIn7iKdx5hgV2nb4TWF+0bnWTbTHmtODQ5b2joqv47f3sCl&#10;lp280/C5+HjJZZa7t/u0d8aMH4fNK6hIQ/wX/7n3Ns3PF/D7TLpAr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Y4zbwgAAANwAAAAPAAAAAAAAAAAAAAAAAJgCAABkcnMvZG93&#10;bnJldi54bWxQSwUGAAAAAAQABAD1AAAAhwMAAAAA&#10;" path="m16,0l16,17,30,17,30,20,16,20,16,54,16,56,19,59,19,62,22,62,25,62,28,62,28,59,30,59,30,62,25,68,22,68,16,70,14,68,11,65,8,65,8,59,8,56,8,20,,20,,17,2,17,5,14,8,11,11,6,14,3,16,0xe" fillcolor="black" strokeweight="0">
              <v:path arrowok="t" o:connecttype="custom" o:connectlocs="16,0;16,17;30,17;30,20;16,20;16,54;16,56;19,59;19,62;22,62;25,62;28,62;28,59;30,59;30,59;30,62;25,68;22,68;16,70;14,68;14,68;11,65;8,65;8,59;8,56;8,20;0,20;0,17;2,17;5,14;8,11;11,6;14,3;16,0;16,0" o:connectangles="0,0,0,0,0,0,0,0,0,0,0,0,0,0,0,0,0,0,0,0,0,0,0,0,0,0,0,0,0,0,0,0,0,0,0"/>
            </v:shape>
            <v:shape id="Freeform 736" o:spid="_x0000_s1292" style="position:absolute;left:1789;top:1441;width:208;height:214;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R5psYA&#10;AADcAAAADwAAAGRycy9kb3ducmV2LnhtbESPQUvDQBCF74L/YRnBS2k3UbAldltKIeJBwabtfciO&#10;2dDsbMiuTfTXOwfB2wzvzXvfrLeT79SVhtgGNpAvMlDEdbAtNwZOx3K+AhUTssUuMBn4pgjbze3N&#10;GgsbRj7QtUqNkhCOBRpwKfWF1rF25DEuQk8s2mcYPCZZh0bbAUcJ951+yLIn7bFlaXDY095Rfam+&#10;vIHSvY36g3R1OC8v5ew8y3/eX3Jj7u+m3TOoRFP6N/9dv1rBfxR8eUYm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R5psYAAADcAAAADwAAAAAAAAAAAAAAAACYAgAAZHJz&#10;L2Rvd25yZXYueG1sUEsFBgAAAAAEAAQA9QAAAIsDAAAAAA==&#10;" path="m0,70l0,214,208,214,208,,,70xe" fillcolor="black" strokeweight="0">
              <v:path arrowok="t" o:connecttype="custom" o:connectlocs="0,70;0,214;208,214;208,0;0,70" o:connectangles="0,0,0,0,0"/>
            </v:shape>
            <v:shape id="Freeform 737" o:spid="_x0000_s1293" style="position:absolute;left:1789;top:1092;width:208;height:214;visibility:visible;mso-wrap-style:square;v-text-anchor:top"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cPcMA&#10;AADcAAAADwAAAGRycy9kb3ducmV2LnhtbERPTWvCQBC9C/0PyxR6Ed2kgpXUVUSI9FChRr0P2Wk2&#10;mJ0N2dWk/fWuUOhtHu9zluvBNuJGna8dK0inCQji0umaKwWnYz5ZgPABWWPjmBT8kIf16mm0xEy7&#10;ng90K0IlYgj7DBWYENpMSl8asuinriWO3LfrLIYIu0rqDvsYbhv5miRzabHm2GCwpa2h8lJcrYLc&#10;fPbyi2RxOL9d8vF5nP7ud6lSL8/D5h1EoCH8i//cHzrOn6XweCZe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jcPcMAAADcAAAADwAAAAAAAAAAAAAAAACYAgAAZHJzL2Rv&#10;d25yZXYueG1sUEsFBgAAAAAEAAQA9QAAAIgDAAAAAA==&#10;" path="m205,214l208,,,,,138,205,214xe" fillcolor="black" strokeweight="0">
              <v:path arrowok="t" o:connecttype="custom" o:connectlocs="205,214;208,0;0,0;0,138;205,214" o:connectangles="0,0,0,0,0"/>
            </v:shape>
            <v:polyline id="Freeform 738" o:spid="_x0000_s1294" style="position:absolute;visibility:visible;mso-wrap-style:square;v-text-anchor:top" points="1994,1306,1997,1092,1789,1092,1789,1230,1994,1306" coordsize="208,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4Bx8IA&#10;AADcAAAADwAAAGRycy9kb3ducmV2LnhtbERPS2vCQBC+C/0Pywi96caUqk1dRUpDexJjeultyE6T&#10;0OxsyG4e/fddQfA2H99zdofJNGKgztWWFayWEQjiwuqaSwVfebrYgnAeWWNjmRT8kYPD/mG2w0Tb&#10;kTMaLr4UIYRdggoq79tESldUZNAtbUscuB/bGfQBdqXUHY4h3DQyjqK1NFhzaKiwpbeKit9LbxTY&#10;Z338Nmme4Tl93+YvPZ82/kOpx/l0fAXhafJ38c39qcP8pxiuz4QL5P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HgHHwgAAANwAAAAPAAAAAAAAAAAAAAAAAJgCAABkcnMvZG93&#10;bnJldi54bWxQSwUGAAAAAAQABAD1AAAAhwMAAAAA&#10;" filled="f" strokeweight=".55pt">
              <v:path arrowok="t" o:connecttype="custom" o:connectlocs="205,214;208,0;0,0;0,138;205,214" o:connectangles="0,0,0,0,0"/>
            </v:polyline>
          </v:group>
        </w:pict>
      </w:r>
      <w:r>
        <w:pict w14:anchorId="3575CA67">
          <v:rect id="AutoShape 4" o:spid="_x0000_s1300" style="width:223.25pt;height:138.2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" filled="f" stroked="f">
            <o:lock v:ext="edit" aspectratio="t"/>
            <w10:wrap type="none"/>
            <w10:anchorlock/>
          </v:rect>
        </w:pict>
      </w:r>
    </w:p>
    <w:p w14:paraId="3D891BED" w14:textId="77777777" w:rsidR="00EB376E" w:rsidRPr="0033735D" w:rsidRDefault="00EB376E" w:rsidP="00EB376E">
      <w:pPr>
        <w:pStyle w:val="StyleCaptionJustified"/>
      </w:pPr>
      <w:bookmarkStart w:id="2" w:name="_Ref154289107"/>
      <w:r w:rsidRPr="0033735D">
        <w:t xml:space="preserve">Figure </w:t>
      </w:r>
      <w:r w:rsidR="005C4174">
        <w:fldChar w:fldCharType="begin"/>
      </w:r>
      <w:r w:rsidR="005C4174">
        <w:instrText xml:space="preserve"> SEQ Figure \* ARABIC </w:instrText>
      </w:r>
      <w:r w:rsidR="005C4174">
        <w:fldChar w:fldCharType="separate"/>
      </w:r>
      <w:r w:rsidR="000D367E">
        <w:rPr>
          <w:noProof/>
        </w:rPr>
        <w:t>1</w:t>
      </w:r>
      <w:r w:rsidR="005C4174">
        <w:rPr>
          <w:noProof/>
        </w:rPr>
        <w:fldChar w:fldCharType="end"/>
      </w:r>
      <w:bookmarkEnd w:id="2"/>
      <w:r w:rsidRPr="0033735D">
        <w:t xml:space="preserve">: </w:t>
      </w:r>
      <w:r w:rsidRPr="0033735D">
        <w:rPr>
          <w:i/>
        </w:rPr>
        <w:t>Schematic diagram of speech production.</w:t>
      </w:r>
    </w:p>
    <w:p w14:paraId="500137BA" w14:textId="77777777" w:rsidR="009D0299" w:rsidRPr="0033735D" w:rsidRDefault="009D0299" w:rsidP="009D0299">
      <w:pPr>
        <w:pStyle w:val="Heading2"/>
      </w:pPr>
      <w:r w:rsidRPr="0033735D">
        <w:t>Equations</w:t>
      </w:r>
    </w:p>
    <w:p w14:paraId="59C3B23C" w14:textId="77777777" w:rsidR="009D0299" w:rsidRPr="0033735D" w:rsidRDefault="009D0299" w:rsidP="009D0299">
      <w:pPr>
        <w:pStyle w:val="BodyText"/>
      </w:pPr>
      <w:r w:rsidRPr="0033735D">
        <w:t xml:space="preserve">Equations should be placed on separate lines and numbered. Examples of equations are given below. Particularly, </w:t>
      </w:r>
    </w:p>
    <w:p w14:paraId="43999591" w14:textId="77777777" w:rsidR="009D0299" w:rsidRPr="0033735D" w:rsidRDefault="009D0299" w:rsidP="009D0299">
      <w:pPr>
        <w:pStyle w:val="Equation"/>
      </w:pPr>
      <w:r w:rsidRPr="0033735D">
        <w:tab/>
      </w:r>
      <w:r w:rsidRPr="0033735D">
        <w:rPr>
          <w:position w:val="-10"/>
        </w:rPr>
        <w:object w:dxaOrig="1160" w:dyaOrig="279" w14:anchorId="02E29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7pt;height:14.3pt" o:ole="" fillcolor="window">
            <v:imagedata r:id="rId10" o:title=""/>
          </v:shape>
          <o:OLEObject Type="Embed" ProgID="Equation.3" ShapeID="_x0000_i1026" DrawAspect="Content" ObjectID="_1387787898" r:id="rId11"/>
        </w:object>
      </w:r>
      <w:r w:rsidRPr="0033735D">
        <w:tab/>
        <w:t>(1)</w:t>
      </w:r>
    </w:p>
    <w:p w14:paraId="760BB97C" w14:textId="77777777" w:rsidR="009D0299" w:rsidRPr="0033735D" w:rsidRDefault="009D0299" w:rsidP="009D0299">
      <w:pPr>
        <w:pStyle w:val="BodyText"/>
      </w:pPr>
      <w:r w:rsidRPr="0033735D">
        <w:t xml:space="preserve">where </w:t>
      </w:r>
      <w:r w:rsidRPr="0033735D">
        <w:rPr>
          <w:position w:val="-10"/>
        </w:rPr>
        <w:object w:dxaOrig="480" w:dyaOrig="300" w14:anchorId="49419DA5">
          <v:shape id="_x0000_i1027" type="#_x0000_t75" style="width:23.8pt;height:15.35pt" o:ole="" fillcolor="window">
            <v:imagedata r:id="rId12" o:title=""/>
          </v:shape>
          <o:OLEObject Type="Embed" ProgID="Equation.3" ShapeID="_x0000_i1027" DrawAspect="Content" ObjectID="_1387787899" r:id="rId13"/>
        </w:object>
      </w:r>
      <w:r w:rsidRPr="0033735D">
        <w:t xml:space="preserve"> is a special warping function</w:t>
      </w:r>
    </w:p>
    <w:p w14:paraId="3AD7B3C5" w14:textId="77777777" w:rsidR="001C30BD" w:rsidRDefault="001C30BD" w:rsidP="001C30BD">
      <w:pPr>
        <w:pStyle w:val="Equation"/>
      </w:pPr>
      <w:r w:rsidRPr="0033735D">
        <w:tab/>
      </w:r>
      <w:r w:rsidRPr="0033735D">
        <w:rPr>
          <w:position w:val="-30"/>
        </w:rPr>
        <w:object w:dxaOrig="3220" w:dyaOrig="720" w14:anchorId="75499E5A">
          <v:shape id="_x0000_i1028" type="#_x0000_t75" style="width:127.6pt;height:28.6pt" o:ole="">
            <v:imagedata r:id="rId14" o:title=""/>
          </v:shape>
          <o:OLEObject Type="Embed" ProgID="Equation.3" ShapeID="_x0000_i1028" DrawAspect="Content" ObjectID="_1387787900" r:id="rId15"/>
        </w:object>
      </w:r>
      <w:r w:rsidRPr="0033735D">
        <w:tab/>
        <w:t>(2)</w:t>
      </w:r>
    </w:p>
    <w:p w14:paraId="001871CC" w14:textId="77777777" w:rsidR="00EB376E" w:rsidRPr="0033735D" w:rsidRDefault="00EB376E" w:rsidP="00643457">
      <w:pPr>
        <w:pStyle w:val="BodyTextNext"/>
        <w:ind w:firstLine="0"/>
      </w:pPr>
      <w:r w:rsidRPr="0033735D">
        <w:t>A residue theorem states that</w:t>
      </w:r>
    </w:p>
    <w:p w14:paraId="44D261CC" w14:textId="77777777" w:rsidR="00EB376E" w:rsidRDefault="00EB376E" w:rsidP="00EB376E">
      <w:pPr>
        <w:pStyle w:val="Equation"/>
      </w:pPr>
      <w:r w:rsidRPr="0033735D">
        <w:tab/>
      </w:r>
      <w:r w:rsidRPr="0033735D">
        <w:rPr>
          <w:position w:val="-30"/>
        </w:rPr>
        <w:object w:dxaOrig="2540" w:dyaOrig="580" w14:anchorId="244CEA9E">
          <v:shape id="_x0000_i1029" type="#_x0000_t75" style="width:126.55pt;height:29.1pt" o:ole="" fillcolor="window">
            <v:imagedata r:id="rId16" o:title=""/>
          </v:shape>
          <o:OLEObject Type="Embed" ProgID="Equation.3" ShapeID="_x0000_i1029" DrawAspect="Content" ObjectID="_1387787901" r:id="rId17"/>
        </w:object>
      </w:r>
      <w:r w:rsidRPr="0033735D">
        <w:tab/>
        <w:t>(3)</w:t>
      </w:r>
    </w:p>
    <w:p w14:paraId="55FE9BE9" w14:textId="77777777" w:rsidR="00EB376E" w:rsidRPr="0033735D" w:rsidRDefault="00EB376E" w:rsidP="00643457">
      <w:pPr>
        <w:pStyle w:val="BodyTextNext"/>
        <w:ind w:firstLine="0"/>
      </w:pPr>
      <w:r w:rsidRPr="0033735D">
        <w:t>Applying (3) to (1), it is quite straightforward to see that</w:t>
      </w:r>
    </w:p>
    <w:p w14:paraId="23B02817" w14:textId="77777777" w:rsidR="00EB376E" w:rsidRPr="0033735D" w:rsidRDefault="00EB376E" w:rsidP="00EB376E">
      <w:pPr>
        <w:pStyle w:val="Equation"/>
      </w:pPr>
      <w:r w:rsidRPr="0033735D">
        <w:tab/>
      </w:r>
      <w:r w:rsidRPr="0033735D">
        <w:rPr>
          <w:position w:val="-6"/>
        </w:rPr>
        <w:object w:dxaOrig="680" w:dyaOrig="240" w14:anchorId="35D1760F">
          <v:shape id="_x0000_i1030" type="#_x0000_t75" style="width:32.8pt;height:12.2pt" o:ole="" fillcolor="window">
            <v:imagedata r:id="rId18" o:title=""/>
          </v:shape>
          <o:OLEObject Type="Embed" ProgID="Equation.3" ShapeID="_x0000_i1030" DrawAspect="Content" ObjectID="_1387787902" r:id="rId19"/>
        </w:object>
      </w:r>
      <w:r w:rsidRPr="0033735D">
        <w:tab/>
        <w:t>(4)</w:t>
      </w:r>
    </w:p>
    <w:p w14:paraId="37FECA28" w14:textId="77777777" w:rsidR="00EB376E" w:rsidRPr="0033735D" w:rsidRDefault="00EB376E" w:rsidP="00EB376E">
      <w:pPr>
        <w:pStyle w:val="BodyTextNext"/>
      </w:pPr>
      <w:r w:rsidRPr="0033735D">
        <w:t>Finally we have proven the secret theorem of all speech sciences. No more math is needed to show how useful the result is!</w:t>
      </w:r>
    </w:p>
    <w:p w14:paraId="449E252A" w14:textId="77777777" w:rsidR="00EB376E" w:rsidRPr="0033735D" w:rsidRDefault="00EB376E" w:rsidP="00EB376E">
      <w:pPr>
        <w:pStyle w:val="Heading2"/>
      </w:pPr>
      <w:r w:rsidRPr="0033735D">
        <w:t>Hyperlinks</w:t>
      </w:r>
    </w:p>
    <w:p w14:paraId="0204A4C9" w14:textId="77777777" w:rsidR="00EB376E" w:rsidRPr="0033735D" w:rsidRDefault="00EB376E" w:rsidP="00EB376E">
      <w:pPr>
        <w:pStyle w:val="BodyText"/>
      </w:pPr>
      <w:r w:rsidRPr="0033735D">
        <w:t xml:space="preserve">For technical reasons, the proceedings editor will strip all active links from the papers during processing. Hyperlinks can be included in your </w:t>
      </w:r>
      <w:r>
        <w:t>paper, if written in full, e</w:t>
      </w:r>
      <w:r w:rsidR="00CA6BC4">
        <w:t>. </w:t>
      </w:r>
      <w:r>
        <w:t>g. “http://www.foo.com/index.html”</w:t>
      </w:r>
      <w:r w:rsidRPr="0033735D">
        <w:t>. The link text must be all black. Please make sure that they present no problems in printing to paper.</w:t>
      </w:r>
    </w:p>
    <w:p w14:paraId="07327569" w14:textId="77777777" w:rsidR="00EB376E" w:rsidRPr="0033735D" w:rsidRDefault="00EB376E" w:rsidP="00EB376E">
      <w:pPr>
        <w:pStyle w:val="Heading2"/>
      </w:pPr>
      <w:r w:rsidRPr="0033735D">
        <w:t>Multimedia Files</w:t>
      </w:r>
    </w:p>
    <w:p w14:paraId="35CEEE13" w14:textId="77777777" w:rsidR="00EB376E" w:rsidRPr="0033735D" w:rsidRDefault="00EB376E" w:rsidP="00EB376E">
      <w:pPr>
        <w:pStyle w:val="BodyText"/>
      </w:pPr>
      <w:r w:rsidRPr="0033735D">
        <w:t xml:space="preserve">The INTERSPEECH </w:t>
      </w:r>
      <w:r w:rsidR="002E1EA8">
        <w:t>2016</w:t>
      </w:r>
      <w:r w:rsidRPr="0033735D">
        <w:t xml:space="preserve"> organizing committee offers the possibility to submit multimedia files. These files are meant for audio-visual illustrations that cannot be conveyed in text, tables and graphs. Just like you would when including graphics, make sure that you have sufficient author rights to the multimedia materials that you submit for publication. The proceeding</w:t>
      </w:r>
      <w:r>
        <w:t>s</w:t>
      </w:r>
      <w:r w:rsidRPr="0033735D">
        <w:t xml:space="preserve"> </w:t>
      </w:r>
      <w:r>
        <w:t>media</w:t>
      </w:r>
      <w:r w:rsidRPr="0033735D">
        <w:t xml:space="preserve"> will NOT contain readers or players, so be sure to use widely accepted file formats, such as MPEG, Windows WAVE PCM (.wav) or Windows Media Video (.wmv) using standard codecs. The files you submit will be accessible from the abstract cards on the </w:t>
      </w:r>
      <w:r>
        <w:t>media</w:t>
      </w:r>
      <w:r w:rsidRPr="0033735D">
        <w:t xml:space="preserve"> and via a bookmark in the manuscript. From within the manuscript, refer to a multimedia illustration by its filename. Use short file names without blanks.</w:t>
      </w:r>
    </w:p>
    <w:p w14:paraId="5E9030D3" w14:textId="77777777" w:rsidR="00EB376E" w:rsidRPr="0033735D" w:rsidRDefault="00EB376E" w:rsidP="00EB376E">
      <w:pPr>
        <w:pStyle w:val="Heading2"/>
      </w:pPr>
      <w:r w:rsidRPr="0033735D">
        <w:lastRenderedPageBreak/>
        <w:t>Page Numbering</w:t>
      </w:r>
    </w:p>
    <w:p w14:paraId="5CADE8B7" w14:textId="77777777" w:rsidR="00EB376E" w:rsidRPr="0033735D" w:rsidRDefault="00EB376E" w:rsidP="00EB376E">
      <w:pPr>
        <w:pStyle w:val="BodyText"/>
      </w:pPr>
      <w:r w:rsidRPr="0033735D">
        <w:t>Page numbers will be added later to the document electro</w:t>
      </w:r>
      <w:r w:rsidRPr="0033735D">
        <w:softHyphen/>
        <w:t xml:space="preserve">nically. </w:t>
      </w:r>
      <w:r w:rsidRPr="0033735D">
        <w:rPr>
          <w:i/>
        </w:rPr>
        <w:t>Don't make any footers or headers</w:t>
      </w:r>
      <w:r w:rsidRPr="0033735D">
        <w:t>!</w:t>
      </w:r>
    </w:p>
    <w:p w14:paraId="16C59B0F" w14:textId="77777777" w:rsidR="00EB376E" w:rsidRPr="0033735D" w:rsidRDefault="00EB376E" w:rsidP="00EB376E">
      <w:pPr>
        <w:pStyle w:val="Heading2"/>
      </w:pPr>
      <w:r w:rsidRPr="0033735D">
        <w:t>References</w:t>
      </w:r>
    </w:p>
    <w:p w14:paraId="35DA5B7A" w14:textId="77777777" w:rsidR="00EB376E" w:rsidRPr="0033735D" w:rsidRDefault="00EB376E" w:rsidP="00EB376E">
      <w:pPr>
        <w:pStyle w:val="BodyText"/>
      </w:pPr>
      <w:r w:rsidRPr="0033735D">
        <w:t xml:space="preserve">The reference format is the standard IEEE one. References should be numbered in order of appearance, for example </w:t>
      </w:r>
      <w:r w:rsidR="00385071" w:rsidRPr="0033735D">
        <w:fldChar w:fldCharType="begin"/>
      </w:r>
      <w:r w:rsidRPr="0033735D">
        <w:instrText xml:space="preserve"> REF _Ref131087840 \w \h </w:instrText>
      </w:r>
      <w:r w:rsidR="00385071" w:rsidRPr="0033735D">
        <w:fldChar w:fldCharType="separate"/>
      </w:r>
      <w:r w:rsidR="000D367E">
        <w:t>[1]</w:t>
      </w:r>
      <w:r w:rsidR="00385071" w:rsidRPr="0033735D">
        <w:fldChar w:fldCharType="end"/>
      </w:r>
      <w:r w:rsidRPr="0033735D">
        <w:t xml:space="preserve">, </w:t>
      </w:r>
      <w:r w:rsidR="00385071" w:rsidRPr="0033735D">
        <w:fldChar w:fldCharType="begin"/>
      </w:r>
      <w:r w:rsidRPr="0033735D">
        <w:instrText xml:space="preserve"> REF _Ref131087843 \w \h </w:instrText>
      </w:r>
      <w:r w:rsidR="00385071" w:rsidRPr="0033735D">
        <w:fldChar w:fldCharType="separate"/>
      </w:r>
      <w:r w:rsidR="000D367E">
        <w:t>[2]</w:t>
      </w:r>
      <w:r w:rsidR="00385071" w:rsidRPr="0033735D">
        <w:fldChar w:fldCharType="end"/>
      </w:r>
      <w:r w:rsidRPr="0033735D">
        <w:t xml:space="preserve">, </w:t>
      </w:r>
      <w:r w:rsidR="0061402F">
        <w:t>[3, pp.</w:t>
      </w:r>
      <w:r w:rsidR="00006BF1">
        <w:t> </w:t>
      </w:r>
      <w:r w:rsidR="0061402F">
        <w:t xml:space="preserve">417–422], </w:t>
      </w:r>
      <w:r w:rsidRPr="0033735D">
        <w:t>and</w:t>
      </w:r>
      <w:r w:rsidR="0061402F">
        <w:t xml:space="preserve"> [4</w:t>
      </w:r>
      <w:r>
        <w:t>]</w:t>
      </w:r>
      <w:r w:rsidRPr="0033735D">
        <w:t>.</w:t>
      </w:r>
    </w:p>
    <w:p w14:paraId="14F426AC" w14:textId="77777777" w:rsidR="00EB376E" w:rsidRPr="0033735D" w:rsidRDefault="00EB376E" w:rsidP="00EB376E">
      <w:pPr>
        <w:pStyle w:val="Heading2"/>
      </w:pPr>
      <w:r w:rsidRPr="0033735D">
        <w:t>Abstract</w:t>
      </w:r>
    </w:p>
    <w:p w14:paraId="757C55AB" w14:textId="77777777" w:rsidR="00EB376E" w:rsidRPr="0033735D" w:rsidRDefault="00EB376E" w:rsidP="00EB376E">
      <w:pPr>
        <w:pStyle w:val="BodyText"/>
      </w:pPr>
      <w:r w:rsidRPr="0033735D">
        <w:t xml:space="preserve">The total length of the abstract is limited to </w:t>
      </w:r>
      <w:r>
        <w:t>200 words</w:t>
      </w:r>
      <w:r w:rsidRPr="0033735D">
        <w:t>. The abstract included in your paper and the one you enter during web-based submission must be identical. Avoid non-ASCII characters or symbols as they may not display correctly in the abstract book.</w:t>
      </w:r>
    </w:p>
    <w:p w14:paraId="3DEF825F" w14:textId="77777777" w:rsidR="00EB376E" w:rsidRPr="0033735D" w:rsidRDefault="00EB376E" w:rsidP="00EB376E">
      <w:pPr>
        <w:pStyle w:val="Heading2"/>
      </w:pPr>
      <w:r w:rsidRPr="0033735D">
        <w:t>Author affiliation</w:t>
      </w:r>
    </w:p>
    <w:p w14:paraId="28695D17" w14:textId="77777777" w:rsidR="00EB376E" w:rsidRPr="0033735D" w:rsidRDefault="00EB376E" w:rsidP="00EB376E">
      <w:pPr>
        <w:pStyle w:val="BodyTextNext"/>
      </w:pPr>
      <w:r w:rsidRPr="0033735D">
        <w:t>Please list country names as part of the af</w:t>
      </w:r>
      <w:r w:rsidRPr="005E6B3E">
        <w:rPr>
          <w:rStyle w:val="BodyTextChar"/>
        </w:rPr>
        <w:t>f</w:t>
      </w:r>
      <w:r w:rsidRPr="0033735D">
        <w:t>iliation for each country.</w:t>
      </w:r>
    </w:p>
    <w:p w14:paraId="6D250861" w14:textId="77777777" w:rsidR="00EB376E" w:rsidRPr="0033735D" w:rsidRDefault="00EB376E" w:rsidP="00EB376E">
      <w:pPr>
        <w:pStyle w:val="Heading2"/>
      </w:pPr>
      <w:r w:rsidRPr="0033735D">
        <w:t>Submitted files</w:t>
      </w:r>
    </w:p>
    <w:p w14:paraId="40BF66F3" w14:textId="77777777" w:rsidR="00EB376E" w:rsidRPr="0033735D" w:rsidRDefault="00EB376E" w:rsidP="00EB376E">
      <w:pPr>
        <w:pStyle w:val="BodyText"/>
      </w:pPr>
      <w:r w:rsidRPr="0033735D">
        <w:t>Authors are requested to submit PDF files of their manu</w:t>
      </w:r>
      <w:r w:rsidR="007B21D8">
        <w:softHyphen/>
      </w:r>
      <w:r w:rsidRPr="0033735D">
        <w:t>scripts. You can use commercially available tools or for in</w:t>
      </w:r>
      <w:r w:rsidR="00FD55B3">
        <w:softHyphen/>
      </w:r>
      <w:r w:rsidRPr="0033735D">
        <w:t>stance http://</w:t>
      </w:r>
      <w:r w:rsidRPr="0033735D">
        <w:rPr>
          <w:color w:val="000000"/>
          <w:szCs w:val="18"/>
        </w:rPr>
        <w:t>www.pdfforge.org/products/pdfcreator</w:t>
      </w:r>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w:t>
      </w:r>
      <w:r w:rsidR="005B6383">
        <w:t xml:space="preserve"> to find a common word such </w:t>
      </w:r>
      <w:r w:rsidR="00FE4D74">
        <w:t>as ‘the’</w:t>
      </w:r>
      <w:r w:rsidRPr="0033735D">
        <w:t>). The proceedings editors (Causal Productions) will contact authors of non-complying files to obtain a replace</w:t>
      </w:r>
      <w:r w:rsidR="002A1B00">
        <w:softHyphen/>
      </w:r>
      <w:r w:rsidRPr="0033735D">
        <w:t>ment. In order not to endanger the preparation of the pro</w:t>
      </w:r>
      <w:r w:rsidR="00FB006F">
        <w:softHyphen/>
      </w:r>
      <w:r w:rsidRPr="0033735D">
        <w:t>ceedings, papers for which a replacement is not provided timely will be withdrawn.</w:t>
      </w:r>
    </w:p>
    <w:p w14:paraId="09DD5FE8" w14:textId="77777777" w:rsidR="00EB376E" w:rsidRPr="0033735D" w:rsidRDefault="00EB376E" w:rsidP="00EB376E">
      <w:pPr>
        <w:pStyle w:val="Heading1"/>
      </w:pPr>
      <w:r w:rsidRPr="0033735D">
        <w:t>Discussion</w:t>
      </w:r>
    </w:p>
    <w:p w14:paraId="0CB502C7" w14:textId="77777777" w:rsidR="00EB376E" w:rsidRPr="0033735D" w:rsidRDefault="00EB376E" w:rsidP="00EB376E">
      <w:pPr>
        <w:pStyle w:val="BodyText"/>
      </w:pPr>
      <w:r w:rsidRPr="0033735D">
        <w:t>This is the discussion. This is the discussion This is the discus</w:t>
      </w:r>
      <w:r w:rsidR="008E0FA8">
        <w:softHyphen/>
      </w:r>
      <w:r w:rsidR="008634F6">
        <w:t>sion. Is there any discussion?</w:t>
      </w:r>
    </w:p>
    <w:p w14:paraId="17384850" w14:textId="77777777" w:rsidR="00EB376E" w:rsidRPr="0033735D" w:rsidRDefault="00EB376E" w:rsidP="00EB376E">
      <w:pPr>
        <w:pStyle w:val="BodyTextNext"/>
      </w:pPr>
      <w:r w:rsidRPr="0033735D">
        <w:t xml:space="preserve">This is the </w:t>
      </w:r>
      <w:r>
        <w:t>next paragraph of the discussion</w:t>
      </w:r>
      <w:r w:rsidRPr="0033735D">
        <w:t xml:space="preserve">. </w:t>
      </w:r>
      <w:r>
        <w:t xml:space="preserve">And the last sentence of it. </w:t>
      </w:r>
    </w:p>
    <w:p w14:paraId="653AEB7E" w14:textId="77777777" w:rsidR="00EB376E" w:rsidRPr="0033735D" w:rsidRDefault="00EB376E" w:rsidP="00EB376E">
      <w:pPr>
        <w:pStyle w:val="Heading1"/>
        <w:rPr>
          <w:szCs w:val="18"/>
        </w:rPr>
      </w:pPr>
      <w:r w:rsidRPr="0033735D">
        <w:t>Conclusions</w:t>
      </w:r>
    </w:p>
    <w:p w14:paraId="20693716" w14:textId="77777777" w:rsidR="00EB376E" w:rsidRPr="0033735D" w:rsidRDefault="00EB376E" w:rsidP="00EB376E">
      <w:pPr>
        <w:pStyle w:val="BodyTextNext"/>
      </w:pPr>
      <w:r>
        <w:t>Authors must proof read their PDF file prior to submission to ensure it is correct.  Authors should not rely on proof</w:t>
      </w:r>
      <w:r w:rsidR="00442711">
        <w:softHyphen/>
      </w:r>
      <w:r>
        <w:t xml:space="preserve">reading the Word file. </w:t>
      </w:r>
      <w:r w:rsidRPr="00995BF8">
        <w:t>Please proofread</w:t>
      </w:r>
      <w:r>
        <w:t xml:space="preserve"> </w:t>
      </w:r>
      <w:r w:rsidRPr="00995BF8">
        <w:t>the PDF file</w:t>
      </w:r>
      <w:r>
        <w:t xml:space="preserve"> before it is submitted.</w:t>
      </w:r>
    </w:p>
    <w:p w14:paraId="7F73198F" w14:textId="77777777" w:rsidR="00EB376E" w:rsidRPr="0033735D" w:rsidRDefault="00EB376E" w:rsidP="00EB376E">
      <w:pPr>
        <w:pStyle w:val="Heading1"/>
      </w:pPr>
      <w:r w:rsidRPr="0033735D">
        <w:t>Acknowledgements</w:t>
      </w:r>
    </w:p>
    <w:p w14:paraId="7DA88998" w14:textId="77777777" w:rsidR="00EB376E" w:rsidRPr="0033735D" w:rsidRDefault="00EB376E" w:rsidP="00EB376E">
      <w:pPr>
        <w:pStyle w:val="BodyText"/>
      </w:pPr>
      <w:r w:rsidRPr="0033735D">
        <w:t xml:space="preserve">The </w:t>
      </w:r>
      <w:r>
        <w:t>ISCA Board would like to thank the organizing committees of</w:t>
      </w:r>
      <w:r w:rsidR="00D9424E">
        <w:t xml:space="preserve">  the </w:t>
      </w:r>
      <w:r>
        <w:t xml:space="preserve"> past </w:t>
      </w:r>
      <w:r w:rsidRPr="0033735D">
        <w:t xml:space="preserve">INTERSPEECH </w:t>
      </w:r>
      <w:r>
        <w:t>conferences</w:t>
      </w:r>
      <w:r w:rsidRPr="0033735D">
        <w:t xml:space="preserve"> for their help and for kin</w:t>
      </w:r>
      <w:r>
        <w:t>dly providing the template file</w:t>
      </w:r>
      <w:r w:rsidRPr="0033735D">
        <w:t>s.</w:t>
      </w:r>
    </w:p>
    <w:p w14:paraId="45B375CB" w14:textId="77777777" w:rsidR="00EB376E" w:rsidRDefault="00EB376E" w:rsidP="00EB376E">
      <w:pPr>
        <w:jc w:val="left"/>
        <w:rPr>
          <w:b/>
          <w:sz w:val="24"/>
          <w:szCs w:val="24"/>
        </w:rPr>
      </w:pPr>
      <w:r>
        <w:br w:type="page"/>
      </w:r>
    </w:p>
    <w:p w14:paraId="10BAC40A" w14:textId="77777777" w:rsidR="00EB376E" w:rsidRPr="0033735D" w:rsidRDefault="00EB376E" w:rsidP="00EB376E">
      <w:pPr>
        <w:pStyle w:val="Heading1"/>
      </w:pPr>
      <w:r w:rsidRPr="0033735D">
        <w:lastRenderedPageBreak/>
        <w:t>References</w:t>
      </w:r>
    </w:p>
    <w:p w14:paraId="67FF7E8F" w14:textId="77777777" w:rsidR="00EB376E" w:rsidRPr="001C1A3E" w:rsidRDefault="00EB376E" w:rsidP="00EB376E">
      <w:pPr>
        <w:pStyle w:val="Reference"/>
        <w:rPr>
          <w:sz w:val="16"/>
          <w:szCs w:val="16"/>
        </w:rPr>
      </w:pPr>
      <w:bookmarkStart w:id="3" w:name="_Ref131087840"/>
      <w:r w:rsidRPr="001C1A3E">
        <w:rPr>
          <w:sz w:val="16"/>
          <w:szCs w:val="16"/>
        </w:rPr>
        <w:t>S</w:t>
      </w:r>
      <w:r w:rsidR="006566C3">
        <w:rPr>
          <w:sz w:val="16"/>
          <w:szCs w:val="16"/>
        </w:rPr>
        <w:t>. B. </w:t>
      </w:r>
      <w:r w:rsidR="00AE2468">
        <w:rPr>
          <w:sz w:val="16"/>
          <w:szCs w:val="16"/>
        </w:rPr>
        <w:t>Dav</w:t>
      </w:r>
      <w:r w:rsidR="006566C3">
        <w:rPr>
          <w:sz w:val="16"/>
          <w:szCs w:val="16"/>
        </w:rPr>
        <w:t>is and P. </w:t>
      </w:r>
      <w:r w:rsidR="00AE2468">
        <w:rPr>
          <w:sz w:val="16"/>
          <w:szCs w:val="16"/>
        </w:rPr>
        <w:t xml:space="preserve">Mermelstein, </w:t>
      </w:r>
      <w:r>
        <w:rPr>
          <w:sz w:val="16"/>
          <w:szCs w:val="16"/>
        </w:rPr>
        <w:t>“</w:t>
      </w:r>
      <w:r w:rsidR="00AE2468">
        <w:rPr>
          <w:sz w:val="16"/>
          <w:szCs w:val="16"/>
        </w:rPr>
        <w:t>Comparison of parametric representation for monosyllabic word recognition in con</w:t>
      </w:r>
      <w:r w:rsidR="00DE2492">
        <w:rPr>
          <w:sz w:val="16"/>
          <w:szCs w:val="16"/>
        </w:rPr>
        <w:softHyphen/>
      </w:r>
      <w:r w:rsidR="00AE2468">
        <w:rPr>
          <w:sz w:val="16"/>
          <w:szCs w:val="16"/>
        </w:rPr>
        <w:t>ti</w:t>
      </w:r>
      <w:r w:rsidR="00DE2492">
        <w:rPr>
          <w:sz w:val="16"/>
          <w:szCs w:val="16"/>
        </w:rPr>
        <w:softHyphen/>
      </w:r>
      <w:r w:rsidR="00AE2468">
        <w:rPr>
          <w:sz w:val="16"/>
          <w:szCs w:val="16"/>
        </w:rPr>
        <w:t>nuous</w:t>
      </w:r>
      <w:r w:rsidR="00DE2492">
        <w:rPr>
          <w:sz w:val="16"/>
          <w:szCs w:val="16"/>
        </w:rPr>
        <w:softHyphen/>
      </w:r>
      <w:r w:rsidR="00AE2468">
        <w:rPr>
          <w:sz w:val="16"/>
          <w:szCs w:val="16"/>
        </w:rPr>
        <w:t>ly spoken sentences,</w:t>
      </w:r>
      <w:r>
        <w:rPr>
          <w:sz w:val="16"/>
          <w:szCs w:val="16"/>
        </w:rPr>
        <w:t>”</w:t>
      </w:r>
      <w:r w:rsidR="00AE2468">
        <w:rPr>
          <w:sz w:val="16"/>
          <w:szCs w:val="16"/>
        </w:rPr>
        <w:t xml:space="preserve"> </w:t>
      </w:r>
      <w:r w:rsidR="00AE2468" w:rsidRPr="00AE2468">
        <w:rPr>
          <w:i/>
          <w:sz w:val="16"/>
          <w:szCs w:val="16"/>
        </w:rPr>
        <w:t>IEEE Transactions on</w:t>
      </w:r>
      <w:r w:rsidRPr="00AE2468">
        <w:rPr>
          <w:i/>
          <w:sz w:val="16"/>
          <w:szCs w:val="16"/>
        </w:rPr>
        <w:t xml:space="preserve"> </w:t>
      </w:r>
      <w:r w:rsidR="00AE2468" w:rsidRPr="00AE2468">
        <w:rPr>
          <w:i/>
          <w:sz w:val="16"/>
          <w:szCs w:val="16"/>
        </w:rPr>
        <w:t xml:space="preserve">Acoustics, </w:t>
      </w:r>
      <w:r w:rsidRPr="00AE2468">
        <w:rPr>
          <w:i/>
          <w:sz w:val="16"/>
          <w:szCs w:val="16"/>
        </w:rPr>
        <w:t xml:space="preserve">Speech and </w:t>
      </w:r>
      <w:r w:rsidR="00AE2468" w:rsidRPr="00AE2468">
        <w:rPr>
          <w:i/>
          <w:sz w:val="16"/>
          <w:szCs w:val="16"/>
        </w:rPr>
        <w:t>Signal Processing</w:t>
      </w:r>
      <w:r w:rsidRPr="001C1A3E">
        <w:rPr>
          <w:sz w:val="16"/>
          <w:szCs w:val="16"/>
        </w:rPr>
        <w:t xml:space="preserve">, </w:t>
      </w:r>
      <w:r w:rsidR="00AE2468">
        <w:rPr>
          <w:sz w:val="16"/>
          <w:szCs w:val="16"/>
        </w:rPr>
        <w:t>vol. 28, no. 4, pp. 357</w:t>
      </w:r>
      <w:r w:rsidR="00A468F3">
        <w:rPr>
          <w:sz w:val="16"/>
          <w:szCs w:val="16"/>
        </w:rPr>
        <w:t>–</w:t>
      </w:r>
      <w:r w:rsidR="00AE2468">
        <w:rPr>
          <w:sz w:val="16"/>
          <w:szCs w:val="16"/>
        </w:rPr>
        <w:t>366, 1980</w:t>
      </w:r>
      <w:r w:rsidRPr="001C1A3E">
        <w:rPr>
          <w:sz w:val="16"/>
          <w:szCs w:val="16"/>
        </w:rPr>
        <w:t>.</w:t>
      </w:r>
      <w:bookmarkEnd w:id="3"/>
    </w:p>
    <w:p w14:paraId="4FA7265D" w14:textId="77777777" w:rsidR="00EB376E" w:rsidRPr="001C1A3E" w:rsidRDefault="006566C3" w:rsidP="00EB376E">
      <w:pPr>
        <w:pStyle w:val="Reference"/>
        <w:rPr>
          <w:sz w:val="16"/>
          <w:szCs w:val="16"/>
        </w:rPr>
      </w:pPr>
      <w:bookmarkStart w:id="4" w:name="_Ref131087843"/>
      <w:r>
        <w:rPr>
          <w:sz w:val="16"/>
          <w:szCs w:val="16"/>
        </w:rPr>
        <w:t>L. R. </w:t>
      </w:r>
      <w:r w:rsidR="004A7C8B">
        <w:rPr>
          <w:sz w:val="16"/>
          <w:szCs w:val="16"/>
        </w:rPr>
        <w:t>Rabiner</w:t>
      </w:r>
      <w:r w:rsidR="00EB376E">
        <w:rPr>
          <w:sz w:val="16"/>
          <w:szCs w:val="16"/>
        </w:rPr>
        <w:t>, “</w:t>
      </w:r>
      <w:bookmarkEnd w:id="4"/>
      <w:r w:rsidR="004A7C8B">
        <w:rPr>
          <w:sz w:val="16"/>
          <w:szCs w:val="16"/>
        </w:rPr>
        <w:t>A tutorial on hidden Markov models and selec</w:t>
      </w:r>
      <w:r w:rsidR="0055124C">
        <w:rPr>
          <w:sz w:val="16"/>
          <w:szCs w:val="16"/>
        </w:rPr>
        <w:softHyphen/>
      </w:r>
      <w:r w:rsidR="004A7C8B">
        <w:rPr>
          <w:sz w:val="16"/>
          <w:szCs w:val="16"/>
        </w:rPr>
        <w:t>ted applications in speech recognition,”</w:t>
      </w:r>
      <w:r w:rsidR="00EB376E">
        <w:rPr>
          <w:sz w:val="16"/>
          <w:szCs w:val="16"/>
        </w:rPr>
        <w:t xml:space="preserve"> </w:t>
      </w:r>
      <w:r w:rsidR="004A7C8B" w:rsidRPr="003D2502">
        <w:rPr>
          <w:i/>
          <w:sz w:val="16"/>
          <w:szCs w:val="16"/>
        </w:rPr>
        <w:t>Proceedings of the IEEE</w:t>
      </w:r>
      <w:r w:rsidR="004A7C8B">
        <w:rPr>
          <w:sz w:val="16"/>
          <w:szCs w:val="16"/>
        </w:rPr>
        <w:t>, vol. 77, no. 2</w:t>
      </w:r>
      <w:r w:rsidR="00EB376E" w:rsidRPr="007D19D8">
        <w:rPr>
          <w:sz w:val="16"/>
          <w:szCs w:val="16"/>
        </w:rPr>
        <w:t>,</w:t>
      </w:r>
      <w:r w:rsidR="004A7C8B">
        <w:rPr>
          <w:sz w:val="16"/>
          <w:szCs w:val="16"/>
        </w:rPr>
        <w:t xml:space="preserve"> pp</w:t>
      </w:r>
      <w:r w:rsidR="00A468F3">
        <w:rPr>
          <w:sz w:val="16"/>
          <w:szCs w:val="16"/>
        </w:rPr>
        <w:t>.  257–</w:t>
      </w:r>
      <w:r w:rsidR="004A7C8B">
        <w:rPr>
          <w:sz w:val="16"/>
          <w:szCs w:val="16"/>
        </w:rPr>
        <w:t>286</w:t>
      </w:r>
      <w:r w:rsidR="00EB376E">
        <w:rPr>
          <w:sz w:val="16"/>
          <w:szCs w:val="16"/>
        </w:rPr>
        <w:t xml:space="preserve">, </w:t>
      </w:r>
      <w:r w:rsidR="004A7C8B">
        <w:rPr>
          <w:sz w:val="16"/>
          <w:szCs w:val="16"/>
        </w:rPr>
        <w:t>1989</w:t>
      </w:r>
      <w:r w:rsidR="00EB376E">
        <w:rPr>
          <w:sz w:val="16"/>
          <w:szCs w:val="16"/>
        </w:rPr>
        <w:t>.</w:t>
      </w:r>
    </w:p>
    <w:p w14:paraId="5A77A5A2" w14:textId="77777777" w:rsidR="002E1EA8" w:rsidRPr="002E1EA8" w:rsidRDefault="00BE1283" w:rsidP="00EB376E">
      <w:pPr>
        <w:pStyle w:val="Reference"/>
        <w:rPr>
          <w:szCs w:val="16"/>
        </w:rPr>
      </w:pPr>
      <w:r w:rsidRPr="002E1EA8">
        <w:rPr>
          <w:sz w:val="16"/>
          <w:szCs w:val="16"/>
        </w:rPr>
        <w:t>T</w:t>
      </w:r>
      <w:r w:rsidR="00EB376E" w:rsidRPr="002E1EA8">
        <w:rPr>
          <w:sz w:val="16"/>
          <w:szCs w:val="16"/>
        </w:rPr>
        <w:t>.</w:t>
      </w:r>
      <w:r w:rsidR="006566C3" w:rsidRPr="002E1EA8">
        <w:rPr>
          <w:sz w:val="16"/>
          <w:szCs w:val="16"/>
        </w:rPr>
        <w:t> Hastie, R. Tibshirani, and J. </w:t>
      </w:r>
      <w:r w:rsidRPr="002E1EA8">
        <w:rPr>
          <w:sz w:val="16"/>
          <w:szCs w:val="16"/>
        </w:rPr>
        <w:t xml:space="preserve">Friedman, </w:t>
      </w:r>
      <w:r w:rsidRPr="002E1EA8">
        <w:rPr>
          <w:i/>
          <w:sz w:val="16"/>
          <w:szCs w:val="16"/>
        </w:rPr>
        <w:t>The Elements of Statis</w:t>
      </w:r>
      <w:r w:rsidRPr="002E1EA8">
        <w:rPr>
          <w:i/>
          <w:sz w:val="16"/>
          <w:szCs w:val="16"/>
        </w:rPr>
        <w:softHyphen/>
        <w:t>tical Learning – Data Mining, Inference, and Prediction</w:t>
      </w:r>
      <w:r w:rsidRPr="002E1EA8">
        <w:rPr>
          <w:sz w:val="16"/>
          <w:szCs w:val="16"/>
        </w:rPr>
        <w:t>. New York: Springer, 2009.</w:t>
      </w:r>
    </w:p>
    <w:p w14:paraId="3B1A2E9D" w14:textId="77777777" w:rsidR="00EE28EB" w:rsidRPr="002E1EA8" w:rsidRDefault="002E1EA8" w:rsidP="00EB376E">
      <w:pPr>
        <w:pStyle w:val="Reference"/>
        <w:rPr>
          <w:szCs w:val="16"/>
        </w:rPr>
      </w:pPr>
      <w:r w:rsidRPr="002E1EA8">
        <w:rPr>
          <w:sz w:val="16"/>
          <w:szCs w:val="16"/>
        </w:rPr>
        <w:t xml:space="preserve">F. Lastname1, F. Lastname2, and F. Lastname3, “Title of your INTERSPEECH 2016 publication,” in </w:t>
      </w:r>
      <w:r w:rsidRPr="002E1EA8">
        <w:rPr>
          <w:i/>
          <w:iCs/>
          <w:sz w:val="16"/>
          <w:szCs w:val="16"/>
        </w:rPr>
        <w:t>INTERSPEECH 2016 – 17</w:t>
      </w:r>
      <w:r w:rsidRPr="002E1EA8">
        <w:rPr>
          <w:i/>
          <w:iCs/>
          <w:sz w:val="16"/>
          <w:szCs w:val="16"/>
          <w:vertAlign w:val="superscript"/>
        </w:rPr>
        <w:t>th</w:t>
      </w:r>
      <w:r w:rsidRPr="002E1EA8">
        <w:rPr>
          <w:i/>
          <w:iCs/>
          <w:sz w:val="16"/>
          <w:szCs w:val="16"/>
        </w:rPr>
        <w:t xml:space="preserve"> Annual Conference of the International Speech Communication Association, September 8</w:t>
      </w:r>
      <w:r w:rsidRPr="002E1EA8">
        <w:rPr>
          <w:sz w:val="16"/>
          <w:szCs w:val="16"/>
        </w:rPr>
        <w:t>–</w:t>
      </w:r>
      <w:r w:rsidRPr="002E1EA8">
        <w:rPr>
          <w:i/>
          <w:iCs/>
          <w:sz w:val="16"/>
          <w:szCs w:val="16"/>
        </w:rPr>
        <w:t>12, San Francisco, California, USA, Proceedings</w:t>
      </w:r>
      <w:r w:rsidRPr="002E1EA8">
        <w:rPr>
          <w:sz w:val="16"/>
          <w:szCs w:val="16"/>
        </w:rPr>
        <w:t>, 2016, pp. 100–104</w:t>
      </w:r>
    </w:p>
    <w:sectPr w:rsidR="00EE28EB" w:rsidRPr="002E1EA8" w:rsidSect="00AA0EF1">
      <w:headerReference w:type="even" r:id="rId20"/>
      <w:footnotePr>
        <w:numRestart w:val="eachPage"/>
      </w:footnotePr>
      <w:type w:val="continuous"/>
      <w:pgSz w:w="11907" w:h="16840" w:code="9"/>
      <w:pgMar w:top="1440" w:right="1134" w:bottom="1985" w:left="1134" w:header="0" w:footer="0" w:gutter="0"/>
      <w:cols w:num="2" w:space="54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14D562C" w14:textId="77777777" w:rsidR="00A2585B" w:rsidRDefault="00A2585B">
      <w:r>
        <w:separator/>
      </w:r>
    </w:p>
    <w:p w14:paraId="4EEF9F6A" w14:textId="77777777" w:rsidR="00A2585B" w:rsidRDefault="00A2585B"/>
  </w:endnote>
  <w:endnote w:type="continuationSeparator" w:id="0">
    <w:p w14:paraId="3DBC96B3" w14:textId="77777777" w:rsidR="00A2585B" w:rsidRDefault="00A2585B">
      <w:r>
        <w:continuationSeparator/>
      </w:r>
    </w:p>
    <w:p w14:paraId="06EE2F97" w14:textId="77777777" w:rsidR="00A2585B" w:rsidRDefault="00A25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02A4B" w14:textId="77777777" w:rsidR="00EB376E" w:rsidRDefault="005C4174">
    <w:pPr>
      <w:pStyle w:val="Footer"/>
      <w:framePr w:wrap="around" w:vAnchor="text" w:hAnchor="margin" w:xAlign="center" w:y="1"/>
    </w:pPr>
    <w:r>
      <w:fldChar w:fldCharType="begin"/>
    </w:r>
    <w:r>
      <w:instrText xml:space="preserve">PAGE  </w:instrText>
    </w:r>
    <w:r>
      <w:fldChar w:fldCharType="separate"/>
    </w:r>
    <w:r w:rsidR="00EB376E">
      <w:rPr>
        <w:noProof/>
      </w:rPr>
      <w:t>1</w:t>
    </w:r>
    <w:r>
      <w:rPr>
        <w:noProof/>
      </w:rPr>
      <w:fldChar w:fldCharType="end"/>
    </w:r>
  </w:p>
  <w:p w14:paraId="17133EB7" w14:textId="77777777" w:rsidR="00EB376E" w:rsidRDefault="00EB376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FAADBF1" w14:textId="77777777" w:rsidR="00A2585B" w:rsidRDefault="00A2585B">
      <w:r>
        <w:separator/>
      </w:r>
    </w:p>
    <w:p w14:paraId="18C472C3" w14:textId="77777777" w:rsidR="00A2585B" w:rsidRDefault="00A2585B"/>
  </w:footnote>
  <w:footnote w:type="continuationSeparator" w:id="0">
    <w:p w14:paraId="3BE58609" w14:textId="77777777" w:rsidR="00A2585B" w:rsidRDefault="00A2585B">
      <w:r>
        <w:continuationSeparator/>
      </w:r>
    </w:p>
    <w:p w14:paraId="6F53E66D" w14:textId="77777777" w:rsidR="00A2585B" w:rsidRDefault="00A2585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323A3" w14:textId="77777777" w:rsidR="00BB1F64" w:rsidRDefault="00BB1F6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6DB6417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59C4DA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E6AEFB8"/>
    <w:lvl w:ilvl="0">
      <w:start w:val="1"/>
      <w:numFmt w:val="decimal"/>
      <w:pStyle w:val="ListNumber3"/>
      <w:lvlText w:val="%1."/>
      <w:lvlJc w:val="left"/>
      <w:pPr>
        <w:tabs>
          <w:tab w:val="num" w:pos="926"/>
        </w:tabs>
        <w:ind w:left="926" w:hanging="360"/>
      </w:pPr>
    </w:lvl>
  </w:abstractNum>
  <w:abstractNum w:abstractNumId="3">
    <w:nsid w:val="FFFFFF7F"/>
    <w:multiLevelType w:val="singleLevel"/>
    <w:tmpl w:val="173E1136"/>
    <w:lvl w:ilvl="0">
      <w:start w:val="1"/>
      <w:numFmt w:val="decimal"/>
      <w:pStyle w:val="ListNumber2"/>
      <w:lvlText w:val="%1."/>
      <w:lvlJc w:val="left"/>
      <w:pPr>
        <w:tabs>
          <w:tab w:val="num" w:pos="643"/>
        </w:tabs>
        <w:ind w:left="643" w:hanging="360"/>
      </w:pPr>
    </w:lvl>
  </w:abstractNum>
  <w:abstractNum w:abstractNumId="4">
    <w:nsid w:val="FFFFFF80"/>
    <w:multiLevelType w:val="singleLevel"/>
    <w:tmpl w:val="AB86C7E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52A5D7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7B870F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B8E662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C7C3066"/>
    <w:lvl w:ilvl="0">
      <w:start w:val="1"/>
      <w:numFmt w:val="decimal"/>
      <w:pStyle w:val="ListNumber"/>
      <w:lvlText w:val="%1."/>
      <w:lvlJc w:val="left"/>
      <w:pPr>
        <w:tabs>
          <w:tab w:val="num" w:pos="360"/>
        </w:tabs>
        <w:ind w:left="360" w:hanging="360"/>
      </w:pPr>
    </w:lvl>
  </w:abstractNum>
  <w:abstractNum w:abstractNumId="9">
    <w:nsid w:val="FFFFFF89"/>
    <w:multiLevelType w:val="singleLevel"/>
    <w:tmpl w:val="57F600E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797886D2"/>
    <w:lvl w:ilvl="0">
      <w:start w:val="1"/>
      <w:numFmt w:val="decimal"/>
      <w:pStyle w:val="Heading1"/>
      <w:lvlText w:val="%1."/>
      <w:lvlJc w:val="left"/>
      <w:pPr>
        <w:tabs>
          <w:tab w:val="num" w:pos="360"/>
        </w:tabs>
        <w:ind w:left="28" w:hanging="28"/>
      </w:pPr>
    </w:lvl>
    <w:lvl w:ilvl="1">
      <w:start w:val="1"/>
      <w:numFmt w:val="decimal"/>
      <w:pStyle w:val="Heading2"/>
      <w:lvlText w:val="%1.%2."/>
      <w:lvlJc w:val="left"/>
      <w:pPr>
        <w:tabs>
          <w:tab w:val="num" w:pos="360"/>
        </w:tabs>
        <w:ind w:left="0" w:firstLine="0"/>
      </w:p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1">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2">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5">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7">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19">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8"/>
  </w:num>
  <w:num w:numId="3">
    <w:abstractNumId w:val="16"/>
  </w:num>
  <w:num w:numId="4">
    <w:abstractNumId w:val="11"/>
  </w:num>
  <w:num w:numId="5">
    <w:abstractNumId w:val="12"/>
  </w:num>
  <w:num w:numId="6">
    <w:abstractNumId w:val="15"/>
  </w:num>
  <w:num w:numId="7">
    <w:abstractNumId w:val="7"/>
  </w:num>
  <w:num w:numId="8">
    <w:abstractNumId w:val="9"/>
  </w:num>
  <w:num w:numId="9">
    <w:abstractNumId w:val="19"/>
  </w:num>
  <w:num w:numId="10">
    <w:abstractNumId w:val="14"/>
  </w:num>
  <w:num w:numId="11">
    <w:abstractNumId w:val="13"/>
  </w:num>
  <w:num w:numId="12">
    <w:abstractNumId w:val="17"/>
  </w:num>
  <w:num w:numId="13">
    <w:abstractNumId w:val="6"/>
  </w:num>
  <w:num w:numId="14">
    <w:abstractNumId w:val="5"/>
  </w:num>
  <w:num w:numId="15">
    <w:abstractNumId w:val="4"/>
  </w:num>
  <w:num w:numId="16">
    <w:abstractNumId w:val="1"/>
  </w:num>
  <w:num w:numId="17">
    <w:abstractNumId w:val="0"/>
  </w:num>
  <w:num w:numId="18">
    <w:abstractNumId w:val="8"/>
  </w:num>
  <w:num w:numId="19">
    <w:abstractNumId w:val="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4E15"/>
    <w:rsid w:val="00006BF1"/>
    <w:rsid w:val="000261C1"/>
    <w:rsid w:val="00040F7E"/>
    <w:rsid w:val="0004628A"/>
    <w:rsid w:val="00076E82"/>
    <w:rsid w:val="000814FC"/>
    <w:rsid w:val="000D367E"/>
    <w:rsid w:val="00126ACC"/>
    <w:rsid w:val="001468BA"/>
    <w:rsid w:val="00147DC4"/>
    <w:rsid w:val="001521AC"/>
    <w:rsid w:val="0017426D"/>
    <w:rsid w:val="00191EDE"/>
    <w:rsid w:val="00192AB9"/>
    <w:rsid w:val="001965A7"/>
    <w:rsid w:val="00196FD6"/>
    <w:rsid w:val="001A7D8A"/>
    <w:rsid w:val="001B7B06"/>
    <w:rsid w:val="001C1A3E"/>
    <w:rsid w:val="001C30BD"/>
    <w:rsid w:val="001D62D6"/>
    <w:rsid w:val="001D7F40"/>
    <w:rsid w:val="00210860"/>
    <w:rsid w:val="00211B04"/>
    <w:rsid w:val="002145F4"/>
    <w:rsid w:val="002245D9"/>
    <w:rsid w:val="00231591"/>
    <w:rsid w:val="0024262C"/>
    <w:rsid w:val="00252BAC"/>
    <w:rsid w:val="00261602"/>
    <w:rsid w:val="00272229"/>
    <w:rsid w:val="00285493"/>
    <w:rsid w:val="0029600F"/>
    <w:rsid w:val="002A1B00"/>
    <w:rsid w:val="002B2CCA"/>
    <w:rsid w:val="002B46BC"/>
    <w:rsid w:val="002C46BB"/>
    <w:rsid w:val="002E01ED"/>
    <w:rsid w:val="002E1EA8"/>
    <w:rsid w:val="003331B0"/>
    <w:rsid w:val="00340219"/>
    <w:rsid w:val="0035542C"/>
    <w:rsid w:val="00355867"/>
    <w:rsid w:val="00362ED5"/>
    <w:rsid w:val="003663E9"/>
    <w:rsid w:val="00372416"/>
    <w:rsid w:val="00376E7B"/>
    <w:rsid w:val="00377012"/>
    <w:rsid w:val="00385071"/>
    <w:rsid w:val="003971E0"/>
    <w:rsid w:val="003B4C5A"/>
    <w:rsid w:val="003C08B9"/>
    <w:rsid w:val="003D2502"/>
    <w:rsid w:val="003E770D"/>
    <w:rsid w:val="003F78B7"/>
    <w:rsid w:val="00403A05"/>
    <w:rsid w:val="004310A3"/>
    <w:rsid w:val="00435863"/>
    <w:rsid w:val="00442711"/>
    <w:rsid w:val="00482F6F"/>
    <w:rsid w:val="004A7C8B"/>
    <w:rsid w:val="004C0A7F"/>
    <w:rsid w:val="004D438F"/>
    <w:rsid w:val="004E23A8"/>
    <w:rsid w:val="004E34B6"/>
    <w:rsid w:val="0055124C"/>
    <w:rsid w:val="00557997"/>
    <w:rsid w:val="00566030"/>
    <w:rsid w:val="005B04AD"/>
    <w:rsid w:val="005B6383"/>
    <w:rsid w:val="005C4174"/>
    <w:rsid w:val="005C6E74"/>
    <w:rsid w:val="005E6B3E"/>
    <w:rsid w:val="005F74C9"/>
    <w:rsid w:val="0060531A"/>
    <w:rsid w:val="00606A8E"/>
    <w:rsid w:val="0061402F"/>
    <w:rsid w:val="00631189"/>
    <w:rsid w:val="00643457"/>
    <w:rsid w:val="006566C3"/>
    <w:rsid w:val="00686DD8"/>
    <w:rsid w:val="006C7416"/>
    <w:rsid w:val="006D1362"/>
    <w:rsid w:val="007078A6"/>
    <w:rsid w:val="00723444"/>
    <w:rsid w:val="00740586"/>
    <w:rsid w:val="00740F5C"/>
    <w:rsid w:val="00744B29"/>
    <w:rsid w:val="00757F43"/>
    <w:rsid w:val="0077737A"/>
    <w:rsid w:val="007B21D8"/>
    <w:rsid w:val="007C2697"/>
    <w:rsid w:val="007C60BA"/>
    <w:rsid w:val="007D19D8"/>
    <w:rsid w:val="007E538F"/>
    <w:rsid w:val="007E732B"/>
    <w:rsid w:val="007F3F27"/>
    <w:rsid w:val="00862963"/>
    <w:rsid w:val="00862AB8"/>
    <w:rsid w:val="008634F6"/>
    <w:rsid w:val="008B7144"/>
    <w:rsid w:val="008C145A"/>
    <w:rsid w:val="008C6821"/>
    <w:rsid w:val="008E0FA8"/>
    <w:rsid w:val="008E1D8F"/>
    <w:rsid w:val="008F4C3E"/>
    <w:rsid w:val="00933CCC"/>
    <w:rsid w:val="009435A7"/>
    <w:rsid w:val="009437EA"/>
    <w:rsid w:val="0095591D"/>
    <w:rsid w:val="009569C4"/>
    <w:rsid w:val="00967965"/>
    <w:rsid w:val="00970D26"/>
    <w:rsid w:val="009879A5"/>
    <w:rsid w:val="009935B9"/>
    <w:rsid w:val="00995BF8"/>
    <w:rsid w:val="009A71D3"/>
    <w:rsid w:val="009B1555"/>
    <w:rsid w:val="009C19E6"/>
    <w:rsid w:val="009D0299"/>
    <w:rsid w:val="009F75BD"/>
    <w:rsid w:val="00A03B45"/>
    <w:rsid w:val="00A14B17"/>
    <w:rsid w:val="00A2585B"/>
    <w:rsid w:val="00A33F8A"/>
    <w:rsid w:val="00A468F3"/>
    <w:rsid w:val="00A65AA1"/>
    <w:rsid w:val="00A92A71"/>
    <w:rsid w:val="00AA0EF1"/>
    <w:rsid w:val="00AA3B2A"/>
    <w:rsid w:val="00AD0510"/>
    <w:rsid w:val="00AD2EC0"/>
    <w:rsid w:val="00AD4172"/>
    <w:rsid w:val="00AE2468"/>
    <w:rsid w:val="00AF0CA4"/>
    <w:rsid w:val="00AF0FBB"/>
    <w:rsid w:val="00B051E6"/>
    <w:rsid w:val="00B1050C"/>
    <w:rsid w:val="00B1582F"/>
    <w:rsid w:val="00B21DA8"/>
    <w:rsid w:val="00B31EDF"/>
    <w:rsid w:val="00B575A0"/>
    <w:rsid w:val="00B76601"/>
    <w:rsid w:val="00BA36A7"/>
    <w:rsid w:val="00BB1F64"/>
    <w:rsid w:val="00BE1283"/>
    <w:rsid w:val="00BE12DE"/>
    <w:rsid w:val="00BE542C"/>
    <w:rsid w:val="00C01C60"/>
    <w:rsid w:val="00C047A2"/>
    <w:rsid w:val="00C409F7"/>
    <w:rsid w:val="00C76291"/>
    <w:rsid w:val="00C83099"/>
    <w:rsid w:val="00C90371"/>
    <w:rsid w:val="00CA6BC4"/>
    <w:rsid w:val="00CB24CC"/>
    <w:rsid w:val="00CC6CF8"/>
    <w:rsid w:val="00CD11A4"/>
    <w:rsid w:val="00CE13F2"/>
    <w:rsid w:val="00CE747E"/>
    <w:rsid w:val="00CF2EB5"/>
    <w:rsid w:val="00D02B23"/>
    <w:rsid w:val="00D0741C"/>
    <w:rsid w:val="00D1369C"/>
    <w:rsid w:val="00D1761F"/>
    <w:rsid w:val="00D20455"/>
    <w:rsid w:val="00D339B9"/>
    <w:rsid w:val="00D477DB"/>
    <w:rsid w:val="00D9424E"/>
    <w:rsid w:val="00D96309"/>
    <w:rsid w:val="00D97BCD"/>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72E35"/>
    <w:rsid w:val="00E7616C"/>
    <w:rsid w:val="00E83061"/>
    <w:rsid w:val="00EA1CFA"/>
    <w:rsid w:val="00EB00B5"/>
    <w:rsid w:val="00EB376E"/>
    <w:rsid w:val="00EE28EB"/>
    <w:rsid w:val="00F01935"/>
    <w:rsid w:val="00F204A4"/>
    <w:rsid w:val="00F261A0"/>
    <w:rsid w:val="00F40349"/>
    <w:rsid w:val="00F95F24"/>
    <w:rsid w:val="00FB006F"/>
    <w:rsid w:val="00FC5DB9"/>
    <w:rsid w:val="00FD55B3"/>
    <w:rsid w:val="00FE4D7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Line 620"/>
        <o:r id="V:Rule2" type="connector" idref="#Line 621"/>
        <o:r id="V:Rule3" type="connector" idref="#Line 703"/>
        <o:r id="V:Rule4" type="connector" idref="#Line 645"/>
        <o:r id="V:Rule5" type="connector" idref="#Line 701"/>
        <o:r id="V:Rule6" type="connector" idref="#Line 693"/>
        <o:r id="V:Rule7" type="connector" idref="#Line 626"/>
        <o:r id="V:Rule8" type="connector" idref="#Line 638"/>
        <o:r id="V:Rule9" type="connector" idref="#Line 633"/>
        <o:r id="V:Rule10" type="connector" idref="#Line 629"/>
        <o:r id="V:Rule11" type="connector" idref="#Line 695"/>
        <o:r id="V:Rule12" type="connector" idref="#Line 641"/>
        <o:r id="V:Rule13" type="connector" idref="#Line 705"/>
        <o:r id="V:Rule14" type="connector" idref="#Line 659"/>
        <o:r id="V:Rule15" type="connector" idref="#Line 623"/>
        <o:r id="V:Rule16" type="connector" idref="#Line 631"/>
        <o:r id="V:Rule17" type="connector" idref="#Line 702"/>
        <o:r id="V:Rule18" type="connector" idref="#Line 647"/>
        <o:r id="V:Rule19" type="connector" idref="#Line 694"/>
        <o:r id="V:Rule20" type="connector" idref="#Line 648"/>
        <o:r id="V:Rule21" type="connector" idref="#Line 636"/>
        <o:r id="V:Rule22" type="connector" idref="#Line 632"/>
        <o:r id="V:Rule23" type="connector" idref="#Line 643"/>
        <o:r id="V:Rule24" type="connector" idref="#Line 692"/>
        <o:r id="V:Rule25" type="connector" idref="#Line 635"/>
        <o:r id="V:Rule26" type="connector" idref="#Line 624"/>
        <o:r id="V:Rule27" type="connector" idref="#Line 655"/>
        <o:r id="V:Rule28" type="connector" idref="#Line 657"/>
        <o:r id="V:Rule29" type="connector" idref="#Line 691"/>
        <o:r id="V:Rule30" type="connector" idref="#Line 640"/>
        <o:r id="V:Rule31" type="connector" idref="#Line 628"/>
        <o:r id="V:Rule32" type="connector" idref="#Line 644"/>
        <o:r id="V:Rule33" type="connector" idref="#Line 663"/>
        <o:r id="V:Rule34" type="connector" idref="#Line 639"/>
        <o:r id="V:Rule35" type="connector" idref="#Line 690"/>
        <o:r id="V:Rule36" type="connector" idref="#Line 706"/>
        <o:r id="V:Rule37" type="connector" idref="#Line 630"/>
        <o:r id="V:Rule38" type="connector" idref="#Line 661"/>
        <o:r id="V:Rule39" type="connector" idref="#Line 696"/>
        <o:r id="V:Rule40" type="connector" idref="#Line 670"/>
        <o:r id="V:Rule41" type="connector" idref="#Line 627"/>
        <o:r id="V:Rule42" type="connector" idref="#Line 625"/>
        <o:r id="V:Rule43" type="connector" idref="#Line 622"/>
        <o:r id="V:Rule44" type="connector" idref="#Line 646"/>
        <o:r id="V:Rule45" type="connector" idref="#Line 704"/>
        <o:r id="V:Rule46" type="connector" idref="#Line 700"/>
        <o:r id="V:Rule47" type="connector" idref="#Line 637"/>
        <o:r id="V:Rule48" type="connector" idref="#Line 642"/>
        <o:r id="V:Rule49" type="connector" idref="#Line 672"/>
      </o:rules>
    </o:shapelayout>
  </w:shapeDefaults>
  <w:decimalSymbol w:val="."/>
  <w:listSeparator w:val=","/>
  <w14:docId w14:val="3AB63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40C6"/>
    <w:pPr>
      <w:jc w:val="both"/>
    </w:pPr>
    <w:rPr>
      <w:sz w:val="18"/>
      <w:lang w:val="en-US" w:eastAsia="en-US"/>
    </w:rPr>
  </w:style>
  <w:style w:type="paragraph" w:styleId="Heading1">
    <w:name w:val="heading 1"/>
    <w:basedOn w:val="Normal"/>
    <w:next w:val="Normal"/>
    <w:autoRedefine/>
    <w:qFormat/>
    <w:rsid w:val="001F1BE1"/>
    <w:pPr>
      <w:keepNext/>
      <w:numPr>
        <w:numId w:val="1"/>
      </w:numPr>
      <w:spacing w:before="180" w:after="120"/>
      <w:jc w:val="center"/>
      <w:outlineLvl w:val="0"/>
    </w:pPr>
    <w:rPr>
      <w:b/>
      <w:sz w:val="24"/>
      <w:szCs w:val="24"/>
    </w:rPr>
  </w:style>
  <w:style w:type="paragraph" w:styleId="Heading2">
    <w:name w:val="heading 2"/>
    <w:basedOn w:val="Normal"/>
    <w:next w:val="BodyText"/>
    <w:autoRedefine/>
    <w:qFormat/>
    <w:rsid w:val="001F1BE1"/>
    <w:pPr>
      <w:keepNext/>
      <w:numPr>
        <w:ilvl w:val="1"/>
        <w:numId w:val="1"/>
      </w:numPr>
      <w:spacing w:before="180" w:after="120"/>
      <w:outlineLvl w:val="1"/>
    </w:pPr>
    <w:rPr>
      <w:b/>
      <w:bCs/>
      <w:iCs/>
      <w:sz w:val="20"/>
    </w:rPr>
  </w:style>
  <w:style w:type="paragraph" w:styleId="Heading3">
    <w:name w:val="heading 3"/>
    <w:basedOn w:val="Normal"/>
    <w:next w:val="Normal"/>
    <w:autoRedefine/>
    <w:qFormat/>
    <w:rsid w:val="00A753D2"/>
    <w:pPr>
      <w:keepNext/>
      <w:numPr>
        <w:ilvl w:val="2"/>
        <w:numId w:val="1"/>
      </w:numPr>
      <w:tabs>
        <w:tab w:val="clear" w:pos="720"/>
        <w:tab w:val="left" w:pos="576"/>
      </w:tabs>
      <w:spacing w:before="180" w:after="120"/>
      <w:outlineLvl w:val="2"/>
    </w:pPr>
    <w:rPr>
      <w:i/>
      <w:sz w:val="20"/>
    </w:rPr>
  </w:style>
  <w:style w:type="paragraph" w:styleId="Heading4">
    <w:name w:val="heading 4"/>
    <w:basedOn w:val="Normal"/>
    <w:next w:val="Normal"/>
    <w:qFormat/>
    <w:rsid w:val="001468BA"/>
    <w:pPr>
      <w:keepNext/>
      <w:numPr>
        <w:ilvl w:val="3"/>
        <w:numId w:val="1"/>
      </w:numPr>
      <w:spacing w:before="240" w:after="60"/>
      <w:outlineLvl w:val="3"/>
    </w:pPr>
    <w:rPr>
      <w:b/>
      <w:i/>
    </w:rPr>
  </w:style>
  <w:style w:type="paragraph" w:styleId="Heading5">
    <w:name w:val="heading 5"/>
    <w:basedOn w:val="Normal"/>
    <w:next w:val="Normal"/>
    <w:qFormat/>
    <w:rsid w:val="001468BA"/>
    <w:pPr>
      <w:numPr>
        <w:ilvl w:val="4"/>
        <w:numId w:val="1"/>
      </w:numPr>
      <w:spacing w:before="240" w:after="60"/>
      <w:outlineLvl w:val="4"/>
    </w:pPr>
  </w:style>
  <w:style w:type="paragraph" w:styleId="Heading6">
    <w:name w:val="heading 6"/>
    <w:basedOn w:val="Normal"/>
    <w:next w:val="Normal"/>
    <w:qFormat/>
    <w:rsid w:val="001468BA"/>
    <w:pPr>
      <w:numPr>
        <w:ilvl w:val="5"/>
        <w:numId w:val="1"/>
      </w:numPr>
      <w:spacing w:before="240" w:after="60"/>
      <w:outlineLvl w:val="5"/>
    </w:pPr>
    <w:rPr>
      <w:rFonts w:ascii="Arial" w:hAnsi="Arial"/>
      <w:i/>
      <w:sz w:val="22"/>
    </w:rPr>
  </w:style>
  <w:style w:type="paragraph" w:styleId="Heading7">
    <w:name w:val="heading 7"/>
    <w:basedOn w:val="Normal"/>
    <w:next w:val="Normal"/>
    <w:qFormat/>
    <w:rsid w:val="001468BA"/>
    <w:pPr>
      <w:numPr>
        <w:ilvl w:val="6"/>
        <w:numId w:val="1"/>
      </w:numPr>
      <w:spacing w:before="240" w:after="60"/>
      <w:outlineLvl w:val="6"/>
    </w:pPr>
    <w:rPr>
      <w:rFonts w:ascii="Arial" w:hAnsi="Arial"/>
    </w:rPr>
  </w:style>
  <w:style w:type="paragraph" w:styleId="Heading8">
    <w:name w:val="heading 8"/>
    <w:basedOn w:val="Normal"/>
    <w:next w:val="Normal"/>
    <w:qFormat/>
    <w:rsid w:val="001468BA"/>
    <w:pPr>
      <w:numPr>
        <w:ilvl w:val="7"/>
        <w:numId w:val="1"/>
      </w:numPr>
      <w:spacing w:before="240" w:after="60"/>
      <w:outlineLvl w:val="7"/>
    </w:pPr>
    <w:rPr>
      <w:rFonts w:ascii="Arial" w:hAnsi="Arial"/>
      <w:i/>
    </w:rPr>
  </w:style>
  <w:style w:type="paragraph" w:styleId="Heading9">
    <w:name w:val="heading 9"/>
    <w:basedOn w:val="Normal"/>
    <w:next w:val="Normal"/>
    <w:qFormat/>
    <w:rsid w:val="001468BA"/>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1468BA"/>
  </w:style>
  <w:style w:type="paragraph" w:customStyle="1" w:styleId="FootnoteBase">
    <w:name w:val="Footnote Base"/>
    <w:basedOn w:val="Normal"/>
    <w:rsid w:val="001468BA"/>
    <w:pPr>
      <w:tabs>
        <w:tab w:val="left" w:pos="187"/>
      </w:tabs>
      <w:spacing w:line="220" w:lineRule="exact"/>
      <w:ind w:left="187" w:hanging="187"/>
    </w:pPr>
  </w:style>
  <w:style w:type="paragraph" w:styleId="Caption">
    <w:name w:val="caption"/>
    <w:basedOn w:val="Normal"/>
    <w:next w:val="Normal"/>
    <w:link w:val="CaptionChar"/>
    <w:qFormat/>
    <w:rsid w:val="00CC266B"/>
    <w:pPr>
      <w:spacing w:before="120" w:after="240"/>
      <w:ind w:left="289" w:right="289"/>
      <w:jc w:val="center"/>
    </w:pPr>
    <w:rPr>
      <w:szCs w:val="18"/>
    </w:rPr>
  </w:style>
  <w:style w:type="character" w:customStyle="1" w:styleId="CaptionChar">
    <w:name w:val="Caption Char"/>
    <w:basedOn w:val="DefaultParagraphFont"/>
    <w:link w:val="Caption"/>
    <w:rsid w:val="00CC266B"/>
    <w:rPr>
      <w:sz w:val="18"/>
      <w:szCs w:val="18"/>
      <w:lang w:val="en-US" w:eastAsia="en-US" w:bidi="ar-SA"/>
    </w:rPr>
  </w:style>
  <w:style w:type="paragraph" w:customStyle="1" w:styleId="BodyTextNext">
    <w:name w:val="Body Text Next"/>
    <w:basedOn w:val="BodyText"/>
    <w:autoRedefine/>
    <w:rsid w:val="005E6B3E"/>
    <w:pPr>
      <w:ind w:firstLine="284"/>
    </w:pPr>
  </w:style>
  <w:style w:type="paragraph" w:styleId="BodyText">
    <w:name w:val="Body Text"/>
    <w:basedOn w:val="Normal"/>
    <w:next w:val="BodyTextNext"/>
    <w:link w:val="BodyTextChar"/>
    <w:autoRedefine/>
    <w:rsid w:val="00E242F7"/>
    <w:pPr>
      <w:spacing w:after="60"/>
    </w:pPr>
  </w:style>
  <w:style w:type="paragraph" w:styleId="Title">
    <w:name w:val="Title"/>
    <w:basedOn w:val="Normal"/>
    <w:next w:val="Author"/>
    <w:qFormat/>
    <w:rsid w:val="00895724"/>
    <w:pPr>
      <w:spacing w:before="240" w:after="60"/>
      <w:jc w:val="center"/>
      <w:outlineLvl w:val="0"/>
    </w:pPr>
    <w:rPr>
      <w:rFonts w:cs="Arial"/>
      <w:b/>
      <w:bCs/>
      <w:kern w:val="28"/>
      <w:sz w:val="28"/>
      <w:szCs w:val="32"/>
    </w:rPr>
  </w:style>
  <w:style w:type="paragraph" w:customStyle="1" w:styleId="Author">
    <w:name w:val="Author"/>
    <w:basedOn w:val="Normal"/>
    <w:next w:val="Affiliation"/>
    <w:rsid w:val="001468BA"/>
    <w:pPr>
      <w:spacing w:before="220" w:after="220"/>
      <w:jc w:val="center"/>
    </w:pPr>
    <w:rPr>
      <w:i/>
      <w:sz w:val="24"/>
    </w:rPr>
  </w:style>
  <w:style w:type="paragraph" w:customStyle="1" w:styleId="Affiliation">
    <w:name w:val="Affiliation"/>
    <w:basedOn w:val="Normal"/>
    <w:rsid w:val="001468BA"/>
    <w:pPr>
      <w:jc w:val="center"/>
    </w:pPr>
    <w:rPr>
      <w:sz w:val="24"/>
    </w:rPr>
  </w:style>
  <w:style w:type="character" w:styleId="EndnoteReference">
    <w:name w:val="endnote reference"/>
    <w:basedOn w:val="DefaultParagraphFont"/>
    <w:semiHidden/>
    <w:rsid w:val="001468BA"/>
    <w:rPr>
      <w:vertAlign w:val="superscript"/>
    </w:rPr>
  </w:style>
  <w:style w:type="paragraph" w:styleId="Footer">
    <w:name w:val="footer"/>
    <w:basedOn w:val="Normal"/>
    <w:rsid w:val="001468BA"/>
    <w:pPr>
      <w:tabs>
        <w:tab w:val="center" w:pos="4320"/>
        <w:tab w:val="right" w:pos="8640"/>
      </w:tabs>
    </w:pPr>
  </w:style>
  <w:style w:type="paragraph" w:styleId="FootnoteText">
    <w:name w:val="footnote text"/>
    <w:basedOn w:val="Normal"/>
    <w:semiHidden/>
    <w:rsid w:val="001468BA"/>
  </w:style>
  <w:style w:type="character" w:styleId="FootnoteReference">
    <w:name w:val="footnote reference"/>
    <w:basedOn w:val="DefaultParagraphFont"/>
    <w:semiHidden/>
    <w:rsid w:val="001468BA"/>
    <w:rPr>
      <w:vertAlign w:val="superscript"/>
    </w:rPr>
  </w:style>
  <w:style w:type="paragraph" w:styleId="MacroText">
    <w:name w:val="macro"/>
    <w:basedOn w:val="Normal"/>
    <w:semiHidden/>
    <w:rsid w:val="001468BA"/>
    <w:pPr>
      <w:spacing w:after="120"/>
      <w:ind w:right="45"/>
    </w:pPr>
    <w:rPr>
      <w:rFonts w:ascii="Courier New" w:hAnsi="Courier New"/>
    </w:rPr>
  </w:style>
  <w:style w:type="character" w:styleId="CommentReference">
    <w:name w:val="annotation reference"/>
    <w:basedOn w:val="DefaultParagraphFont"/>
    <w:semiHidden/>
    <w:rsid w:val="001468BA"/>
    <w:rPr>
      <w:sz w:val="16"/>
    </w:rPr>
  </w:style>
  <w:style w:type="paragraph" w:customStyle="1" w:styleId="Reference">
    <w:name w:val="Reference"/>
    <w:basedOn w:val="Normal"/>
    <w:rsid w:val="001468BA"/>
    <w:pPr>
      <w:numPr>
        <w:numId w:val="2"/>
      </w:numPr>
    </w:pPr>
  </w:style>
  <w:style w:type="paragraph" w:customStyle="1" w:styleId="Equation">
    <w:name w:val="Equation"/>
    <w:basedOn w:val="Normal"/>
    <w:rsid w:val="005828B5"/>
    <w:pPr>
      <w:tabs>
        <w:tab w:val="left" w:pos="567"/>
        <w:tab w:val="right" w:pos="4536"/>
      </w:tabs>
      <w:spacing w:before="120" w:after="120"/>
      <w:jc w:val="left"/>
    </w:pPr>
  </w:style>
  <w:style w:type="paragraph" w:customStyle="1" w:styleId="NumItem">
    <w:name w:val="NumItem"/>
    <w:basedOn w:val="Normal"/>
    <w:rsid w:val="001468BA"/>
    <w:pPr>
      <w:numPr>
        <w:numId w:val="3"/>
      </w:numPr>
      <w:ind w:right="288"/>
    </w:pPr>
  </w:style>
  <w:style w:type="paragraph" w:customStyle="1" w:styleId="AbstractHeading">
    <w:name w:val="AbstractHeading"/>
    <w:basedOn w:val="Normal"/>
    <w:autoRedefine/>
    <w:rsid w:val="00CC266B"/>
    <w:pPr>
      <w:spacing w:before="80" w:after="120"/>
      <w:ind w:right="45"/>
      <w:jc w:val="center"/>
    </w:pPr>
    <w:rPr>
      <w:b/>
      <w:sz w:val="24"/>
    </w:rPr>
  </w:style>
  <w:style w:type="paragraph" w:styleId="Header">
    <w:name w:val="header"/>
    <w:basedOn w:val="Normal"/>
    <w:rsid w:val="001468BA"/>
    <w:pPr>
      <w:tabs>
        <w:tab w:val="center" w:pos="4153"/>
        <w:tab w:val="right" w:pos="8306"/>
      </w:tabs>
    </w:pPr>
  </w:style>
  <w:style w:type="paragraph" w:customStyle="1" w:styleId="Tablecaption">
    <w:name w:val="Table caption"/>
    <w:basedOn w:val="Caption"/>
    <w:link w:val="TablecaptionChar"/>
    <w:rsid w:val="00A83AC6"/>
    <w:pPr>
      <w:spacing w:after="120"/>
      <w:ind w:left="288" w:right="288"/>
    </w:pPr>
    <w:rPr>
      <w:sz w:val="16"/>
      <w:szCs w:val="16"/>
    </w:rPr>
  </w:style>
  <w:style w:type="character" w:customStyle="1" w:styleId="TablecaptionChar">
    <w:name w:val="Table caption Char"/>
    <w:basedOn w:val="CaptionChar"/>
    <w:link w:val="Tablecaption"/>
    <w:rsid w:val="00A83AC6"/>
    <w:rPr>
      <w:sz w:val="16"/>
      <w:szCs w:val="16"/>
      <w:lang w:val="en-US" w:eastAsia="en-US" w:bidi="ar-SA"/>
    </w:rPr>
  </w:style>
  <w:style w:type="paragraph" w:customStyle="1" w:styleId="Figurecaption">
    <w:name w:val="Figure caption"/>
    <w:basedOn w:val="Tablecaption"/>
    <w:link w:val="FigurecaptionChar"/>
    <w:autoRedefine/>
    <w:rsid w:val="00A83AC6"/>
    <w:pPr>
      <w:spacing w:before="0" w:after="60"/>
    </w:pPr>
  </w:style>
  <w:style w:type="character" w:customStyle="1" w:styleId="FigurecaptionChar">
    <w:name w:val="Figure caption Char"/>
    <w:basedOn w:val="TablecaptionChar"/>
    <w:link w:val="Figurecaption"/>
    <w:rsid w:val="00A83AC6"/>
    <w:rPr>
      <w:sz w:val="16"/>
      <w:szCs w:val="16"/>
      <w:lang w:val="en-US" w:eastAsia="en-US" w:bidi="ar-SA"/>
    </w:rPr>
  </w:style>
  <w:style w:type="paragraph" w:styleId="BalloonText">
    <w:name w:val="Balloon Text"/>
    <w:basedOn w:val="Normal"/>
    <w:semiHidden/>
    <w:rsid w:val="007457DA"/>
    <w:rPr>
      <w:rFonts w:ascii="Tahoma" w:hAnsi="Tahoma" w:cs="Tahoma"/>
      <w:sz w:val="16"/>
      <w:szCs w:val="16"/>
    </w:rPr>
  </w:style>
  <w:style w:type="paragraph" w:customStyle="1" w:styleId="MTDisplayEquation">
    <w:name w:val="MTDisplayEquation"/>
    <w:basedOn w:val="Normal"/>
    <w:next w:val="Normal"/>
    <w:autoRedefine/>
    <w:rsid w:val="00A11CCC"/>
    <w:pPr>
      <w:tabs>
        <w:tab w:val="left" w:pos="288"/>
        <w:tab w:val="right" w:pos="4464"/>
      </w:tabs>
      <w:jc w:val="left"/>
    </w:pPr>
    <w:rPr>
      <w:szCs w:val="24"/>
    </w:rPr>
  </w:style>
  <w:style w:type="character" w:customStyle="1" w:styleId="MTEquationSection">
    <w:name w:val="MTEquationSection"/>
    <w:basedOn w:val="DefaultParagraphFont"/>
    <w:rsid w:val="00A41B47"/>
    <w:rPr>
      <w:vanish w:val="0"/>
      <w:color w:val="FF0000"/>
    </w:rPr>
  </w:style>
  <w:style w:type="paragraph" w:customStyle="1" w:styleId="email">
    <w:name w:val="email"/>
    <w:basedOn w:val="Normal"/>
    <w:rsid w:val="000D4ED6"/>
    <w:pPr>
      <w:spacing w:before="60"/>
      <w:jc w:val="center"/>
    </w:pPr>
    <w:rPr>
      <w:rFonts w:ascii="Courier" w:hAnsi="Courier"/>
    </w:rPr>
  </w:style>
  <w:style w:type="paragraph" w:styleId="ListBullet">
    <w:name w:val="List Bullet"/>
    <w:basedOn w:val="Normal"/>
    <w:autoRedefine/>
    <w:rsid w:val="00F60F74"/>
    <w:pPr>
      <w:numPr>
        <w:numId w:val="8"/>
      </w:numPr>
      <w:tabs>
        <w:tab w:val="clear" w:pos="360"/>
      </w:tabs>
      <w:spacing w:before="60"/>
      <w:ind w:left="432" w:hanging="216"/>
    </w:pPr>
  </w:style>
  <w:style w:type="paragraph" w:styleId="CommentSubject">
    <w:name w:val="annotation subject"/>
    <w:basedOn w:val="CommentText"/>
    <w:next w:val="CommentText"/>
    <w:semiHidden/>
    <w:rsid w:val="00416A38"/>
    <w:rPr>
      <w:b/>
      <w:bCs/>
      <w:sz w:val="20"/>
    </w:rPr>
  </w:style>
  <w:style w:type="paragraph" w:customStyle="1" w:styleId="Index">
    <w:name w:val="Index"/>
    <w:basedOn w:val="BodyText"/>
    <w:next w:val="Heading1"/>
    <w:rsid w:val="00171C10"/>
    <w:rPr>
      <w:szCs w:val="18"/>
    </w:rPr>
  </w:style>
  <w:style w:type="paragraph" w:customStyle="1" w:styleId="StyleCaptionJustified">
    <w:name w:val="Style Caption + Justified"/>
    <w:basedOn w:val="Caption"/>
    <w:rsid w:val="00EE7D2E"/>
    <w:pPr>
      <w:jc w:val="both"/>
    </w:pPr>
  </w:style>
  <w:style w:type="character" w:styleId="Hyperlink">
    <w:name w:val="Hyperlink"/>
    <w:basedOn w:val="DefaultParagraphFont"/>
    <w:rsid w:val="00FF005B"/>
    <w:rPr>
      <w:rFonts w:ascii="Arial" w:hAnsi="Arial" w:cs="Arial" w:hint="default"/>
      <w:strike w:val="0"/>
      <w:dstrike w:val="0"/>
      <w:color w:val="333399"/>
      <w:sz w:val="18"/>
      <w:szCs w:val="18"/>
      <w:u w:val="none"/>
      <w:effect w:val="none"/>
    </w:rPr>
  </w:style>
  <w:style w:type="character" w:customStyle="1" w:styleId="BodyTextChar">
    <w:name w:val="Body Text Char"/>
    <w:basedOn w:val="DefaultParagraphFont"/>
    <w:link w:val="BodyText"/>
    <w:rsid w:val="00E242F7"/>
    <w:rPr>
      <w:sz w:val="18"/>
      <w:lang w:val="en-US" w:eastAsia="en-US"/>
    </w:rPr>
  </w:style>
  <w:style w:type="character" w:customStyle="1" w:styleId="smallwhite">
    <w:name w:val="smallwhite"/>
    <w:basedOn w:val="DefaultParagraphFont"/>
    <w:rsid w:val="00995BF8"/>
  </w:style>
  <w:style w:type="paragraph" w:styleId="Bibliography">
    <w:name w:val="Bibliography"/>
    <w:basedOn w:val="Normal"/>
    <w:next w:val="Normal"/>
    <w:uiPriority w:val="37"/>
    <w:semiHidden/>
    <w:unhideWhenUsed/>
    <w:rsid w:val="002E01ED"/>
  </w:style>
  <w:style w:type="paragraph" w:styleId="Quote">
    <w:name w:val="Quote"/>
    <w:basedOn w:val="Normal"/>
    <w:next w:val="Normal"/>
    <w:link w:val="QuoteChar"/>
    <w:uiPriority w:val="29"/>
    <w:qFormat/>
    <w:rsid w:val="002E01ED"/>
    <w:rPr>
      <w:i/>
      <w:iCs/>
      <w:color w:val="000000" w:themeColor="text1"/>
    </w:rPr>
  </w:style>
  <w:style w:type="character" w:customStyle="1" w:styleId="QuoteChar">
    <w:name w:val="Quote Char"/>
    <w:basedOn w:val="DefaultParagraphFont"/>
    <w:link w:val="Quote"/>
    <w:uiPriority w:val="29"/>
    <w:rsid w:val="002E01ED"/>
    <w:rPr>
      <w:i/>
      <w:iCs/>
      <w:color w:val="000000" w:themeColor="text1"/>
      <w:sz w:val="18"/>
      <w:lang w:val="en-US" w:eastAsia="en-US"/>
    </w:rPr>
  </w:style>
  <w:style w:type="paragraph" w:styleId="IntenseQuote">
    <w:name w:val="Intense Quote"/>
    <w:basedOn w:val="Normal"/>
    <w:next w:val="Normal"/>
    <w:link w:val="IntenseQuoteChar"/>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E01ED"/>
    <w:rPr>
      <w:b/>
      <w:bCs/>
      <w:i/>
      <w:iCs/>
      <w:color w:val="4F81BD" w:themeColor="accent1"/>
      <w:sz w:val="18"/>
      <w:lang w:val="en-US" w:eastAsia="en-US"/>
    </w:rPr>
  </w:style>
  <w:style w:type="paragraph" w:styleId="BodyText2">
    <w:name w:val="Body Text 2"/>
    <w:basedOn w:val="Normal"/>
    <w:link w:val="BodyText2Char"/>
    <w:rsid w:val="002E01ED"/>
    <w:pPr>
      <w:spacing w:after="120" w:line="480" w:lineRule="auto"/>
    </w:pPr>
  </w:style>
  <w:style w:type="character" w:customStyle="1" w:styleId="BodyText2Char">
    <w:name w:val="Body Text 2 Char"/>
    <w:basedOn w:val="DefaultParagraphFont"/>
    <w:link w:val="BodyText2"/>
    <w:rsid w:val="002E01ED"/>
    <w:rPr>
      <w:sz w:val="18"/>
      <w:lang w:val="en-US" w:eastAsia="en-US"/>
    </w:rPr>
  </w:style>
  <w:style w:type="paragraph" w:styleId="BodyText3">
    <w:name w:val="Body Text 3"/>
    <w:basedOn w:val="Normal"/>
    <w:link w:val="BodyText3Char"/>
    <w:rsid w:val="002E01ED"/>
    <w:pPr>
      <w:spacing w:after="120"/>
    </w:pPr>
    <w:rPr>
      <w:sz w:val="16"/>
      <w:szCs w:val="16"/>
    </w:rPr>
  </w:style>
  <w:style w:type="character" w:customStyle="1" w:styleId="BodyText3Char">
    <w:name w:val="Body Text 3 Char"/>
    <w:basedOn w:val="DefaultParagraphFont"/>
    <w:link w:val="BodyText3"/>
    <w:rsid w:val="002E01ED"/>
    <w:rPr>
      <w:sz w:val="16"/>
      <w:szCs w:val="16"/>
      <w:lang w:val="en-US" w:eastAsia="en-US"/>
    </w:rPr>
  </w:style>
  <w:style w:type="paragraph" w:styleId="Date">
    <w:name w:val="Date"/>
    <w:basedOn w:val="Normal"/>
    <w:next w:val="Normal"/>
    <w:link w:val="DateChar"/>
    <w:rsid w:val="002E01ED"/>
  </w:style>
  <w:style w:type="character" w:customStyle="1" w:styleId="DateChar">
    <w:name w:val="Date Char"/>
    <w:basedOn w:val="DefaultParagraphFont"/>
    <w:link w:val="Date"/>
    <w:rsid w:val="002E01ED"/>
    <w:rPr>
      <w:sz w:val="18"/>
      <w:lang w:val="en-US" w:eastAsia="en-US"/>
    </w:rPr>
  </w:style>
  <w:style w:type="paragraph" w:styleId="List">
    <w:name w:val="List"/>
    <w:basedOn w:val="Normal"/>
    <w:rsid w:val="002E01ED"/>
    <w:pPr>
      <w:ind w:left="283" w:hanging="283"/>
      <w:contextualSpacing/>
    </w:pPr>
  </w:style>
  <w:style w:type="paragraph" w:styleId="List2">
    <w:name w:val="List 2"/>
    <w:basedOn w:val="Normal"/>
    <w:rsid w:val="002E01ED"/>
    <w:pPr>
      <w:ind w:left="566" w:hanging="283"/>
      <w:contextualSpacing/>
    </w:pPr>
  </w:style>
  <w:style w:type="paragraph" w:styleId="List3">
    <w:name w:val="List 3"/>
    <w:basedOn w:val="Normal"/>
    <w:rsid w:val="002E01ED"/>
    <w:pPr>
      <w:ind w:left="849" w:hanging="283"/>
      <w:contextualSpacing/>
    </w:pPr>
  </w:style>
  <w:style w:type="paragraph" w:styleId="List4">
    <w:name w:val="List 4"/>
    <w:basedOn w:val="Normal"/>
    <w:rsid w:val="002E01ED"/>
    <w:pPr>
      <w:ind w:left="1132" w:hanging="283"/>
      <w:contextualSpacing/>
    </w:pPr>
  </w:style>
  <w:style w:type="paragraph" w:styleId="List5">
    <w:name w:val="List 5"/>
    <w:basedOn w:val="Normal"/>
    <w:rsid w:val="002E01ED"/>
    <w:pPr>
      <w:ind w:left="1415" w:hanging="283"/>
      <w:contextualSpacing/>
    </w:pPr>
  </w:style>
  <w:style w:type="paragraph" w:styleId="ListContinue">
    <w:name w:val="List Continue"/>
    <w:basedOn w:val="Normal"/>
    <w:rsid w:val="002E01ED"/>
    <w:pPr>
      <w:spacing w:after="120"/>
      <w:ind w:left="283"/>
      <w:contextualSpacing/>
    </w:pPr>
  </w:style>
  <w:style w:type="paragraph" w:styleId="ListContinue2">
    <w:name w:val="List Continue 2"/>
    <w:basedOn w:val="Normal"/>
    <w:rsid w:val="002E01ED"/>
    <w:pPr>
      <w:spacing w:after="120"/>
      <w:ind w:left="566"/>
      <w:contextualSpacing/>
    </w:pPr>
  </w:style>
  <w:style w:type="paragraph" w:styleId="ListContinue3">
    <w:name w:val="List Continue 3"/>
    <w:basedOn w:val="Normal"/>
    <w:rsid w:val="002E01ED"/>
    <w:pPr>
      <w:spacing w:after="120"/>
      <w:ind w:left="849"/>
      <w:contextualSpacing/>
    </w:pPr>
  </w:style>
  <w:style w:type="paragraph" w:styleId="ListContinue4">
    <w:name w:val="List Continue 4"/>
    <w:basedOn w:val="Normal"/>
    <w:rsid w:val="002E01ED"/>
    <w:pPr>
      <w:spacing w:after="120"/>
      <w:ind w:left="1132"/>
      <w:contextualSpacing/>
    </w:pPr>
  </w:style>
  <w:style w:type="paragraph" w:styleId="ListContinue5">
    <w:name w:val="List Continue 5"/>
    <w:basedOn w:val="Normal"/>
    <w:rsid w:val="002E01ED"/>
    <w:pPr>
      <w:spacing w:after="120"/>
      <w:ind w:left="1415"/>
      <w:contextualSpacing/>
    </w:pPr>
  </w:style>
  <w:style w:type="paragraph" w:styleId="Signature">
    <w:name w:val="Signature"/>
    <w:basedOn w:val="Normal"/>
    <w:link w:val="SignatureChar"/>
    <w:rsid w:val="002E01ED"/>
    <w:pPr>
      <w:ind w:left="4252"/>
    </w:pPr>
  </w:style>
  <w:style w:type="character" w:customStyle="1" w:styleId="SignatureChar">
    <w:name w:val="Signature Char"/>
    <w:basedOn w:val="DefaultParagraphFont"/>
    <w:link w:val="Signature"/>
    <w:rsid w:val="002E01ED"/>
    <w:rPr>
      <w:sz w:val="18"/>
      <w:lang w:val="en-US" w:eastAsia="en-US"/>
    </w:rPr>
  </w:style>
  <w:style w:type="paragraph" w:styleId="E-mailSignature">
    <w:name w:val="E-mail Signature"/>
    <w:basedOn w:val="Normal"/>
    <w:link w:val="E-mailSignatureChar"/>
    <w:rsid w:val="002E01ED"/>
  </w:style>
  <w:style w:type="character" w:customStyle="1" w:styleId="E-mailSignatureChar">
    <w:name w:val="E-mail Signature Char"/>
    <w:basedOn w:val="DefaultParagraphFont"/>
    <w:link w:val="E-mailSignature"/>
    <w:rsid w:val="002E01ED"/>
    <w:rPr>
      <w:sz w:val="18"/>
      <w:lang w:val="en-US" w:eastAsia="en-US"/>
    </w:rPr>
  </w:style>
  <w:style w:type="paragraph" w:styleId="Salutation">
    <w:name w:val="Salutation"/>
    <w:basedOn w:val="Normal"/>
    <w:next w:val="Normal"/>
    <w:link w:val="SalutationChar"/>
    <w:rsid w:val="002E01ED"/>
  </w:style>
  <w:style w:type="character" w:customStyle="1" w:styleId="SalutationChar">
    <w:name w:val="Salutation Char"/>
    <w:basedOn w:val="DefaultParagraphFont"/>
    <w:link w:val="Salutation"/>
    <w:rsid w:val="002E01ED"/>
    <w:rPr>
      <w:sz w:val="18"/>
      <w:lang w:val="en-US" w:eastAsia="en-US"/>
    </w:rPr>
  </w:style>
  <w:style w:type="paragraph" w:styleId="Closing">
    <w:name w:val="Closing"/>
    <w:basedOn w:val="Normal"/>
    <w:link w:val="ClosingChar"/>
    <w:rsid w:val="002E01ED"/>
    <w:pPr>
      <w:ind w:left="4252"/>
    </w:pPr>
  </w:style>
  <w:style w:type="character" w:customStyle="1" w:styleId="ClosingChar">
    <w:name w:val="Closing Char"/>
    <w:basedOn w:val="DefaultParagraphFont"/>
    <w:link w:val="Closing"/>
    <w:rsid w:val="002E01ED"/>
    <w:rPr>
      <w:sz w:val="18"/>
      <w:lang w:val="en-US" w:eastAsia="en-US"/>
    </w:rPr>
  </w:style>
  <w:style w:type="paragraph" w:styleId="Index1">
    <w:name w:val="index 1"/>
    <w:basedOn w:val="Normal"/>
    <w:next w:val="Normal"/>
    <w:autoRedefine/>
    <w:rsid w:val="002E01ED"/>
    <w:pPr>
      <w:ind w:left="180" w:hanging="180"/>
    </w:pPr>
  </w:style>
  <w:style w:type="paragraph" w:styleId="Index2">
    <w:name w:val="index 2"/>
    <w:basedOn w:val="Normal"/>
    <w:next w:val="Normal"/>
    <w:autoRedefine/>
    <w:rsid w:val="002E01ED"/>
    <w:pPr>
      <w:ind w:left="360" w:hanging="180"/>
    </w:pPr>
  </w:style>
  <w:style w:type="paragraph" w:styleId="Index3">
    <w:name w:val="index 3"/>
    <w:basedOn w:val="Normal"/>
    <w:next w:val="Normal"/>
    <w:autoRedefine/>
    <w:rsid w:val="002E01ED"/>
    <w:pPr>
      <w:ind w:left="540" w:hanging="180"/>
    </w:pPr>
  </w:style>
  <w:style w:type="paragraph" w:styleId="Index4">
    <w:name w:val="index 4"/>
    <w:basedOn w:val="Normal"/>
    <w:next w:val="Normal"/>
    <w:autoRedefine/>
    <w:rsid w:val="002E01ED"/>
    <w:pPr>
      <w:ind w:left="720" w:hanging="180"/>
    </w:pPr>
  </w:style>
  <w:style w:type="paragraph" w:styleId="Index5">
    <w:name w:val="index 5"/>
    <w:basedOn w:val="Normal"/>
    <w:next w:val="Normal"/>
    <w:autoRedefine/>
    <w:rsid w:val="002E01ED"/>
    <w:pPr>
      <w:ind w:left="900" w:hanging="180"/>
    </w:pPr>
  </w:style>
  <w:style w:type="paragraph" w:styleId="Index6">
    <w:name w:val="index 6"/>
    <w:basedOn w:val="Normal"/>
    <w:next w:val="Normal"/>
    <w:autoRedefine/>
    <w:rsid w:val="002E01ED"/>
    <w:pPr>
      <w:ind w:left="1080" w:hanging="180"/>
    </w:pPr>
  </w:style>
  <w:style w:type="paragraph" w:styleId="Index7">
    <w:name w:val="index 7"/>
    <w:basedOn w:val="Normal"/>
    <w:next w:val="Normal"/>
    <w:autoRedefine/>
    <w:rsid w:val="002E01ED"/>
    <w:pPr>
      <w:ind w:left="1260" w:hanging="180"/>
    </w:pPr>
  </w:style>
  <w:style w:type="paragraph" w:styleId="Index8">
    <w:name w:val="index 8"/>
    <w:basedOn w:val="Normal"/>
    <w:next w:val="Normal"/>
    <w:autoRedefine/>
    <w:rsid w:val="002E01ED"/>
    <w:pPr>
      <w:ind w:left="1440" w:hanging="180"/>
    </w:pPr>
  </w:style>
  <w:style w:type="paragraph" w:styleId="Index9">
    <w:name w:val="index 9"/>
    <w:basedOn w:val="Normal"/>
    <w:next w:val="Normal"/>
    <w:autoRedefine/>
    <w:rsid w:val="002E01ED"/>
    <w:pPr>
      <w:ind w:left="1620" w:hanging="180"/>
    </w:pPr>
  </w:style>
  <w:style w:type="paragraph" w:styleId="TableofFigures">
    <w:name w:val="table of figures"/>
    <w:basedOn w:val="Normal"/>
    <w:next w:val="Normal"/>
    <w:rsid w:val="002E01ED"/>
  </w:style>
  <w:style w:type="paragraph" w:styleId="TableofAuthorities">
    <w:name w:val="table of authorities"/>
    <w:basedOn w:val="Normal"/>
    <w:next w:val="Normal"/>
    <w:rsid w:val="002E01ED"/>
    <w:pPr>
      <w:ind w:left="180" w:hanging="180"/>
    </w:pPr>
  </w:style>
  <w:style w:type="paragraph" w:styleId="EnvelopeAddress">
    <w:name w:val="envelope address"/>
    <w:basedOn w:val="Normal"/>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Address">
    <w:name w:val="HTML Address"/>
    <w:basedOn w:val="Normal"/>
    <w:link w:val="HTMLAddressChar"/>
    <w:rsid w:val="002E01ED"/>
    <w:rPr>
      <w:i/>
      <w:iCs/>
    </w:rPr>
  </w:style>
  <w:style w:type="character" w:customStyle="1" w:styleId="HTMLAddressChar">
    <w:name w:val="HTML Address Char"/>
    <w:basedOn w:val="DefaultParagraphFont"/>
    <w:link w:val="HTMLAddress"/>
    <w:rsid w:val="002E01ED"/>
    <w:rPr>
      <w:i/>
      <w:iCs/>
      <w:sz w:val="18"/>
      <w:lang w:val="en-US" w:eastAsia="en-US"/>
    </w:rPr>
  </w:style>
  <w:style w:type="paragraph" w:styleId="EnvelopeReturn">
    <w:name w:val="envelope return"/>
    <w:basedOn w:val="Normal"/>
    <w:rsid w:val="002E01ED"/>
    <w:rPr>
      <w:rFonts w:asciiTheme="majorHAnsi" w:eastAsiaTheme="majorEastAsia" w:hAnsiTheme="majorHAnsi" w:cstheme="majorBidi"/>
      <w:sz w:val="20"/>
    </w:rPr>
  </w:style>
  <w:style w:type="paragraph" w:styleId="MessageHeader">
    <w:name w:val="Message Header"/>
    <w:basedOn w:val="Normal"/>
    <w:link w:val="MessageHeaderChar"/>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E01ED"/>
    <w:rPr>
      <w:rFonts w:asciiTheme="majorHAnsi" w:eastAsiaTheme="majorEastAsia" w:hAnsiTheme="majorHAnsi" w:cstheme="majorBidi"/>
      <w:sz w:val="24"/>
      <w:szCs w:val="24"/>
      <w:shd w:val="pct20" w:color="auto" w:fill="auto"/>
      <w:lang w:val="en-US" w:eastAsia="en-US"/>
    </w:rPr>
  </w:style>
  <w:style w:type="paragraph" w:styleId="NoteHeading">
    <w:name w:val="Note Heading"/>
    <w:basedOn w:val="Normal"/>
    <w:next w:val="Normal"/>
    <w:link w:val="NoteHeadingChar"/>
    <w:rsid w:val="002E01ED"/>
  </w:style>
  <w:style w:type="character" w:customStyle="1" w:styleId="NoteHeadingChar">
    <w:name w:val="Note Heading Char"/>
    <w:basedOn w:val="DefaultParagraphFont"/>
    <w:link w:val="NoteHeading"/>
    <w:rsid w:val="002E01ED"/>
    <w:rPr>
      <w:sz w:val="18"/>
      <w:lang w:val="en-US" w:eastAsia="en-US"/>
    </w:rPr>
  </w:style>
  <w:style w:type="paragraph" w:styleId="DocumentMap">
    <w:name w:val="Document Map"/>
    <w:basedOn w:val="Normal"/>
    <w:link w:val="DocumentMapChar"/>
    <w:rsid w:val="002E01ED"/>
    <w:rPr>
      <w:rFonts w:ascii="Tahoma" w:hAnsi="Tahoma" w:cs="Tahoma"/>
      <w:sz w:val="16"/>
      <w:szCs w:val="16"/>
    </w:rPr>
  </w:style>
  <w:style w:type="character" w:customStyle="1" w:styleId="DocumentMapChar">
    <w:name w:val="Document Map Char"/>
    <w:basedOn w:val="DefaultParagraphFont"/>
    <w:link w:val="DocumentMap"/>
    <w:rsid w:val="002E01ED"/>
    <w:rPr>
      <w:rFonts w:ascii="Tahoma" w:hAnsi="Tahoma" w:cs="Tahoma"/>
      <w:sz w:val="16"/>
      <w:szCs w:val="16"/>
      <w:lang w:val="en-US" w:eastAsia="en-US"/>
    </w:rPr>
  </w:style>
  <w:style w:type="paragraph" w:styleId="NoSpacing">
    <w:name w:val="No Spacing"/>
    <w:uiPriority w:val="1"/>
    <w:qFormat/>
    <w:rsid w:val="002E01ED"/>
    <w:pPr>
      <w:jc w:val="both"/>
    </w:pPr>
    <w:rPr>
      <w:sz w:val="18"/>
      <w:lang w:val="en-US" w:eastAsia="en-US"/>
    </w:rPr>
  </w:style>
  <w:style w:type="paragraph" w:styleId="NormalWeb">
    <w:name w:val="Normal (Web)"/>
    <w:basedOn w:val="Normal"/>
    <w:rsid w:val="002E01ED"/>
    <w:rPr>
      <w:sz w:val="24"/>
      <w:szCs w:val="24"/>
    </w:rPr>
  </w:style>
  <w:style w:type="paragraph" w:styleId="ListNumber">
    <w:name w:val="List Number"/>
    <w:basedOn w:val="Normal"/>
    <w:rsid w:val="002E01ED"/>
    <w:pPr>
      <w:numPr>
        <w:numId w:val="18"/>
      </w:numPr>
      <w:contextualSpacing/>
    </w:pPr>
  </w:style>
  <w:style w:type="paragraph" w:styleId="ListNumber2">
    <w:name w:val="List Number 2"/>
    <w:basedOn w:val="Normal"/>
    <w:rsid w:val="002E01ED"/>
    <w:pPr>
      <w:numPr>
        <w:numId w:val="19"/>
      </w:numPr>
      <w:contextualSpacing/>
    </w:pPr>
  </w:style>
  <w:style w:type="paragraph" w:styleId="ListNumber3">
    <w:name w:val="List Number 3"/>
    <w:basedOn w:val="Normal"/>
    <w:rsid w:val="002E01ED"/>
    <w:pPr>
      <w:numPr>
        <w:numId w:val="20"/>
      </w:numPr>
      <w:contextualSpacing/>
    </w:pPr>
  </w:style>
  <w:style w:type="paragraph" w:styleId="ListNumber4">
    <w:name w:val="List Number 4"/>
    <w:basedOn w:val="Normal"/>
    <w:rsid w:val="002E01ED"/>
    <w:pPr>
      <w:numPr>
        <w:numId w:val="16"/>
      </w:numPr>
      <w:contextualSpacing/>
    </w:pPr>
  </w:style>
  <w:style w:type="paragraph" w:styleId="ListNumber5">
    <w:name w:val="List Number 5"/>
    <w:basedOn w:val="Normal"/>
    <w:rsid w:val="002E01ED"/>
    <w:pPr>
      <w:numPr>
        <w:numId w:val="17"/>
      </w:numPr>
      <w:contextualSpacing/>
    </w:pPr>
  </w:style>
  <w:style w:type="paragraph" w:styleId="ListParagraph">
    <w:name w:val="List Paragraph"/>
    <w:basedOn w:val="Normal"/>
    <w:uiPriority w:val="34"/>
    <w:qFormat/>
    <w:rsid w:val="002E01ED"/>
    <w:pPr>
      <w:ind w:left="708"/>
    </w:pPr>
  </w:style>
  <w:style w:type="paragraph" w:styleId="HTMLPreformatted">
    <w:name w:val="HTML Preformatted"/>
    <w:basedOn w:val="Normal"/>
    <w:link w:val="HTMLPreformattedChar"/>
    <w:rsid w:val="002E01ED"/>
    <w:rPr>
      <w:rFonts w:ascii="Courier New" w:hAnsi="Courier New" w:cs="Courier New"/>
      <w:sz w:val="20"/>
    </w:rPr>
  </w:style>
  <w:style w:type="character" w:customStyle="1" w:styleId="HTMLPreformattedChar">
    <w:name w:val="HTML Preformatted Char"/>
    <w:basedOn w:val="DefaultParagraphFont"/>
    <w:link w:val="HTMLPreformatted"/>
    <w:rsid w:val="002E01ED"/>
    <w:rPr>
      <w:rFonts w:ascii="Courier New" w:hAnsi="Courier New" w:cs="Courier New"/>
      <w:lang w:val="en-US" w:eastAsia="en-US"/>
    </w:rPr>
  </w:style>
  <w:style w:type="paragraph" w:styleId="BodyTextFirstIndent">
    <w:name w:val="Body Text First Indent"/>
    <w:basedOn w:val="BodyText"/>
    <w:link w:val="BodyTextFirstIndentChar"/>
    <w:rsid w:val="002E01ED"/>
    <w:pPr>
      <w:spacing w:after="120"/>
      <w:ind w:firstLine="210"/>
    </w:pPr>
  </w:style>
  <w:style w:type="character" w:customStyle="1" w:styleId="BodyTextFirstIndentChar">
    <w:name w:val="Body Text First Indent Char"/>
    <w:basedOn w:val="BodyTextChar"/>
    <w:link w:val="BodyTextFirstIndent"/>
    <w:rsid w:val="002E01ED"/>
    <w:rPr>
      <w:sz w:val="18"/>
      <w:lang w:val="en-US" w:eastAsia="en-US" w:bidi="ar-SA"/>
    </w:rPr>
  </w:style>
  <w:style w:type="paragraph" w:styleId="BodyTextIndent">
    <w:name w:val="Body Text Indent"/>
    <w:basedOn w:val="Normal"/>
    <w:link w:val="BodyTextIndentChar"/>
    <w:rsid w:val="002E01ED"/>
    <w:pPr>
      <w:spacing w:after="120"/>
      <w:ind w:left="283"/>
    </w:pPr>
  </w:style>
  <w:style w:type="character" w:customStyle="1" w:styleId="BodyTextIndentChar">
    <w:name w:val="Body Text Indent Char"/>
    <w:basedOn w:val="DefaultParagraphFont"/>
    <w:link w:val="BodyTextIndent"/>
    <w:rsid w:val="002E01ED"/>
    <w:rPr>
      <w:sz w:val="18"/>
      <w:lang w:val="en-US" w:eastAsia="en-US"/>
    </w:rPr>
  </w:style>
  <w:style w:type="paragraph" w:styleId="BodyTextFirstIndent2">
    <w:name w:val="Body Text First Indent 2"/>
    <w:basedOn w:val="BodyTextIndent"/>
    <w:link w:val="BodyTextFirstIndent2Char"/>
    <w:rsid w:val="002E01ED"/>
    <w:pPr>
      <w:ind w:firstLine="210"/>
    </w:pPr>
  </w:style>
  <w:style w:type="character" w:customStyle="1" w:styleId="BodyTextFirstIndent2Char">
    <w:name w:val="Body Text First Indent 2 Char"/>
    <w:basedOn w:val="BodyTextIndentChar"/>
    <w:link w:val="BodyTextFirstIndent2"/>
    <w:rsid w:val="002E01ED"/>
    <w:rPr>
      <w:sz w:val="18"/>
      <w:lang w:val="en-US" w:eastAsia="en-US"/>
    </w:rPr>
  </w:style>
  <w:style w:type="paragraph" w:styleId="ListBullet2">
    <w:name w:val="List Bullet 2"/>
    <w:basedOn w:val="Normal"/>
    <w:rsid w:val="002E01ED"/>
    <w:pPr>
      <w:numPr>
        <w:numId w:val="7"/>
      </w:numPr>
      <w:contextualSpacing/>
    </w:pPr>
  </w:style>
  <w:style w:type="paragraph" w:styleId="ListBullet3">
    <w:name w:val="List Bullet 3"/>
    <w:basedOn w:val="Normal"/>
    <w:rsid w:val="002E01ED"/>
    <w:pPr>
      <w:numPr>
        <w:numId w:val="13"/>
      </w:numPr>
      <w:contextualSpacing/>
    </w:pPr>
  </w:style>
  <w:style w:type="paragraph" w:styleId="ListBullet4">
    <w:name w:val="List Bullet 4"/>
    <w:basedOn w:val="Normal"/>
    <w:rsid w:val="002E01ED"/>
    <w:pPr>
      <w:numPr>
        <w:numId w:val="14"/>
      </w:numPr>
      <w:contextualSpacing/>
    </w:pPr>
  </w:style>
  <w:style w:type="paragraph" w:styleId="ListBullet5">
    <w:name w:val="List Bullet 5"/>
    <w:basedOn w:val="Normal"/>
    <w:rsid w:val="002E01ED"/>
    <w:pPr>
      <w:numPr>
        <w:numId w:val="15"/>
      </w:numPr>
      <w:contextualSpacing/>
    </w:pPr>
  </w:style>
  <w:style w:type="paragraph" w:styleId="BodyTextIndent2">
    <w:name w:val="Body Text Indent 2"/>
    <w:basedOn w:val="Normal"/>
    <w:link w:val="BodyTextIndent2Char"/>
    <w:rsid w:val="002E01ED"/>
    <w:pPr>
      <w:spacing w:after="120" w:line="480" w:lineRule="auto"/>
      <w:ind w:left="283"/>
    </w:pPr>
  </w:style>
  <w:style w:type="character" w:customStyle="1" w:styleId="BodyTextIndent2Char">
    <w:name w:val="Body Text Indent 2 Char"/>
    <w:basedOn w:val="DefaultParagraphFont"/>
    <w:link w:val="BodyTextIndent2"/>
    <w:rsid w:val="002E01ED"/>
    <w:rPr>
      <w:sz w:val="18"/>
      <w:lang w:val="en-US" w:eastAsia="en-US"/>
    </w:rPr>
  </w:style>
  <w:style w:type="paragraph" w:styleId="BodyTextIndent3">
    <w:name w:val="Body Text Indent 3"/>
    <w:basedOn w:val="Normal"/>
    <w:link w:val="BodyTextIndent3Char"/>
    <w:rsid w:val="002E01ED"/>
    <w:pPr>
      <w:spacing w:after="120"/>
      <w:ind w:left="283"/>
    </w:pPr>
    <w:rPr>
      <w:sz w:val="16"/>
      <w:szCs w:val="16"/>
    </w:rPr>
  </w:style>
  <w:style w:type="character" w:customStyle="1" w:styleId="BodyTextIndent3Char">
    <w:name w:val="Body Text Indent 3 Char"/>
    <w:basedOn w:val="DefaultParagraphFont"/>
    <w:link w:val="BodyTextIndent3"/>
    <w:rsid w:val="002E01ED"/>
    <w:rPr>
      <w:sz w:val="16"/>
      <w:szCs w:val="16"/>
      <w:lang w:val="en-US" w:eastAsia="en-US"/>
    </w:rPr>
  </w:style>
  <w:style w:type="paragraph" w:styleId="NormalIndent">
    <w:name w:val="Normal Indent"/>
    <w:basedOn w:val="Normal"/>
    <w:rsid w:val="002E01ED"/>
    <w:pPr>
      <w:ind w:left="708"/>
    </w:pPr>
  </w:style>
  <w:style w:type="paragraph" w:styleId="TOC1">
    <w:name w:val="toc 1"/>
    <w:basedOn w:val="Normal"/>
    <w:next w:val="Normal"/>
    <w:autoRedefine/>
    <w:rsid w:val="002E01ED"/>
  </w:style>
  <w:style w:type="paragraph" w:styleId="TOC2">
    <w:name w:val="toc 2"/>
    <w:basedOn w:val="Normal"/>
    <w:next w:val="Normal"/>
    <w:autoRedefine/>
    <w:rsid w:val="002E01ED"/>
    <w:pPr>
      <w:ind w:left="180"/>
    </w:pPr>
  </w:style>
  <w:style w:type="paragraph" w:styleId="TOC3">
    <w:name w:val="toc 3"/>
    <w:basedOn w:val="Normal"/>
    <w:next w:val="Normal"/>
    <w:autoRedefine/>
    <w:rsid w:val="002E01ED"/>
    <w:pPr>
      <w:ind w:left="360"/>
    </w:pPr>
  </w:style>
  <w:style w:type="paragraph" w:styleId="TOC4">
    <w:name w:val="toc 4"/>
    <w:basedOn w:val="Normal"/>
    <w:next w:val="Normal"/>
    <w:autoRedefine/>
    <w:rsid w:val="002E01ED"/>
    <w:pPr>
      <w:ind w:left="540"/>
    </w:pPr>
  </w:style>
  <w:style w:type="paragraph" w:styleId="TOC5">
    <w:name w:val="toc 5"/>
    <w:basedOn w:val="Normal"/>
    <w:next w:val="Normal"/>
    <w:autoRedefine/>
    <w:rsid w:val="002E01ED"/>
    <w:pPr>
      <w:ind w:left="720"/>
    </w:pPr>
  </w:style>
  <w:style w:type="paragraph" w:styleId="TOC6">
    <w:name w:val="toc 6"/>
    <w:basedOn w:val="Normal"/>
    <w:next w:val="Normal"/>
    <w:autoRedefine/>
    <w:rsid w:val="002E01ED"/>
    <w:pPr>
      <w:ind w:left="900"/>
    </w:pPr>
  </w:style>
  <w:style w:type="paragraph" w:styleId="TOC7">
    <w:name w:val="toc 7"/>
    <w:basedOn w:val="Normal"/>
    <w:next w:val="Normal"/>
    <w:autoRedefine/>
    <w:rsid w:val="002E01ED"/>
    <w:pPr>
      <w:ind w:left="1080"/>
    </w:pPr>
  </w:style>
  <w:style w:type="paragraph" w:styleId="TOC8">
    <w:name w:val="toc 8"/>
    <w:basedOn w:val="Normal"/>
    <w:next w:val="Normal"/>
    <w:autoRedefine/>
    <w:rsid w:val="002E01ED"/>
    <w:pPr>
      <w:ind w:left="1260"/>
    </w:pPr>
  </w:style>
  <w:style w:type="paragraph" w:styleId="TOC9">
    <w:name w:val="toc 9"/>
    <w:basedOn w:val="Normal"/>
    <w:next w:val="Normal"/>
    <w:autoRedefine/>
    <w:rsid w:val="002E01ED"/>
    <w:pPr>
      <w:ind w:left="1440"/>
    </w:pPr>
  </w:style>
  <w:style w:type="paragraph" w:styleId="Subtitle">
    <w:name w:val="Subtitle"/>
    <w:basedOn w:val="Normal"/>
    <w:next w:val="Normal"/>
    <w:link w:val="SubtitleChar"/>
    <w:qFormat/>
    <w:rsid w:val="002E01ED"/>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2E01ED"/>
    <w:rPr>
      <w:rFonts w:asciiTheme="majorHAnsi" w:eastAsiaTheme="majorEastAsia" w:hAnsiTheme="majorHAnsi" w:cstheme="majorBidi"/>
      <w:sz w:val="24"/>
      <w:szCs w:val="24"/>
      <w:lang w:val="en-US" w:eastAsia="en-US"/>
    </w:rPr>
  </w:style>
  <w:style w:type="paragraph" w:styleId="BlockText">
    <w:name w:val="Block Text"/>
    <w:basedOn w:val="Normal"/>
    <w:rsid w:val="002E01ED"/>
    <w:pPr>
      <w:spacing w:after="120"/>
      <w:ind w:left="1440" w:right="1440"/>
    </w:pPr>
  </w:style>
  <w:style w:type="paragraph" w:styleId="PlainText">
    <w:name w:val="Plain Text"/>
    <w:basedOn w:val="Normal"/>
    <w:link w:val="PlainTextChar"/>
    <w:rsid w:val="002E01ED"/>
    <w:rPr>
      <w:rFonts w:ascii="Courier New" w:hAnsi="Courier New" w:cs="Courier New"/>
      <w:sz w:val="20"/>
    </w:rPr>
  </w:style>
  <w:style w:type="character" w:customStyle="1" w:styleId="PlainTextChar">
    <w:name w:val="Plain Text Char"/>
    <w:basedOn w:val="DefaultParagraphFont"/>
    <w:link w:val="PlainText"/>
    <w:rsid w:val="002E01ED"/>
    <w:rPr>
      <w:rFonts w:ascii="Courier New" w:hAnsi="Courier New" w:cs="Courier New"/>
      <w:lang w:val="en-US" w:eastAsia="en-US"/>
    </w:rPr>
  </w:style>
  <w:style w:type="paragraph" w:styleId="EndnoteText">
    <w:name w:val="endnote text"/>
    <w:basedOn w:val="Normal"/>
    <w:link w:val="EndnoteTextChar"/>
    <w:rsid w:val="002E01ED"/>
    <w:rPr>
      <w:sz w:val="20"/>
    </w:rPr>
  </w:style>
  <w:style w:type="character" w:customStyle="1" w:styleId="EndnoteTextChar">
    <w:name w:val="Endnote Text Char"/>
    <w:basedOn w:val="DefaultParagraphFont"/>
    <w:link w:val="EndnoteText"/>
    <w:rsid w:val="002E01ED"/>
    <w:rPr>
      <w:lang w:val="en-US" w:eastAsia="en-US"/>
    </w:rPr>
  </w:style>
  <w:style w:type="paragraph" w:styleId="IndexHeading">
    <w:name w:val="index heading"/>
    <w:basedOn w:val="Normal"/>
    <w:next w:val="Index1"/>
    <w:rsid w:val="002E01ED"/>
    <w:rPr>
      <w:rFonts w:asciiTheme="majorHAnsi" w:eastAsiaTheme="majorEastAsia" w:hAnsiTheme="majorHAnsi" w:cstheme="majorBidi"/>
      <w:b/>
      <w:bCs/>
    </w:rPr>
  </w:style>
  <w:style w:type="paragraph" w:styleId="TOAHeading">
    <w:name w:val="toa heading"/>
    <w:basedOn w:val="Normal"/>
    <w:next w:val="Normal"/>
    <w:rsid w:val="002E01E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1.wmf"/><Relationship Id="rId11" Type="http://schemas.openxmlformats.org/officeDocument/2006/relationships/oleObject" Target="embeddings/Microsoft_Equation1.bin"/><Relationship Id="rId12" Type="http://schemas.openxmlformats.org/officeDocument/2006/relationships/image" Target="media/image2.wmf"/><Relationship Id="rId13" Type="http://schemas.openxmlformats.org/officeDocument/2006/relationships/oleObject" Target="embeddings/Microsoft_Equation2.bin"/><Relationship Id="rId14" Type="http://schemas.openxmlformats.org/officeDocument/2006/relationships/image" Target="media/image3.wmf"/><Relationship Id="rId15" Type="http://schemas.openxmlformats.org/officeDocument/2006/relationships/oleObject" Target="embeddings/Microsoft_Equation3.bin"/><Relationship Id="rId16" Type="http://schemas.openxmlformats.org/officeDocument/2006/relationships/image" Target="media/image4.wmf"/><Relationship Id="rId17" Type="http://schemas.openxmlformats.org/officeDocument/2006/relationships/oleObject" Target="embeddings/Microsoft_Equation4.bin"/><Relationship Id="rId18" Type="http://schemas.openxmlformats.org/officeDocument/2006/relationships/image" Target="media/image5.wmf"/><Relationship Id="rId19" Type="http://schemas.openxmlformats.org/officeDocument/2006/relationships/oleObject" Target="embeddings/Microsoft_Equation5.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C19120-6E98-7740-870F-908BE6E80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TotalTime>
  <Pages>3</Pages>
  <Words>1220</Words>
  <Characters>6958</Characters>
  <Application>Microsoft Macintosh Word</Application>
  <DocSecurity>0</DocSecurity>
  <Lines>57</Lines>
  <Paragraphs>16</Paragraphs>
  <ScaleCrop>false</ScaleCrop>
  <HeadingPairs>
    <vt:vector size="8" baseType="variant">
      <vt:variant>
        <vt:lpstr>Titel</vt:lpstr>
      </vt:variant>
      <vt:variant>
        <vt:i4>1</vt:i4>
      </vt:variant>
      <vt:variant>
        <vt:lpstr>Titre</vt:lpstr>
      </vt:variant>
      <vt:variant>
        <vt:i4>1</vt:i4>
      </vt:variant>
      <vt:variant>
        <vt:lpstr>Titolo</vt:lpstr>
      </vt:variant>
      <vt:variant>
        <vt:i4>1</vt:i4>
      </vt:variant>
      <vt:variant>
        <vt:lpstr>Title</vt:lpstr>
      </vt:variant>
      <vt:variant>
        <vt:i4>1</vt:i4>
      </vt:variant>
    </vt:vector>
  </HeadingPairs>
  <TitlesOfParts>
    <vt:vector size="4" baseType="lpstr">
      <vt:lpstr>Title</vt:lpstr>
      <vt:lpstr>Title</vt:lpstr>
      <vt:lpstr>Title</vt:lpstr>
      <vt:lpstr>Title</vt:lpstr>
    </vt:vector>
  </TitlesOfParts>
  <Company>Gateway 2000</Company>
  <LinksUpToDate>false</LinksUpToDate>
  <CharactersWithSpaces>8162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2015</dc:title>
  <dc:creator>steidl</dc:creator>
  <cp:lastModifiedBy>P G</cp:lastModifiedBy>
  <cp:revision>6</cp:revision>
  <cp:lastPrinted>2015-02-02T08:38:00Z</cp:lastPrinted>
  <dcterms:created xsi:type="dcterms:W3CDTF">2015-02-02T14:20:00Z</dcterms:created>
  <dcterms:modified xsi:type="dcterms:W3CDTF">2016-01-10T19:52:00Z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